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256" w:rsidRPr="00DE6ED3" w:rsidRDefault="00F86256" w:rsidP="00F86256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F86256" w:rsidRPr="00DE6ED3" w:rsidRDefault="00F86256" w:rsidP="00F86256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0"/>
                <wp:wrapNone/>
                <wp:docPr id="10656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106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" fillcolor="black" stroked="f"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" fillcolor="black" stroked="f"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86256" w:rsidRPr="00DE6ED3" w:rsidRDefault="00F86256" w:rsidP="00F86256">
      <w:pPr>
        <w:spacing w:after="0" w:line="240" w:lineRule="auto"/>
        <w:rPr>
          <w:rFonts w:ascii="Times New Roman" w:eastAsia="Calibri" w:hAnsi="Times New Roman" w:cs="Times New Roman"/>
        </w:rPr>
      </w:pPr>
    </w:p>
    <w:p w:rsidR="00F86256" w:rsidRPr="00DE6ED3" w:rsidRDefault="00F86256" w:rsidP="00F86256">
      <w:pPr>
        <w:spacing w:after="0" w:line="240" w:lineRule="auto"/>
        <w:rPr>
          <w:rFonts w:ascii="Times New Roman" w:eastAsia="Calibri" w:hAnsi="Times New Roman" w:cs="Times New Roman"/>
        </w:rPr>
      </w:pPr>
    </w:p>
    <w:p w:rsidR="00F86256" w:rsidRPr="00DE6ED3" w:rsidRDefault="00F86256" w:rsidP="00F86256">
      <w:pPr>
        <w:spacing w:after="0" w:line="240" w:lineRule="auto"/>
        <w:rPr>
          <w:rFonts w:ascii="Times New Roman" w:eastAsia="Calibri" w:hAnsi="Times New Roman" w:cs="Times New Roman"/>
        </w:rPr>
      </w:pPr>
    </w:p>
    <w:p w:rsidR="00F86256" w:rsidRPr="00DE6ED3" w:rsidRDefault="00F86256" w:rsidP="00F86256">
      <w:pPr>
        <w:spacing w:after="0" w:line="240" w:lineRule="auto"/>
        <w:rPr>
          <w:rFonts w:ascii="Times New Roman" w:eastAsia="Calibri" w:hAnsi="Times New Roman" w:cs="Times New Roman"/>
        </w:rPr>
      </w:pPr>
    </w:p>
    <w:p w:rsidR="00F86256" w:rsidRPr="00DE6ED3" w:rsidRDefault="00F86256" w:rsidP="00F8625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F86256" w:rsidRPr="00DE6ED3" w:rsidRDefault="00F86256" w:rsidP="00F8625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F86256" w:rsidRPr="00DE6ED3" w:rsidRDefault="00F86256" w:rsidP="00F8625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F86256" w:rsidRPr="00DE6ED3" w:rsidRDefault="00F86256" w:rsidP="00F8625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F86256" w:rsidRPr="00DE6ED3" w:rsidRDefault="00F86256" w:rsidP="00F8625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F86256" w:rsidRPr="00DE6ED3" w:rsidRDefault="00F86256" w:rsidP="00F86256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256" w:rsidRDefault="00F86256" w:rsidP="00F862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6256" w:rsidRDefault="00F86256" w:rsidP="00F862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86256" w:rsidRPr="00DE6ED3" w:rsidRDefault="00F86256" w:rsidP="00F8625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F86256" w:rsidRPr="00DE6ED3" w:rsidRDefault="00F86256" w:rsidP="00F862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86256" w:rsidRPr="00DE6ED3" w:rsidRDefault="00F86256" w:rsidP="00F8625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86256" w:rsidRPr="00DE6ED3" w:rsidRDefault="00F86256" w:rsidP="00F86256">
      <w:pPr>
        <w:spacing w:after="0" w:line="240" w:lineRule="auto"/>
        <w:rPr>
          <w:rFonts w:ascii="Times New Roman" w:eastAsia="Calibri" w:hAnsi="Times New Roman" w:cs="Times New Roman"/>
        </w:rPr>
      </w:pPr>
    </w:p>
    <w:p w:rsidR="00F86256" w:rsidRPr="00DE6ED3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F86256" w:rsidRDefault="00F86256" w:rsidP="00F86256"/>
    <w:p w:rsidR="00F86256" w:rsidRPr="001C55EE" w:rsidRDefault="00F86256" w:rsidP="00F862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F86256" w:rsidRPr="001C55EE" w:rsidRDefault="00F86256" w:rsidP="00F862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F86256" w:rsidRPr="001C55EE" w:rsidRDefault="00F86256" w:rsidP="00F862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F86256" w:rsidRPr="001C55EE" w:rsidRDefault="00F86256" w:rsidP="00F862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6823984000:03:017:0067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F86256" w:rsidRPr="001C55EE" w:rsidRDefault="00F86256" w:rsidP="00F862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56" w:rsidRPr="001C55EE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еустрій»,  враховуючи пропозицю</w:t>
      </w: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F86256" w:rsidRPr="001C55EE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>ВИРІШИЛА:</w:t>
      </w:r>
    </w:p>
    <w:p w:rsidR="00F86256" w:rsidRPr="001C55EE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F86256" w:rsidRPr="001C55EE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F86256" w:rsidRDefault="00F86256" w:rsidP="00F86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Pr="001C55EE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7,8627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6823984000:03:017:0067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 w:rsidRPr="008B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Хмельницька область, Славутський (Шепетівський) район, Крупецька сільська рада,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межами  с.Крупець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86256" w:rsidRPr="001C55EE" w:rsidRDefault="00F86256" w:rsidP="00F86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E7DCC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 w:rsidRPr="001C55EE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F86256" w:rsidRPr="001C55EE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86256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F86256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F86256" w:rsidRPr="001C55EE" w:rsidRDefault="00F86256" w:rsidP="00F862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D7516" w:rsidRPr="00F86256" w:rsidRDefault="00F86256" w:rsidP="00F8625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     В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алерій   МИХАЛЮК</w:t>
      </w:r>
    </w:p>
    <w:sectPr w:rsidR="00AD7516" w:rsidRPr="00F8625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56"/>
    <w:rsid w:val="00171A2E"/>
    <w:rsid w:val="00304C90"/>
    <w:rsid w:val="00505B6D"/>
    <w:rsid w:val="006D3977"/>
    <w:rsid w:val="007D6C18"/>
    <w:rsid w:val="00AD7516"/>
    <w:rsid w:val="00D1641A"/>
    <w:rsid w:val="00F8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5D0BFB67"/>
  <w15:docId w15:val="{501B6E20-F97D-4D19-BF8B-7186CC794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56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2021-04-14T12:16:00Z</dcterms:created>
  <dcterms:modified xsi:type="dcterms:W3CDTF">2021-04-14T12:17:00Z</dcterms:modified>
</cp:coreProperties>
</file>