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56F" w:rsidRPr="00E04900" w:rsidRDefault="002F156F" w:rsidP="002F156F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156F" w:rsidRDefault="002F156F" w:rsidP="002F15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156F" w:rsidRDefault="002F156F" w:rsidP="002F15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156F" w:rsidRDefault="002F156F" w:rsidP="002F15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156F" w:rsidRDefault="002F156F" w:rsidP="002F15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156F" w:rsidRDefault="002F156F" w:rsidP="002F15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156F" w:rsidRDefault="002F156F" w:rsidP="002F15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156F" w:rsidRDefault="002F156F" w:rsidP="002F15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156F" w:rsidRDefault="002F156F" w:rsidP="002F15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156F" w:rsidRDefault="002F156F" w:rsidP="002F15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156F" w:rsidRDefault="002F156F" w:rsidP="002F15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156F" w:rsidRDefault="002F156F" w:rsidP="002F15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156F" w:rsidRDefault="002F156F" w:rsidP="002F15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156F" w:rsidRDefault="002F156F" w:rsidP="002F15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156F" w:rsidRDefault="002F156F" w:rsidP="002F15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156F" w:rsidRDefault="002F156F" w:rsidP="002F15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156F" w:rsidRDefault="002F156F" w:rsidP="002F15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156F" w:rsidRDefault="002F156F" w:rsidP="002F15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156F" w:rsidRDefault="002F156F" w:rsidP="002F15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156F" w:rsidRDefault="002F156F" w:rsidP="002F15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156F" w:rsidRDefault="002F156F" w:rsidP="002F15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156F" w:rsidRDefault="002F156F" w:rsidP="002F15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156F" w:rsidRDefault="002F156F" w:rsidP="002F15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156F" w:rsidRDefault="002F156F" w:rsidP="002F15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156F" w:rsidRDefault="002F156F" w:rsidP="002F15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156F" w:rsidRDefault="002F156F" w:rsidP="002F15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156F" w:rsidRDefault="002F156F" w:rsidP="002F15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156F" w:rsidRDefault="002F156F" w:rsidP="002F15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156F" w:rsidRDefault="002F156F" w:rsidP="002F15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156F" w:rsidRDefault="002F156F" w:rsidP="002F15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156F" w:rsidRDefault="002F156F" w:rsidP="002F15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F156F" w:rsidRDefault="002F156F" w:rsidP="002F15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F156F" w:rsidRDefault="002F156F" w:rsidP="002F15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F156F" w:rsidRDefault="002F156F" w:rsidP="002F15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F156F" w:rsidRDefault="002F156F" w:rsidP="002F15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F156F" w:rsidRDefault="002F156F" w:rsidP="002F15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F156F" w:rsidRDefault="002F156F" w:rsidP="002F15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F156F" w:rsidRDefault="002F156F" w:rsidP="002F15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F156F" w:rsidRDefault="002F156F" w:rsidP="002F15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F156F" w:rsidRDefault="002F156F" w:rsidP="002F15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F156F" w:rsidRDefault="002F156F" w:rsidP="002F15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F156F" w:rsidRDefault="002F156F" w:rsidP="002F15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F156F" w:rsidRDefault="002F156F" w:rsidP="002F15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F156F" w:rsidRDefault="002F156F" w:rsidP="002F15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F156F" w:rsidRDefault="002F156F" w:rsidP="002F15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F156F" w:rsidRDefault="002F156F" w:rsidP="002F15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F156F" w:rsidRDefault="002F156F" w:rsidP="002F15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F156F" w:rsidRDefault="002F156F" w:rsidP="002F15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F156F" w:rsidRDefault="002F156F" w:rsidP="002F15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F156F" w:rsidRDefault="002F156F" w:rsidP="002F15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F156F" w:rsidRDefault="002F156F" w:rsidP="002F15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F156F" w:rsidRDefault="002F156F" w:rsidP="002F15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F156F" w:rsidRDefault="002F156F" w:rsidP="002F15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F156F" w:rsidRDefault="002F156F" w:rsidP="002F15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F156F" w:rsidRDefault="002F156F" w:rsidP="002F15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F156F" w:rsidRDefault="002F156F" w:rsidP="002F15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F156F" w:rsidRDefault="002F156F" w:rsidP="002F15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F156F" w:rsidRDefault="002F156F" w:rsidP="002F15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F156F" w:rsidRDefault="002F156F" w:rsidP="002F15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F156F" w:rsidRDefault="002F156F" w:rsidP="002F15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F156F" w:rsidRDefault="002F156F" w:rsidP="002F15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F156F" w:rsidRDefault="002F156F" w:rsidP="002F15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F156F" w:rsidRDefault="002F156F" w:rsidP="002F15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F156F" w:rsidRDefault="002F156F" w:rsidP="002F15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F156F" w:rsidRDefault="002F156F" w:rsidP="002F15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F156F" w:rsidRDefault="002F156F" w:rsidP="002F15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F156F" w:rsidRDefault="002F156F" w:rsidP="002F156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F156F" w:rsidRDefault="002F156F" w:rsidP="002F15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F156F" w:rsidRDefault="002F156F" w:rsidP="002F15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F156F" w:rsidRDefault="002F156F" w:rsidP="002F15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F156F" w:rsidRDefault="002F156F" w:rsidP="002F15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F156F" w:rsidRDefault="002F156F" w:rsidP="002F15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F156F" w:rsidRDefault="002F156F" w:rsidP="002F15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F156F" w:rsidRDefault="002F156F" w:rsidP="002F156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F156F" w:rsidRPr="009F240F" w:rsidRDefault="002F156F" w:rsidP="002F156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№58</w:t>
      </w:r>
    </w:p>
    <w:p w:rsidR="002F156F" w:rsidRDefault="002F156F" w:rsidP="002F156F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F156F" w:rsidRDefault="002F156F" w:rsidP="002F156F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2F156F" w:rsidRDefault="002F156F" w:rsidP="002F156F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2F156F" w:rsidRDefault="002F156F" w:rsidP="002F156F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</w:p>
    <w:p w:rsidR="002F156F" w:rsidRDefault="002F156F" w:rsidP="002F156F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П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інчук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О.А.</w:t>
      </w:r>
    </w:p>
    <w:p w:rsidR="002F156F" w:rsidRDefault="002F156F" w:rsidP="002F156F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F156F" w:rsidRDefault="002F156F" w:rsidP="002F156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End"/>
    </w:p>
    <w:p w:rsidR="002F156F" w:rsidRDefault="002F156F" w:rsidP="002F156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інчук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О.А,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2F156F" w:rsidRDefault="002F156F" w:rsidP="002F156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2F156F" w:rsidRDefault="002F156F" w:rsidP="002F156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інчук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Олені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Анатоліївні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sz w:val="24"/>
          <w:szCs w:val="24"/>
        </w:rPr>
        <w:t xml:space="preserve">для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0,8320 га, яка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2F156F" w:rsidRDefault="002F156F" w:rsidP="002F156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інчук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Олені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Анатоліївні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, яка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зареєстрована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453D18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_______________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453D18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</w:t>
      </w:r>
      <w:bookmarkStart w:id="0" w:name="_GoBack"/>
      <w:bookmarkEnd w:id="0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0,8320 га,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6823982100:01:002:0024, </w:t>
      </w:r>
      <w:r>
        <w:rPr>
          <w:rFonts w:ascii="Times New Roman" w:eastAsia="Arial Unicode MS" w:hAnsi="Times New Roman"/>
          <w:sz w:val="24"/>
          <w:szCs w:val="24"/>
        </w:rPr>
        <w:t xml:space="preserve">для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яка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2F156F" w:rsidRDefault="002F156F" w:rsidP="002F156F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</w:t>
      </w:r>
      <w:proofErr w:type="spellStart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інчук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О.А,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якій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передана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2F156F" w:rsidRPr="002F156F" w:rsidRDefault="002F156F" w:rsidP="002F156F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2F156F" w:rsidRDefault="002F156F" w:rsidP="002F156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82C56" w:rsidRPr="002F156F" w:rsidRDefault="002F156F" w:rsidP="002F156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голова                                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МИХАЛЮК</w:t>
      </w:r>
    </w:p>
    <w:sectPr w:rsidR="00382C56" w:rsidRPr="002F156F" w:rsidSect="002F156F">
      <w:pgSz w:w="12240" w:h="15840"/>
      <w:pgMar w:top="1440" w:right="1440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56F"/>
    <w:rsid w:val="00171A2E"/>
    <w:rsid w:val="002F156F"/>
    <w:rsid w:val="00304C90"/>
    <w:rsid w:val="00382C56"/>
    <w:rsid w:val="00453D18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F156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2F15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F156F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F156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2F15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F156F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274</Words>
  <Characters>1564</Characters>
  <Application>Microsoft Office Word</Application>
  <DocSecurity>0</DocSecurity>
  <Lines>13</Lines>
  <Paragraphs>3</Paragraphs>
  <ScaleCrop>false</ScaleCrop>
  <Company>Microsoft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2020-09-29T17:01:00Z</dcterms:created>
  <dcterms:modified xsi:type="dcterms:W3CDTF">2020-09-30T04:29:00Z</dcterms:modified>
</cp:coreProperties>
</file>