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9E" w:rsidRPr="00B623A8" w:rsidRDefault="00474B31" w:rsidP="0061109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109E" w:rsidRDefault="0061109E" w:rsidP="006110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61109E" w:rsidRDefault="0061109E" w:rsidP="006110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1109E" w:rsidRDefault="0061109E" w:rsidP="006110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№99</w:t>
      </w:r>
    </w:p>
    <w:p w:rsidR="0061109E" w:rsidRDefault="0061109E" w:rsidP="0061109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1109E" w:rsidRDefault="0061109E" w:rsidP="0061109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61109E" w:rsidRDefault="0061109E" w:rsidP="0061109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61109E" w:rsidRDefault="0061109E" w:rsidP="006110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Р.І.</w:t>
      </w:r>
    </w:p>
    <w:p w:rsidR="0061109E" w:rsidRDefault="0061109E" w:rsidP="006110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109E" w:rsidRDefault="0061109E" w:rsidP="006110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сільська   рада    </w:t>
      </w:r>
    </w:p>
    <w:p w:rsidR="0061109E" w:rsidRDefault="0061109E" w:rsidP="006110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1109E" w:rsidRDefault="0061109E" w:rsidP="006110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0,3000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61109E" w:rsidRDefault="0061109E" w:rsidP="006110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474B3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74B3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0,3000 га, кадастровий номер: 6823982100:03:012:0188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61109E" w:rsidRDefault="0061109E" w:rsidP="0061109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якому передана земельна ділянка у власність, посвідчити право власності  в установленому  законом порядку.</w:t>
      </w:r>
    </w:p>
    <w:p w:rsidR="0061109E" w:rsidRPr="0061109E" w:rsidRDefault="0061109E" w:rsidP="0061109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1109E" w:rsidRDefault="0061109E" w:rsidP="006110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5ECA" w:rsidRPr="0061109E" w:rsidRDefault="0061109E" w:rsidP="006110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45ECA" w:rsidRPr="0061109E" w:rsidSect="0061109E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1109E"/>
    <w:rsid w:val="00171A2E"/>
    <w:rsid w:val="00304C90"/>
    <w:rsid w:val="00345ECA"/>
    <w:rsid w:val="00474B31"/>
    <w:rsid w:val="00505B6D"/>
    <w:rsid w:val="0061109E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9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1109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1109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1109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295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2020-12-02T07:14:00Z</dcterms:created>
  <dcterms:modified xsi:type="dcterms:W3CDTF">2020-12-02T07:21:00Z</dcterms:modified>
</cp:coreProperties>
</file>