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EC0" w:rsidRDefault="00AB0EC0" w:rsidP="00AB0EC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2680970</wp:posOffset>
                </wp:positionH>
                <wp:positionV relativeFrom="paragraph">
                  <wp:posOffset>83820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EC0" w:rsidRDefault="00AB0EC0" w:rsidP="00AB0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1.1pt;margin-top:6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ASYtOy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B0EC0" w:rsidRDefault="00AB0EC0" w:rsidP="00AB0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B0EC0" w:rsidRDefault="00AB0EC0" w:rsidP="00AB0EC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AB0EC0" w:rsidRDefault="00AB0EC0" w:rsidP="00AB0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0EC0" w:rsidRDefault="00AB0EC0" w:rsidP="00AB0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0EC0" w:rsidRDefault="00AB0EC0" w:rsidP="00AB0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0EC0" w:rsidRDefault="00AB0EC0" w:rsidP="00AB0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B0EC0" w:rsidRDefault="00AB0EC0" w:rsidP="00AB0EC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B0EC0" w:rsidRDefault="00AB0EC0" w:rsidP="00AB0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B0EC0" w:rsidRDefault="00AB0EC0" w:rsidP="00AB0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B0EC0" w:rsidRDefault="00AB0EC0" w:rsidP="00AB0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0EC0" w:rsidRDefault="00AB0EC0" w:rsidP="00AB0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B0EC0" w:rsidRDefault="00AB0EC0" w:rsidP="00AB0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0EC0" w:rsidRDefault="00AB0EC0" w:rsidP="00AB0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B0EC0" w:rsidRDefault="00AB0EC0" w:rsidP="00AB0EC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B0EC0" w:rsidRPr="00054EE7" w:rsidRDefault="00AB0EC0" w:rsidP="00AB0EC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112</w:t>
      </w:r>
    </w:p>
    <w:p w:rsidR="00AB0EC0" w:rsidRDefault="00AB0EC0" w:rsidP="00AB0EC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B0EC0" w:rsidRPr="00054EE7" w:rsidRDefault="00AB0EC0" w:rsidP="00AB0EC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AB0EC0" w:rsidRPr="00054EE7" w:rsidRDefault="00AB0EC0" w:rsidP="00AB0EC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технічної документації  з нормативної </w:t>
      </w:r>
    </w:p>
    <w:p w:rsidR="00AB0EC0" w:rsidRPr="00054EE7" w:rsidRDefault="00AB0EC0" w:rsidP="00AB0EC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грошової оцінки земель </w:t>
      </w:r>
      <w:proofErr w:type="spellStart"/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с.Лисиче</w:t>
      </w:r>
      <w:proofErr w:type="spellEnd"/>
    </w:p>
    <w:p w:rsidR="00AB0EC0" w:rsidRPr="00054EE7" w:rsidRDefault="00AB0EC0" w:rsidP="00AB0EC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Крупецької</w:t>
      </w:r>
      <w:proofErr w:type="spellEnd"/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сільської ради </w:t>
      </w:r>
    </w:p>
    <w:p w:rsidR="00AB0EC0" w:rsidRPr="00054EE7" w:rsidRDefault="00AB0EC0" w:rsidP="00AB0EC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Шепетівського району Хмельницької області</w:t>
      </w:r>
    </w:p>
    <w:p w:rsidR="00AB0EC0" w:rsidRPr="00054EE7" w:rsidRDefault="00AB0EC0" w:rsidP="00AB0EC0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B0EC0" w:rsidRPr="00054EE7" w:rsidRDefault="00AB0EC0" w:rsidP="00AB0EC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статті 12 Земельного кодексу України, Закону України «Про землеустрій», Закону України «Про оцінку земель» , сільська рада</w:t>
      </w:r>
    </w:p>
    <w:p w:rsidR="00AB0EC0" w:rsidRPr="00054EE7" w:rsidRDefault="00AB0EC0" w:rsidP="00AB0EC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AB0EC0" w:rsidRPr="00054EE7" w:rsidRDefault="00AB0EC0" w:rsidP="00AB0EC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</w:t>
      </w:r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 на виготовлення технічної  документації  з нормативної  грошової  оцінки земель </w:t>
      </w:r>
      <w:proofErr w:type="spellStart"/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>с.Лисиче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 Шепетівського району Хмельницької області</w:t>
      </w:r>
    </w:p>
    <w:p w:rsidR="00AB0EC0" w:rsidRPr="00054EE7" w:rsidRDefault="00AB0EC0" w:rsidP="00AB0EC0">
      <w:pPr>
        <w:tabs>
          <w:tab w:val="left" w:pos="416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2.Уповноважити сільського голову укласти від  імені </w:t>
      </w:r>
      <w:proofErr w:type="spellStart"/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сільської ради договір на виготовлення технічної документації  з нормативної грошової оцінки земель </w:t>
      </w:r>
      <w:proofErr w:type="spellStart"/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>с.Лисиче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>Шепетівського району Хмельницької області з організацією, яка  має дозвіл (ліцензію) на право проведення відповідних робіт.</w:t>
      </w:r>
    </w:p>
    <w:p w:rsidR="00AB0EC0" w:rsidRPr="00054EE7" w:rsidRDefault="00AB0EC0" w:rsidP="00AB0EC0">
      <w:pPr>
        <w:tabs>
          <w:tab w:val="left" w:pos="416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>3.Розроблену технічну документацію з нормативно грошової оцінки земель подати на затвердження сесії сільської ради згідно  чинного законодавства.</w:t>
      </w:r>
    </w:p>
    <w:p w:rsidR="00AB0EC0" w:rsidRPr="00054EE7" w:rsidRDefault="00AB0EC0" w:rsidP="00AB0EC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B0EC0" w:rsidRPr="00054EE7" w:rsidRDefault="00AB0EC0" w:rsidP="00AB0EC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B0EC0" w:rsidRPr="00054EE7" w:rsidRDefault="00AB0EC0" w:rsidP="00AB0EC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p w:rsidR="002F5502" w:rsidRPr="00AB0EC0" w:rsidRDefault="00AB0EC0" w:rsidP="00AB0EC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  голова                                                                            Валерій  МИХАЛЮК</w:t>
      </w:r>
    </w:p>
    <w:sectPr w:rsidR="002F5502" w:rsidRPr="00AB0EC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EC0"/>
    <w:rsid w:val="002F5502"/>
    <w:rsid w:val="00AB0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C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B0EC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B0EC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B0EC0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EC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B0EC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B0EC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B0EC0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256</Words>
  <Characters>1460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2021-07-28T12:47:00Z</dcterms:created>
  <dcterms:modified xsi:type="dcterms:W3CDTF">2021-07-28T12:48:00Z</dcterms:modified>
</cp:coreProperties>
</file>