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80D" w:rsidRDefault="00AF780D" w:rsidP="00AF780D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A300849" wp14:editId="0FBA91EB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5683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5684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80D" w:rsidRDefault="00AF780D" w:rsidP="00AF78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85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780D" w:rsidRDefault="00AF780D" w:rsidP="00AF78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86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80D" w:rsidRDefault="00AF780D" w:rsidP="00AF78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87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780D" w:rsidRDefault="00AF780D" w:rsidP="00AF78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88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80D" w:rsidRDefault="00AF780D" w:rsidP="00AF78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89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780D" w:rsidRDefault="00AF780D" w:rsidP="00AF78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90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80D" w:rsidRDefault="00AF780D" w:rsidP="00AF78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91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780D" w:rsidRDefault="00AF780D" w:rsidP="00AF78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92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80D" w:rsidRDefault="00AF780D" w:rsidP="00AF78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93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780D" w:rsidRDefault="00AF780D" w:rsidP="00AF78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94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80D" w:rsidRDefault="00AF780D" w:rsidP="00AF78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95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780D" w:rsidRDefault="00AF780D" w:rsidP="00AF78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96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80D" w:rsidRDefault="00AF780D" w:rsidP="00AF78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97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780D" w:rsidRDefault="00AF780D" w:rsidP="00AF78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98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80D" w:rsidRDefault="00AF780D" w:rsidP="00AF78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99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780D" w:rsidRDefault="00AF780D" w:rsidP="00AF78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00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80D" w:rsidRDefault="00AF780D" w:rsidP="00AF78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01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780D" w:rsidRDefault="00AF780D" w:rsidP="00AF78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02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80D" w:rsidRDefault="00AF780D" w:rsidP="00AF78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03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780D" w:rsidRDefault="00AF780D" w:rsidP="00AF78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0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80D" w:rsidRDefault="00AF780D" w:rsidP="00AF78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05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80D" w:rsidRDefault="00AF780D" w:rsidP="00AF78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06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80D" w:rsidRDefault="00AF780D" w:rsidP="00AF78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07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80D" w:rsidRDefault="00AF780D" w:rsidP="00AF78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08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80D" w:rsidRDefault="00AF780D" w:rsidP="00AF78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09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80D" w:rsidRDefault="00AF780D" w:rsidP="00AF78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10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80D" w:rsidRDefault="00AF780D" w:rsidP="00AF78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1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80D" w:rsidRDefault="00AF780D" w:rsidP="00AF78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12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80D" w:rsidRDefault="00AF780D" w:rsidP="00AF78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13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80D" w:rsidRDefault="00AF780D" w:rsidP="00AF78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uSdcMA&#10;AADdAAAADwAAAGRycy9kb3ducmV2LnhtbESPzarCMBSE94LvEI7gTtPrb+k1ioiKC0HU6/7QHNty&#10;m5PSRK1vbwTB5TAz3zCzRWNKcafaFZYV/PQjEMSp1QVnCv7Om14MwnlkjaVlUvAkB4t5uzXDRNsH&#10;H+l+8pkIEHYJKsi9rxIpXZqTQde3FXHwrrY26IOsM6lrfAS4KeUgiibSYMFhIceKVjml/6ebUWCH&#10;293+kg2OwzVPPS8P8fXS7JXqdprlLwhPjf+GP+2dVjCexCN4vwlPQM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buSd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F780D" w:rsidRDefault="00AF780D" w:rsidP="00AF78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Hz4MgA&#10;AADdAAAADwAAAGRycy9kb3ducmV2LnhtbESPQWsCMRSE74X+h/AKXqRmW3C1W6OIsNp6ELSFXh+b&#10;183WzcuSRN3665tCocdhZr5hZovetuJMPjSOFTyMMhDEldMN1wre38r7KYgQkTW2jknBNwVYzG9v&#10;Zlhod+E9nQ+xFgnCoUAFJsaukDJUhiyGkeuIk/fpvMWYpK+l9nhJcNvKxyzLpcWG04LBjlaGquPh&#10;ZBV8lTvzsZpc1374tKfrsNxu2tdcqcFdv3wGEamP/+G/9otWMM6nY/h9k56AnP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A4fPg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F780D" w:rsidRDefault="00AF780D" w:rsidP="00AF78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sP6MMA&#10;AADdAAAADwAAAGRycy9kb3ducmV2LnhtbESP3YrCMBCF74V9hzALeyOaqlikGkUWXcQbqfoAQzM2&#10;ZZtJaaLtvv1GELw8nJ+Ps9r0thYPan3lWMFknIAgLpyuuFRwvexHCxA+IGusHZOCP/KwWX8MVphp&#10;13FOj3MoRRxhn6ECE0KTSekLQxb92DXE0bu51mKIsi2lbrGL47aW0yRJpcWKI8FgQ9+Git/z3UbI&#10;aYan46277H967HB3NDzc5kp9ffbbJYhAfXiHX+2DVjBPFyk838QnIN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esP6M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F780D" w:rsidRDefault="00AF780D" w:rsidP="00AF78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x/08YA&#10;AADdAAAADwAAAGRycy9kb3ducmV2LnhtbESPQUsDMRSE74L/ITzBm81a7LasTUtpFUTw0FYQb4/N&#10;6+7i5iUkz+76740g9DjMzDfMcj26Xp0pps6zgftJAYq49rbjxsD78fluASoJssXeMxn4oQTr1fXV&#10;EivrB97T+SCNyhBOFRpoRUKldapbcpgmPhBn7+SjQ8kyNtpGHDLc9XpaFKV22HFeaDHQtqX66/Dt&#10;DLwNT+F1Xs5O4TM+THXaWfnYijG3N+PmEZTQKJfwf/vFGpiVizn8vclPQK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xx/0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F780D" w:rsidRDefault="00AF780D" w:rsidP="00AF78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g+AcEA&#10;AADdAAAADwAAAGRycy9kb3ducmV2LnhtbERPzWrCQBC+F/oOyxS8lLpRUSR1FRGV4kXUPsCQHbOh&#10;2dmQXU18+85B8Pjx/S9Wva/VndpYBTYwGmagiItgKy4N/F52X3NQMSFbrAOTgQdFWC3f3xaY29Dx&#10;ie7nVCoJ4ZijAZdSk2sdC0ce4zA0xMJdQ+sxCWxLbVvsJNzXepxlM+2xYmlw2NDGUfF3vnkpOU7w&#10;eLh2l92+xw63B8ef65Mxg49+/Q0qUZ9e4qf7xxqYzuYyV97IE9D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84PgHBAAAA3Q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F780D" w:rsidRDefault="00AF780D" w:rsidP="00AF78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9OOsYA&#10;AADdAAAADwAAAGRycy9kb3ducmV2LnhtbESPQUsDMRSE70L/Q3gFbzZrsdu6Ni1SFUTooVUQb4/N&#10;6+7i5iUkz+76740geBxm5htmvR1dr84UU+fZwPWsAEVce9txY+Dt9elqBSoJssXeMxn4pgTbzeRi&#10;jZX1Ax/ofJRGZQinCg20IqHSOtUtOUwzH4izd/LRoWQZG20jDhnuej0vilI77DgvtBho11L9efxy&#10;BvbDY3hZlotT+Ig3c50erLzvxJjL6Xh/B0polP/wX/vZGliUq1v4fZOfgN7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c9OO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F780D" w:rsidRDefault="00AF780D" w:rsidP="00AF78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zRBMMA&#10;AADdAAAADwAAAGRycy9kb3ducmV2LnhtbERPW2vCMBR+F/Yfwhn4Mma6ibJVo8xBUJggXmCvh+bY&#10;FpuTkkTb/fvlQfDx47vPl71txI18qB0reBtlIIgLZ2ouFZyO+vUDRIjIBhvHpOCPAiwXT4M55sZ1&#10;vKfbIZYihXDIUUEVY5tLGYqKLIaRa4kTd3beYkzQl9J47FK4beR7lk2lxZpTQ4UtfVdUXA5Xq2C1&#10;68qxfylWvfs5r38nWhu91UoNn/uvGYhIfXyI7+6NUTCZfqb96U16An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6zRBM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F780D" w:rsidRDefault="00AF780D" w:rsidP="00AF78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gu2sQA&#10;AADdAAAADwAAAGRycy9kb3ducmV2LnhtbESP0WoCMRRE3wv+Q7gF32pWqaJbo4hlQcSXqh9w2dxu&#10;tm5uliSu698bQejjMDNnmOW6t43oyIfasYLxKANBXDpdc6XgfCo+5iBCRNbYOCYFdwqwXg3elphr&#10;d+Mf6o6xEgnCIUcFJsY2lzKUhiyGkWuJk/frvMWYpK+k9nhLcNvISZbNpMWa04LBlraGysvxahUU&#10;+8mhu1y1L9ym/7Q0NX/zb6PU8L3ffIGI1Mf/8Ku90wqms8UYnm/SE5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YLtr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F780D" w:rsidRDefault="00AF780D" w:rsidP="00AF78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Lq6McA&#10;AADdAAAADwAAAGRycy9kb3ducmV2LnhtbESP3WoCMRSE74W+QziF3pSa1aLUrVG0ECpUEH/A28Pm&#10;uLt0c7Ikqbt9e1MoeDnMzDfMfNnbRlzJh9qxgtEwA0FcOFNzqeB01C9vIEJENtg4JgW/FGC5eBjM&#10;MTeu4z1dD7EUCcIhRwVVjG0uZSgqshiGriVO3sV5izFJX0rjsUtw28hxlk2lxZrTQoUtfVRUfB9+&#10;rIL1ritf/XOx7t3X5fM80drorVbq6bFfvYOI1Md7+L+9MQom09kY/t6kJyA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wy6uj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F780D" w:rsidRDefault="00AF780D" w:rsidP="00AF78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YVNsQA&#10;AADdAAAADwAAAGRycy9kb3ducmV2LnhtbESP3WoCMRSE7wu+QziCdzWrVbFbo4hlQUpv/HmAw+Z0&#10;s3VzsiRxXd/eCIVeDjPzDbPa9LYRHflQO1YwGWcgiEuna64UnE/F6xJEiMgaG8ek4E4BNuvBywpz&#10;7W58oO4YK5EgHHJUYGJscylDachiGLuWOHk/zluMSfpKao+3BLeNnGbZQlqsOS0YbGlnqLwcr1ZB&#10;8TX97i5X7Qu37WeW5uZ3+WmUGg377QeISH38D/+191rBfPH+Bs836QnI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FTb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F780D" w:rsidRDefault="00AF780D" w:rsidP="00AF78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qXZMIA&#10;AADdAAAADwAAAGRycy9kb3ducmV2LnhtbESP3YrCMBSE7wXfIRzBO039qex2jSKCopdWH+DQnG2L&#10;zUltoq1vbwTBy2FmvmGW685U4kGNKy0rmIwjEMSZ1SXnCi7n3egHhPPIGivLpOBJDtarfm+JibYt&#10;n+iR+lwECLsEFRTe14mULivIoBvbmjh4/7Yx6INscqkbbAPcVHIaRQtpsOSwUGBN24Kya3o3CubP&#10;dn9L42u004Ymx1l9ZJ/FSg0H3eYPhKfOf8Of9kEriBe/c3i/CU9Ar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apdk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F780D" w:rsidRDefault="00AF780D" w:rsidP="00AF78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Qr48MA&#10;AADdAAAADwAAAGRycy9kb3ducmV2LnhtbESPzarCMBSE94LvEI7gTlMFy7UaRRRFXN1bf9aH5tgW&#10;m5PSRK1vby4ILoeZ+YaZL1tTiQc1rrSsYDSMQBBnVpecKzgdt4MfEM4ja6wsk4IXOVguup05Jto+&#10;+Y8eqc9FgLBLUEHhfZ1I6bKCDLqhrYmDd7WNQR9kk0vd4DPATSXHURRLgyWHhQJrWheU3dK7UXCP&#10;L+MTXw/6N928dtPNduXkOVeq32tXMxCeWv8Nf9p7rWASTyfw/yY8Abl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LQr48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F780D" w:rsidRDefault="00AF780D" w:rsidP="00AF78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XKk8gA&#10;AADdAAAADwAAAGRycy9kb3ducmV2LnhtbESPQU/CQBSE7yb+h80z8SZbFTZQWYiQkAAHGgEP3p7d&#10;Z1vtvi3dBcq/Z01MPE5m5pvMeNrZWpyo9ZVjDY+9BARx7kzFhYb9bvEwBOEDssHaMWm4kIfp5PZm&#10;jKlxZ36j0zYUIkLYp6ihDKFJpfR5SRZ9zzXE0ftyrcUQZVtI0+I5wm0tn5JESYsVx4USG5qXlP9s&#10;j1bDezZUo2y26n+vN5/4bM3hw1RK6/u77vUFRKAu/If/2kujYaBGCn7fxCcgJ1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0xcqT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F780D" w:rsidRDefault="00AF780D" w:rsidP="00AF78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Gt+8YA&#10;AADdAAAADwAAAGRycy9kb3ducmV2LnhtbESPQWvCQBSE7wX/w/KE3urG1KYa3YitVKUnawWvj+wz&#10;CWbfhuxWY399tyB4HGbmG2Y270wtztS6yrKC4SACQZxbXXGhYP/98TQG4TyyxtoyKbiSg3nWe5hh&#10;qu2Fv+i884UIEHYpKii9b1IpXV6SQTewDXHwjrY16INsC6lbvAS4qWUcRYk0WHFYKLGh95Ly0+7H&#10;KPhNDrh16/ht+aw9XUfjlf3crpR67HeLKQhPnb+Hb+2NVvCSTF7h/014AjL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vGt+8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F780D" w:rsidRDefault="00AF780D" w:rsidP="00AF78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ZqMcAA&#10;AADdAAAADwAAAGRycy9kb3ducmV2LnhtbERPzYrCMBC+L/gOYQRva6qoaDWKLAre1OoDDM2YFptJ&#10;bbJafXpzEDx+fP+LVWsrcafGl44VDPoJCOLc6ZKNgvNp+zsF4QOyxsoxKXiSh9Wy87PAVLsHH+me&#10;BSNiCPsUFRQh1KmUPi/Iou+7mjhyF9dYDBE2RuoGHzHcVnKYJBNpseTYUGBNfwXl1+zfKri54Vi3&#10;2Qb3183sUBozur2OI6V63XY9BxGoDV/xx73TCsaTWZwb38QnIJ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ZqMcAAAADdAAAADwAAAAAAAAAAAAAAAACYAgAAZHJzL2Rvd25y&#10;ZXYueG1sUEsFBgAAAAAEAAQA9QAAAIU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F780D" w:rsidRDefault="00AF780D" w:rsidP="00AF78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tFwsUA&#10;AADdAAAADwAAAGRycy9kb3ducmV2LnhtbESPzW7CMBCE70h9B2srcQOnIFKSYhBFQuLKz6HHrb0k&#10;aeN1GrsQeHqMhMRxNDPfaGaLztbiRK2vHCt4GyYgiLUzFRcKDvv1YArCB2SDtWNScCEPi/lLb4a5&#10;cWfe0mkXChEh7HNUUIbQ5FJ6XZJFP3QNcfSOrrUYomwLaVo8R7it5ShJUmmx4rhQYkOrkvTv7t8q&#10;2FTfNEn1MbPTT739uv6F8fuPUar/2i0/QATqwjP8aG+MgkmaZXB/E5+An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20XC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F780D" w:rsidRDefault="00AF780D" w:rsidP="00AF78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OFscYA&#10;AADdAAAADwAAAGRycy9kb3ducmV2LnhtbESPT0sDMRDF74LfIYzQm00s1Na1abGCoPQPtIpeh824&#10;WdxMlk3cbr995yB4nJk3773fYjWERvXUpTqyhbuxAUVcRldzZeHj/eV2DiplZIdNZLJwpgSr5fXV&#10;AgsXT3yg/pgrJSacCrTgc24LrVPpKWAax5ZYbt+xC5hl7CrtOjyJeWj0xJh7HbBmSfDY0rOn8uf4&#10;Gyz0uD+bL7/ePbzV23KyX39unOzt6GZ4egSVacj/4r/vV2dhOjPSX2iEBPTy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wOFsc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F780D" w:rsidRDefault="00AF780D" w:rsidP="00AF78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SeSsQA&#10;AADdAAAADwAAAGRycy9kb3ducmV2LnhtbESPQUvDQBSE70L/w/IK3uymgarEbkspVHrU6MHjM/ua&#10;Tc2+F3bXJvrrXUHwOMzMN8x6O/leXSjETtjAclGAIm7EdtwaeH053NyDignZYi9MBr4ownYzu1pj&#10;ZWXkZ7rUqVUZwrFCAy6lodI6No48xoUMxNk7SfCYsgyttgHHDPe9LoviVnvsOC84HGjvqPmoP72B&#10;8bF5P5enN+u+wyCH+knOZS/GXM+n3QOoRFP6D/+1j9bA6q5Ywu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F0nkr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F780D" w:rsidRDefault="00AF780D" w:rsidP="00AF78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1GmscA&#10;AADdAAAADwAAAGRycy9kb3ducmV2LnhtbESPW2sCMRSE3wv9D+EUfKtZF7ywGsVqBZGKeOn76ea4&#10;u21ysmyibv99UxB8HGbmG2Yya60RV2p85VhBr5uAIM6drrhQcDquXkcgfEDWaByTgl/yMJs+P00w&#10;0+7Ge7oeQiEihH2GCsoQ6kxKn5dk0XddTRy9s2sshiibQuoGbxFujUyTZCAtVhwXSqxpUVL+c7hY&#10;Bavd0nyn2/38U4bF+/DLjDZvyw+lOi/tfAwiUBse4Xt7rRX0h0kK/2/iE5DT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/NRpr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F780D" w:rsidRDefault="00AF780D" w:rsidP="00AF78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YuuMYA&#10;AADdAAAADwAAAGRycy9kb3ducmV2LnhtbESPW4vCMBSE3wX/QzjCvoimrnihGkUE0YUVvIGvx+bY&#10;FpuT0mRr999vFgQfh5n5hpkvG1OImiqXW1Yw6EcgiBOrc04VXM6b3hSE88gaC8uk4JccLBft1hxj&#10;bZ98pPrkUxEg7GJUkHlfxlK6JCODrm9L4uDdbWXQB1mlUlf4DHBTyM8oGkuDOYeFDEtaZ5Q8Tj9G&#10;QX34vqW72pVfj2nXjYa37Xavr0p9dJrVDISnxr/Dr/ZOKxhNoiH8vwlPQC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SYuu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F780D" w:rsidRDefault="00AF780D" w:rsidP="00AF78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7KBccA&#10;AADdAAAADwAAAGRycy9kb3ducmV2LnhtbESPQWsCMRSE7wX/Q3hCbzWpaKurUbQg9CJU60Fvz83r&#10;7uLmZU2ibv31TaHQ4zAz3zDTeWtrcSUfKscannsKBHHuTMWFht3n6mkEIkRkg7Vj0vBNAeazzsMU&#10;M+NuvKHrNhYiQThkqKGMscmkDHlJFkPPNcTJ+3LeYkzSF9J4vCW4rWVfqRdpseK0UGJDbyXlp+3F&#10;aliOR8vzx4DX983xQIf98TTse6X1Y7ddTEBEauN/+K/9bjQMX9UAft+kJyBn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ZuygXHAAAA3QAAAA8AAAAAAAAAAAAAAAAAmAIAAGRy&#10;cy9kb3ducmV2LnhtbFBLBQYAAAAABAAEAPUAAACMAwAAAAA=&#10;" fillcolor="black" stroked="f">
                  <v:textbox>
                    <w:txbxContent>
                      <w:p w:rsidR="00AF780D" w:rsidRDefault="00AF780D" w:rsidP="00AF78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uskMcA&#10;AADdAAAADwAAAGRycy9kb3ducmV2LnhtbESPzWvCQBTE7wX/h+UJvdWNQqxEV9F+gFA9+HHw+Mw+&#10;kyXZtyG71di/vlsoeBxm5jfMbNHZWlyp9caxguEgAUGcO224UHA8fL5MQPiArLF2TAru5GEx7z3N&#10;MNPuxju67kMhIoR9hgrKEJpMSp+XZNEPXEMcvYtrLYYo20LqFm8Rbms5SpKxtGg4LpTY0FtJebX/&#10;tgpOX2Mz2RkanTc/qw+9SavV9r1S6rnfLacgAnXhEf5vr7WC9DVJ4e9NfAJy/g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kLrJD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F780D" w:rsidRDefault="00AF780D" w:rsidP="00AF78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wMUsYA&#10;AADdAAAADwAAAGRycy9kb3ducmV2LnhtbESPQUsDMRSE74L/ITzBm00UbJdts0tRRC8erIrXx+Z1&#10;s+7mZU3SdttfbwqCx2FmvmFW9eQGsacQO88abmcKBHHjTcetho/3p5sCREzIBgfPpOFIEerq8mKF&#10;pfEHfqP9JrUiQziWqMGmNJZSxsaSwzjzI3H2tj44TFmGVpqAhwx3g7xTai4ddpwXLI70YKnpNzun&#10;Iay/HvsT7z57dXo9xufv6adAq/X11bRegkg0pf/wX/vFaLhfqDmc3+QnI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TwMU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F780D" w:rsidRDefault="00AF780D" w:rsidP="00AF78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QMe8YA&#10;AADdAAAADwAAAGRycy9kb3ducmV2LnhtbESP3UoDMRSE7wXfIRzBG7GJhbq6Ni0iFASL0J8HOG6O&#10;u4vJybI5bbc+fVMo9HKYmW+Y6XwIXu2pT21kC08jA4q4iq7l2sJ2s3h8AZUE2aGPTBaOlGA+u72Z&#10;YunigVe0X0utMoRTiRYaka7UOlUNBUyj2BFn7zf2ASXLvtaux0OGB6/HxjzrgC3nhQY7+mio+lvv&#10;ggU//vGvX0VaynGrl+Y/yOrh21l7fze8v4ESGuQavrQ/nYVJYQo4v8lPQM9O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yQMe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F780D" w:rsidRDefault="00AF780D" w:rsidP="00AF78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eXTcMA&#10;AADdAAAADwAAAGRycy9kb3ducmV2LnhtbERPu2rDMBTdC/0HcQvdGjmBtMG1HPIg4KVDnZSsN9aN&#10;ZSJdGUtJ3H59NRQ6Hs67WI7OihsNofOsYDrJQBA3XnfcKjjsdy8LECEia7SeScE3BViWjw8F5trf&#10;+ZNudWxFCuGQowITY59LGRpDDsPE98SJO/vBYUxwaKUe8J7CnZWzLHuVDjtODQZ72hhqLvXVKdjW&#10;vZ0dKrMOx6+P08lWPzs6bpV6fhpX7yAijfFf/OeutIL5W5bmpjfpCcj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eXTcMAAADd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F780D" w:rsidRDefault="00AF780D" w:rsidP="00AF78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x9Z8QA&#10;AADdAAAADwAAAGRycy9kb3ducmV2LnhtbESPQWsCMRSE70L/Q3gFb5ooVNutUUQUBE/qeujtkbzu&#10;bt28LJvUXf+9EQo9DjPzDbNY9a4WN2pD5VnDZKxAEBtvKy405Ofd6B1EiMgWa8+k4U4BVsuXwQIz&#10;6zs+0u0UC5EgHDLUUMbYZFIGU5LDMPYNcfK+feswJtkW0rbYJbir5VSpmXRYcVoosaFNSeZ6+nUa&#10;fnby4I1Cc8kv3d7Ov7YzqpXWw9d+/QkiUh//w3/tvdXwNlcf8HyTnoB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sfWf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F780D" w:rsidRDefault="00AF780D" w:rsidP="00AF78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bgCcIA&#10;AADdAAAADwAAAGRycy9kb3ducmV2LnhtbERPy4rCMBTdD/gP4QruNFXxQTWKDgwMI7Pwgbi8Nte2&#10;tLkpSdT692YxMMvDeS/XranFg5wvLSsYDhIQxJnVJecKTsev/hyED8gaa8uk4EUe1qvOxxJTbZ+8&#10;p8ch5CKGsE9RQRFCk0rps4IM+oFtiCN3s85giNDlUjt8xnBTy1GSTKXBkmNDgQ19FpRVh7tRcLnv&#10;+PY7/tm4bTjb9uir0XVeKdXrtpsFiEBt+Bf/ub+1gslsGPfHN/EJyNU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FuAJwgAAAN0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F780D" w:rsidRDefault="00AF780D" w:rsidP="00AF78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D/QMcA&#10;AADdAAAADwAAAGRycy9kb3ducmV2LnhtbESPQWsCMRSE74L/ITyhN82u1FZXo2hB6EWotod6e26e&#10;u4ubl20Sdeuvb4SCx2FmvmFmi9bU4kLOV5YVpIMEBHFudcWFgq/PdX8MwgdkjbVlUvBLHhbzbmeG&#10;mbZX3tJlFwoRIewzVFCG0GRS+rwkg35gG+LoHa0zGKJ0hdQOrxFuajlMkhdpsOK4UGJDbyXlp93Z&#10;KFhNxqufj2fe3LaHPe2/D6fR0CVKPfXa5RREoDY8wv/td61g9JqmcH8Tn4Cc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PA/0DHAAAA3QAAAA8AAAAAAAAAAAAAAAAAmAIAAGRy&#10;cy9kb3ducmV2LnhtbFBLBQYAAAAABAAEAPUAAACMAwAAAAA=&#10;" fillcolor="black" stroked="f">
                  <v:textbox>
                    <w:txbxContent>
                      <w:p w:rsidR="00AF780D" w:rsidRDefault="00AF780D" w:rsidP="00AF78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6bNsUA&#10;AADdAAAADwAAAGRycy9kb3ducmV2LnhtbESPQUsDMRSE74L/ITzBm822oi1r07IUxOJp2yq9vm6e&#10;m8XNy5LEdPvvjSD0OMzMN8xyPdpeJPKhc6xgOilAEDdOd9wq+Di8PixAhIissXdMCi4UYL26vVli&#10;qd2Zd5T2sRUZwqFEBSbGoZQyNIYshokbiLP35bzFmKVvpfZ4znDby1lRPEuLHecFgwNtDDXf+x+r&#10;IJ02dfWYjsns3n3Vele/fZ5qpe7vxuoFRKQxXsP/7a1W8DSfzuDvTX4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bps2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F780D" w:rsidRDefault="00AF780D" w:rsidP="00AF78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XeX8cA&#10;AADdAAAADwAAAGRycy9kb3ducmV2LnhtbESPQWvCQBSE7wX/w/IEb3UTpWpTVxGxxXqxjYX2+Mi+&#10;ZoPZtyG7jWl/vVso9DjMzDfMct3bWnTU+sqxgnScgCAunK64VPB2erxdgPABWWPtmBR8k4f1anCz&#10;xEy7C79Sl4dSRAj7DBWYEJpMSl8YsujHriGO3qdrLYYo21LqFi8Rbms5SZKZtFhxXDDY0NZQcc6/&#10;rAKfbnfvB/tz3308GT7mz2b2UhqlRsN+8wAiUB/+w3/tvVZwN0+n8PsmPgG5u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6l3l/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F780D" w:rsidRDefault="00AF780D" w:rsidP="00AF78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F780D" w:rsidRDefault="00AF780D" w:rsidP="00AF780D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AF780D" w:rsidRDefault="00AF780D" w:rsidP="00AF780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F780D" w:rsidRDefault="00AF780D" w:rsidP="00AF780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F780D" w:rsidRDefault="00AF780D" w:rsidP="00AF780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F780D" w:rsidRDefault="00AF780D" w:rsidP="00AF780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F780D" w:rsidRDefault="00AF780D" w:rsidP="00AF780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AF780D" w:rsidRDefault="00AF780D" w:rsidP="00AF780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F780D" w:rsidRDefault="00AF780D" w:rsidP="00AF780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F780D" w:rsidRDefault="00AF780D" w:rsidP="00AF780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AF780D" w:rsidRDefault="00AF780D" w:rsidP="00AF780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F780D" w:rsidRDefault="00AF780D" w:rsidP="00AF780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AF780D" w:rsidRDefault="00AF780D" w:rsidP="00AF780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F780D" w:rsidRDefault="00AF780D" w:rsidP="00AF780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№57</w:t>
      </w:r>
    </w:p>
    <w:p w:rsidR="00AF780D" w:rsidRPr="000D700B" w:rsidRDefault="00AF780D" w:rsidP="00AF780D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AF780D" w:rsidRPr="00554522" w:rsidRDefault="00AF780D" w:rsidP="00AF780D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554522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554522">
        <w:rPr>
          <w:rFonts w:ascii="Times New Roman" w:eastAsia="Calibri" w:hAnsi="Times New Roman" w:cs="Times New Roman"/>
          <w:b/>
          <w:sz w:val="24"/>
        </w:rPr>
        <w:t>наданнядозволу</w:t>
      </w:r>
      <w:proofErr w:type="spellEnd"/>
      <w:r w:rsidRPr="00554522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554522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</w:p>
    <w:p w:rsidR="00AF780D" w:rsidRPr="00554522" w:rsidRDefault="00AF780D" w:rsidP="00AF780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п</w:t>
      </w:r>
      <w:r w:rsidRPr="00554522">
        <w:rPr>
          <w:rFonts w:ascii="Times New Roman" w:eastAsia="Calibri" w:hAnsi="Times New Roman" w:cs="Times New Roman"/>
          <w:b/>
          <w:sz w:val="24"/>
        </w:rPr>
        <w:t>роєкту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554522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554522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554522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</w:p>
    <w:p w:rsidR="00AF780D" w:rsidRPr="00554522" w:rsidRDefault="00AF780D" w:rsidP="00AF780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554522">
        <w:rPr>
          <w:rFonts w:ascii="Times New Roman" w:eastAsia="Calibri" w:hAnsi="Times New Roman" w:cs="Times New Roman"/>
          <w:b/>
          <w:sz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554522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554522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</w:p>
    <w:p w:rsidR="00AF780D" w:rsidRPr="00554522" w:rsidRDefault="00AF780D" w:rsidP="00AF780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Рудик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С.А.</w:t>
      </w:r>
    </w:p>
    <w:p w:rsidR="00AF780D" w:rsidRPr="00554522" w:rsidRDefault="00AF780D" w:rsidP="00AF780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AF780D" w:rsidRPr="00554522" w:rsidRDefault="00AF780D" w:rsidP="00AF780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554522">
        <w:rPr>
          <w:rFonts w:ascii="Times New Roman" w:eastAsia="Calibri" w:hAnsi="Times New Roman" w:cs="Times New Roman"/>
          <w:sz w:val="24"/>
        </w:rPr>
        <w:t>до</w:t>
      </w:r>
      <w:proofErr w:type="gram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554522">
        <w:rPr>
          <w:rFonts w:ascii="Times New Roman" w:eastAsia="Calibri" w:hAnsi="Times New Roman" w:cs="Times New Roman"/>
          <w:sz w:val="24"/>
        </w:rPr>
        <w:t>пункту</w:t>
      </w:r>
      <w:proofErr w:type="gramEnd"/>
      <w:r w:rsidRPr="00554522">
        <w:rPr>
          <w:rFonts w:ascii="Times New Roman" w:eastAsia="Calibri" w:hAnsi="Times New Roman" w:cs="Times New Roman"/>
          <w:sz w:val="24"/>
        </w:rPr>
        <w:t xml:space="preserve"> 34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Україні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>», статей 12,</w:t>
      </w:r>
      <w:r>
        <w:rPr>
          <w:rFonts w:ascii="Times New Roman" w:eastAsia="Calibri" w:hAnsi="Times New Roman" w:cs="Times New Roman"/>
          <w:sz w:val="24"/>
        </w:rPr>
        <w:t>122,124,186</w:t>
      </w:r>
      <w:r w:rsidRPr="00554522">
        <w:rPr>
          <w:rFonts w:ascii="Times New Roman" w:eastAsia="Calibri" w:hAnsi="Times New Roman" w:cs="Times New Roman"/>
          <w:sz w:val="24"/>
        </w:rPr>
        <w:t xml:space="preserve"> Земельного кодексу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»,  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Рудик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С.А.</w:t>
      </w:r>
      <w:r w:rsidRPr="00554522">
        <w:rPr>
          <w:rFonts w:ascii="Times New Roman" w:eastAsia="Calibri" w:hAnsi="Times New Roman" w:cs="Times New Roman"/>
          <w:sz w:val="24"/>
        </w:rPr>
        <w:t xml:space="preserve">, 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рада </w:t>
      </w:r>
    </w:p>
    <w:p w:rsidR="00AF780D" w:rsidRPr="00B3230E" w:rsidRDefault="00AF780D" w:rsidP="00AF780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554522">
        <w:rPr>
          <w:rFonts w:ascii="Times New Roman" w:eastAsia="Calibri" w:hAnsi="Times New Roman" w:cs="Times New Roman"/>
          <w:sz w:val="24"/>
        </w:rPr>
        <w:t>ВИРІШИЛА:</w:t>
      </w:r>
    </w:p>
    <w:p w:rsidR="00AF780D" w:rsidRPr="00554522" w:rsidRDefault="00AF780D" w:rsidP="00AF780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554522">
        <w:rPr>
          <w:rFonts w:ascii="Times New Roman" w:eastAsia="Calibri" w:hAnsi="Times New Roman" w:cs="Times New Roman"/>
          <w:sz w:val="24"/>
        </w:rPr>
        <w:t xml:space="preserve">       1. </w:t>
      </w:r>
      <w:proofErr w:type="spellStart"/>
      <w:proofErr w:type="gramStart"/>
      <w:r w:rsidRPr="00554522">
        <w:rPr>
          <w:rFonts w:ascii="Times New Roman" w:eastAsia="Calibri" w:hAnsi="Times New Roman" w:cs="Times New Roman"/>
          <w:sz w:val="24"/>
        </w:rPr>
        <w:t>Надати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Рудик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Софії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Андріївні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>, як</w:t>
      </w:r>
      <w:r>
        <w:rPr>
          <w:rFonts w:ascii="Times New Roman" w:eastAsia="Calibri" w:hAnsi="Times New Roman" w:cs="Times New Roman"/>
          <w:sz w:val="24"/>
        </w:rPr>
        <w:t xml:space="preserve">а </w:t>
      </w:r>
      <w:proofErr w:type="spellStart"/>
      <w:r>
        <w:rPr>
          <w:rFonts w:ascii="Times New Roman" w:eastAsia="Calibri" w:hAnsi="Times New Roman" w:cs="Times New Roman"/>
          <w:sz w:val="24"/>
        </w:rPr>
        <w:t>зареєстрована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20581E">
        <w:rPr>
          <w:rFonts w:ascii="Times New Roman" w:eastAsia="Calibri" w:hAnsi="Times New Roman" w:cs="Times New Roman"/>
          <w:sz w:val="24"/>
          <w:lang w:val="uk-UA"/>
        </w:rPr>
        <w:t>________________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дозвіл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розробку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із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оренду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0,3500</w:t>
      </w:r>
      <w:r w:rsidRPr="00554522">
        <w:rPr>
          <w:rFonts w:ascii="Times New Roman" w:eastAsia="Calibri" w:hAnsi="Times New Roman" w:cs="Times New Roman"/>
          <w:sz w:val="24"/>
        </w:rPr>
        <w:t xml:space="preserve"> га, для </w:t>
      </w:r>
      <w:proofErr w:type="spellStart"/>
      <w:r w:rsidRPr="00554522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554522">
        <w:rPr>
          <w:rFonts w:ascii="Times New Roman" w:eastAsia="Calibri" w:hAnsi="Times New Roman" w:cs="Times New Roman"/>
          <w:sz w:val="24"/>
          <w:szCs w:val="24"/>
        </w:rPr>
        <w:t xml:space="preserve"> товарного </w:t>
      </w:r>
      <w:proofErr w:type="spellStart"/>
      <w:r w:rsidRPr="00554522">
        <w:rPr>
          <w:rFonts w:ascii="Times New Roman" w:eastAsia="Calibri" w:hAnsi="Times New Roman" w:cs="Times New Roman"/>
          <w:sz w:val="24"/>
          <w:szCs w:val="24"/>
        </w:rPr>
        <w:t>сільськогосподарського</w:t>
      </w:r>
      <w:proofErr w:type="spellEnd"/>
      <w:r w:rsidRPr="0055452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54522">
        <w:rPr>
          <w:rFonts w:ascii="Times New Roman" w:eastAsia="Calibri" w:hAnsi="Times New Roman" w:cs="Times New Roman"/>
          <w:sz w:val="24"/>
          <w:szCs w:val="24"/>
        </w:rPr>
        <w:t>виробництва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,  яка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розташована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Хмельницька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область,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4"/>
        </w:rPr>
        <w:t>Шепетівський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) район, в с. </w:t>
      </w:r>
      <w:proofErr w:type="spellStart"/>
      <w:r>
        <w:rPr>
          <w:rFonts w:ascii="Times New Roman" w:eastAsia="Calibri" w:hAnsi="Times New Roman" w:cs="Times New Roman"/>
          <w:sz w:val="24"/>
        </w:rPr>
        <w:t>Крупець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</w:rPr>
        <w:t>вулиця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Незалежності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</w:rPr>
        <w:t>будинок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2/2</w:t>
      </w:r>
      <w:r w:rsidRPr="00554522">
        <w:rPr>
          <w:rFonts w:ascii="Times New Roman" w:eastAsia="Calibri" w:hAnsi="Times New Roman" w:cs="Times New Roman"/>
          <w:sz w:val="24"/>
        </w:rPr>
        <w:t>.</w:t>
      </w:r>
      <w:proofErr w:type="gramEnd"/>
    </w:p>
    <w:p w:rsidR="00AF780D" w:rsidRPr="00554522" w:rsidRDefault="00AF780D" w:rsidP="00AF780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554522"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</w:rPr>
        <w:t>Рудик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С.А.</w:t>
      </w:r>
      <w:r w:rsidRPr="0055452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оренду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та подати на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розгляд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сесії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554522">
        <w:rPr>
          <w:rFonts w:ascii="Times New Roman" w:eastAsia="Calibri" w:hAnsi="Times New Roman" w:cs="Times New Roman"/>
          <w:sz w:val="24"/>
        </w:rPr>
        <w:t>ради</w:t>
      </w:r>
      <w:proofErr w:type="gramEnd"/>
      <w:r w:rsidRPr="00554522">
        <w:rPr>
          <w:rFonts w:ascii="Times New Roman" w:eastAsia="Calibri" w:hAnsi="Times New Roman" w:cs="Times New Roman"/>
          <w:sz w:val="24"/>
        </w:rPr>
        <w:t>.</w:t>
      </w:r>
    </w:p>
    <w:p w:rsidR="00AF780D" w:rsidRPr="00554522" w:rsidRDefault="00AF780D" w:rsidP="00AF780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4522">
        <w:rPr>
          <w:rFonts w:ascii="Times New Roman" w:eastAsia="Calibri" w:hAnsi="Times New Roman" w:cs="Times New Roman"/>
          <w:sz w:val="24"/>
          <w:szCs w:val="24"/>
        </w:rPr>
        <w:t xml:space="preserve">       3. Даний </w:t>
      </w:r>
      <w:proofErr w:type="spellStart"/>
      <w:r w:rsidRPr="00554522">
        <w:rPr>
          <w:rFonts w:ascii="Times New Roman" w:eastAsia="Calibri" w:hAnsi="Times New Roman" w:cs="Times New Roman"/>
          <w:sz w:val="24"/>
          <w:szCs w:val="24"/>
        </w:rPr>
        <w:t>дозвіл</w:t>
      </w:r>
      <w:proofErr w:type="spellEnd"/>
      <w:r w:rsidRPr="0055452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54522">
        <w:rPr>
          <w:rFonts w:ascii="Times New Roman" w:eastAsia="Calibri" w:hAnsi="Times New Roman" w:cs="Times New Roman"/>
          <w:sz w:val="24"/>
          <w:szCs w:val="24"/>
        </w:rPr>
        <w:t>дійсний</w:t>
      </w:r>
      <w:proofErr w:type="spellEnd"/>
      <w:r w:rsidRPr="00554522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554522">
        <w:rPr>
          <w:rFonts w:ascii="Times New Roman" w:eastAsia="Calibri" w:hAnsi="Times New Roman" w:cs="Times New Roman"/>
          <w:sz w:val="24"/>
          <w:szCs w:val="24"/>
        </w:rPr>
        <w:t>протязі</w:t>
      </w:r>
      <w:proofErr w:type="spellEnd"/>
      <w:r w:rsidRPr="00554522">
        <w:rPr>
          <w:rFonts w:ascii="Times New Roman" w:eastAsia="Calibri" w:hAnsi="Times New Roman" w:cs="Times New Roman"/>
          <w:sz w:val="24"/>
          <w:szCs w:val="24"/>
        </w:rPr>
        <w:t xml:space="preserve"> року з дня </w:t>
      </w:r>
      <w:proofErr w:type="spellStart"/>
      <w:r w:rsidRPr="00554522">
        <w:rPr>
          <w:rFonts w:ascii="Times New Roman" w:eastAsia="Calibri" w:hAnsi="Times New Roman" w:cs="Times New Roman"/>
          <w:sz w:val="24"/>
          <w:szCs w:val="24"/>
        </w:rPr>
        <w:t>прийняття</w:t>
      </w:r>
      <w:proofErr w:type="spellEnd"/>
      <w:r w:rsidRPr="0055452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54522">
        <w:rPr>
          <w:rFonts w:ascii="Times New Roman" w:eastAsia="Calibri" w:hAnsi="Times New Roman" w:cs="Times New Roman"/>
          <w:sz w:val="24"/>
          <w:szCs w:val="24"/>
        </w:rPr>
        <w:t>даного</w:t>
      </w:r>
      <w:proofErr w:type="spellEnd"/>
      <w:r w:rsidRPr="0055452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54522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554522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55452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F780D" w:rsidRPr="00554522" w:rsidRDefault="00AF780D" w:rsidP="00AF780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54522">
        <w:rPr>
          <w:rFonts w:ascii="Times New Roman" w:eastAsia="Arial Unicode MS" w:hAnsi="Times New Roman" w:cs="Times New Roman"/>
          <w:sz w:val="24"/>
          <w:szCs w:val="24"/>
        </w:rPr>
        <w:t xml:space="preserve">       4. Контроль за </w:t>
      </w:r>
      <w:proofErr w:type="spellStart"/>
      <w:r w:rsidRPr="00554522">
        <w:rPr>
          <w:rFonts w:ascii="Times New Roman" w:eastAsia="Arial Unicode MS" w:hAnsi="Times New Roman" w:cs="Times New Roman"/>
          <w:sz w:val="24"/>
          <w:szCs w:val="24"/>
        </w:rPr>
        <w:t>виконанням</w:t>
      </w:r>
      <w:proofErr w:type="spellEnd"/>
      <w:r w:rsidRPr="00554522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554522">
        <w:rPr>
          <w:rFonts w:ascii="Times New Roman" w:eastAsia="Arial Unicode MS" w:hAnsi="Times New Roman" w:cs="Times New Roman"/>
          <w:sz w:val="24"/>
          <w:szCs w:val="24"/>
        </w:rPr>
        <w:t>цього</w:t>
      </w:r>
      <w:proofErr w:type="spellEnd"/>
      <w:r w:rsidRPr="00554522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54522">
        <w:rPr>
          <w:rFonts w:ascii="Times New Roman" w:eastAsia="Arial Unicode MS" w:hAnsi="Times New Roman" w:cs="Times New Roman"/>
          <w:sz w:val="24"/>
          <w:szCs w:val="24"/>
        </w:rPr>
        <w:t>р</w:t>
      </w:r>
      <w:proofErr w:type="gramEnd"/>
      <w:r w:rsidRPr="00554522">
        <w:rPr>
          <w:rFonts w:ascii="Times New Roman" w:eastAsia="Arial Unicode MS" w:hAnsi="Times New Roman" w:cs="Times New Roman"/>
          <w:sz w:val="24"/>
          <w:szCs w:val="24"/>
        </w:rPr>
        <w:t>ішення</w:t>
      </w:r>
      <w:proofErr w:type="spellEnd"/>
      <w:r w:rsidRPr="00554522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554522">
        <w:rPr>
          <w:rFonts w:ascii="Times New Roman" w:eastAsia="Arial Unicode MS" w:hAnsi="Times New Roman" w:cs="Times New Roman"/>
          <w:sz w:val="24"/>
          <w:szCs w:val="24"/>
        </w:rPr>
        <w:t>покласти</w:t>
      </w:r>
      <w:proofErr w:type="spellEnd"/>
      <w:r w:rsidRPr="00554522">
        <w:rPr>
          <w:rFonts w:ascii="Times New Roman" w:eastAsia="Arial Unicode MS" w:hAnsi="Times New Roman" w:cs="Times New Roman"/>
          <w:sz w:val="24"/>
          <w:szCs w:val="24"/>
        </w:rPr>
        <w:t xml:space="preserve"> на </w:t>
      </w:r>
      <w:proofErr w:type="spellStart"/>
      <w:r w:rsidRPr="00554522">
        <w:rPr>
          <w:rFonts w:ascii="Times New Roman" w:eastAsia="Arial Unicode MS" w:hAnsi="Times New Roman" w:cs="Times New Roman"/>
          <w:sz w:val="24"/>
          <w:szCs w:val="24"/>
        </w:rPr>
        <w:t>постійну</w:t>
      </w:r>
      <w:proofErr w:type="spellEnd"/>
      <w:r w:rsidRPr="00554522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554522">
        <w:rPr>
          <w:rFonts w:ascii="Times New Roman" w:eastAsia="Arial Unicode MS" w:hAnsi="Times New Roman" w:cs="Times New Roman"/>
          <w:sz w:val="24"/>
          <w:szCs w:val="24"/>
        </w:rPr>
        <w:t>комісію</w:t>
      </w:r>
      <w:proofErr w:type="spellEnd"/>
      <w:r w:rsidRPr="00554522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554522">
        <w:rPr>
          <w:rFonts w:ascii="Times New Roman" w:eastAsia="Arial Unicode MS" w:hAnsi="Times New Roman" w:cs="Times New Roman"/>
          <w:sz w:val="24"/>
          <w:szCs w:val="24"/>
        </w:rPr>
        <w:t>сільської</w:t>
      </w:r>
      <w:proofErr w:type="spellEnd"/>
      <w:r w:rsidRPr="00554522">
        <w:rPr>
          <w:rFonts w:ascii="Times New Roman" w:eastAsia="Arial Unicode MS" w:hAnsi="Times New Roman" w:cs="Times New Roman"/>
          <w:sz w:val="24"/>
          <w:szCs w:val="24"/>
        </w:rPr>
        <w:t xml:space="preserve"> ради з </w:t>
      </w:r>
      <w:proofErr w:type="spellStart"/>
      <w:r w:rsidRPr="00554522">
        <w:rPr>
          <w:rFonts w:ascii="Times New Roman" w:eastAsia="Arial Unicode MS" w:hAnsi="Times New Roman" w:cs="Times New Roman"/>
          <w:sz w:val="24"/>
          <w:szCs w:val="24"/>
        </w:rPr>
        <w:t>питань</w:t>
      </w:r>
      <w:proofErr w:type="spellEnd"/>
      <w:r w:rsidRPr="00554522">
        <w:rPr>
          <w:rFonts w:ascii="Times New Roman" w:eastAsia="Arial Unicode MS" w:hAnsi="Times New Roman" w:cs="Times New Roman"/>
          <w:sz w:val="24"/>
          <w:szCs w:val="24"/>
        </w:rPr>
        <w:t xml:space="preserve">  </w:t>
      </w:r>
      <w:proofErr w:type="spellStart"/>
      <w:r w:rsidRPr="00554522">
        <w:rPr>
          <w:rFonts w:ascii="Times New Roman" w:eastAsia="Arial Unicode MS" w:hAnsi="Times New Roman" w:cs="Times New Roman"/>
          <w:sz w:val="24"/>
          <w:szCs w:val="24"/>
        </w:rPr>
        <w:t>земельних</w:t>
      </w:r>
      <w:proofErr w:type="spellEnd"/>
      <w:r w:rsidRPr="00554522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554522">
        <w:rPr>
          <w:rFonts w:ascii="Times New Roman" w:eastAsia="Arial Unicode MS" w:hAnsi="Times New Roman" w:cs="Times New Roman"/>
          <w:sz w:val="24"/>
          <w:szCs w:val="24"/>
        </w:rPr>
        <w:t>відносин</w:t>
      </w:r>
      <w:proofErr w:type="spellEnd"/>
      <w:r w:rsidRPr="00554522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554522">
        <w:rPr>
          <w:rFonts w:ascii="Times New Roman" w:eastAsia="Arial Unicode MS" w:hAnsi="Times New Roman" w:cs="Times New Roman"/>
          <w:sz w:val="24"/>
          <w:szCs w:val="24"/>
        </w:rPr>
        <w:t>природокористування</w:t>
      </w:r>
      <w:proofErr w:type="spellEnd"/>
      <w:r w:rsidRPr="00554522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554522">
        <w:rPr>
          <w:rFonts w:ascii="Times New Roman" w:eastAsia="Arial Unicode MS" w:hAnsi="Times New Roman" w:cs="Times New Roman"/>
          <w:sz w:val="24"/>
          <w:szCs w:val="24"/>
        </w:rPr>
        <w:t>планування</w:t>
      </w:r>
      <w:proofErr w:type="spellEnd"/>
      <w:r w:rsidRPr="00554522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554522">
        <w:rPr>
          <w:rFonts w:ascii="Times New Roman" w:eastAsia="Arial Unicode MS" w:hAnsi="Times New Roman" w:cs="Times New Roman"/>
          <w:sz w:val="24"/>
          <w:szCs w:val="24"/>
        </w:rPr>
        <w:t>території</w:t>
      </w:r>
      <w:proofErr w:type="spellEnd"/>
      <w:r w:rsidRPr="00554522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554522">
        <w:rPr>
          <w:rFonts w:ascii="Times New Roman" w:eastAsia="Arial Unicode MS" w:hAnsi="Times New Roman" w:cs="Times New Roman"/>
          <w:sz w:val="24"/>
          <w:szCs w:val="24"/>
        </w:rPr>
        <w:t>будівництва</w:t>
      </w:r>
      <w:proofErr w:type="spellEnd"/>
      <w:r w:rsidRPr="00554522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554522">
        <w:rPr>
          <w:rFonts w:ascii="Times New Roman" w:eastAsia="Arial Unicode MS" w:hAnsi="Times New Roman" w:cs="Times New Roman"/>
          <w:sz w:val="24"/>
          <w:szCs w:val="24"/>
        </w:rPr>
        <w:t>архітектури</w:t>
      </w:r>
      <w:proofErr w:type="spellEnd"/>
      <w:r w:rsidRPr="00554522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554522">
        <w:rPr>
          <w:rFonts w:ascii="Times New Roman" w:eastAsia="Arial Unicode MS" w:hAnsi="Times New Roman" w:cs="Times New Roman"/>
          <w:sz w:val="24"/>
          <w:szCs w:val="24"/>
        </w:rPr>
        <w:t>охорони</w:t>
      </w:r>
      <w:proofErr w:type="spellEnd"/>
      <w:r w:rsidRPr="00554522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554522">
        <w:rPr>
          <w:rFonts w:ascii="Times New Roman" w:eastAsia="Arial Unicode MS" w:hAnsi="Times New Roman" w:cs="Times New Roman"/>
          <w:sz w:val="24"/>
          <w:szCs w:val="24"/>
        </w:rPr>
        <w:t>пам’яток</w:t>
      </w:r>
      <w:proofErr w:type="spellEnd"/>
      <w:r w:rsidRPr="00554522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554522">
        <w:rPr>
          <w:rFonts w:ascii="Times New Roman" w:eastAsia="Arial Unicode MS" w:hAnsi="Times New Roman" w:cs="Times New Roman"/>
          <w:sz w:val="24"/>
          <w:szCs w:val="24"/>
        </w:rPr>
        <w:t>історичного</w:t>
      </w:r>
      <w:proofErr w:type="spellEnd"/>
      <w:r w:rsidRPr="00554522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554522">
        <w:rPr>
          <w:rFonts w:ascii="Times New Roman" w:eastAsia="Arial Unicode MS" w:hAnsi="Times New Roman" w:cs="Times New Roman"/>
          <w:sz w:val="24"/>
          <w:szCs w:val="24"/>
        </w:rPr>
        <w:t>середовища</w:t>
      </w:r>
      <w:proofErr w:type="spellEnd"/>
      <w:r w:rsidRPr="00554522">
        <w:rPr>
          <w:rFonts w:ascii="Times New Roman" w:eastAsia="Arial Unicode MS" w:hAnsi="Times New Roman" w:cs="Times New Roman"/>
          <w:sz w:val="24"/>
          <w:szCs w:val="24"/>
        </w:rPr>
        <w:t xml:space="preserve"> та благоустрою (Денисюк </w:t>
      </w:r>
      <w:r w:rsidRPr="00554522">
        <w:rPr>
          <w:rFonts w:ascii="Times New Roman" w:eastAsia="Arial Unicode MS" w:hAnsi="Times New Roman" w:cs="Times New Roman"/>
          <w:color w:val="000000"/>
          <w:sz w:val="24"/>
          <w:szCs w:val="24"/>
        </w:rPr>
        <w:t>Т.В.).</w:t>
      </w:r>
    </w:p>
    <w:p w:rsidR="00AF780D" w:rsidRDefault="00AF780D" w:rsidP="00AF780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AF780D" w:rsidRDefault="00AF780D" w:rsidP="00AF780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AF780D" w:rsidRPr="00AF780D" w:rsidRDefault="00AF780D" w:rsidP="00AF780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uk-UA"/>
        </w:rPr>
      </w:pPr>
    </w:p>
    <w:p w:rsidR="006976B9" w:rsidRPr="00AF780D" w:rsidRDefault="00AF780D" w:rsidP="00AF780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  <w:lang w:val="uk-UA"/>
        </w:rPr>
      </w:pPr>
      <w:proofErr w:type="spellStart"/>
      <w:r w:rsidRPr="00554522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554522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6976B9" w:rsidRPr="00AF780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80D"/>
    <w:rsid w:val="0020581E"/>
    <w:rsid w:val="006976B9"/>
    <w:rsid w:val="00AF7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80D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AF780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AF780D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AF780D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80D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AF780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AF780D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AF780D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2</TotalTime>
  <Pages>1</Pages>
  <Words>242</Words>
  <Characters>1383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2021-09-13T10:27:00Z</dcterms:created>
  <dcterms:modified xsi:type="dcterms:W3CDTF">2021-09-14T12:22:00Z</dcterms:modified>
</cp:coreProperties>
</file>