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AB" w:rsidRPr="001C3C5F" w:rsidRDefault="009651AB" w:rsidP="009651A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898EB4" wp14:editId="2734637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0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1AB" w:rsidRDefault="009651AB" w:rsidP="009651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jrw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XUWJJSYtDRKCy97tHPkNRJ6FZhYnacY1hWpwcBaV&#10;7ZpcOcPcSJ8C1+Taga+pEzeha3IFDYN89W4KDbULDvjS3Ivb/ODEZe7K+3w3ykdt5/Kt08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8P3qpBP5Qz3XDscplevEtxfXtTjsqKTIFWCuyAYwSNnOwD1gkSI+&#10;GLhCbNHqRYXGZ1Bsi/s+k869vrLano8zrkVAUx8rPPP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HSmOvC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A/h8UA&#10;AADdAAAADwAAAGRycy9kb3ducmV2LnhtbESPS2vDMBCE74X8B7GB3ho5cWmCY8WY0hYfAiWv+2Kt&#10;H8RaGUuNnX8fFQo9DjPzDZNmk+nEjQbXWlawXEQgiEurW64VnE+fLxsQziNr7CyTgjs5yHazpxQT&#10;bUc+0O3oaxEg7BJU0HjfJ1K6siGDbmF74uBVdjDogxxqqQccA9x0chVFb9Jgy2GhwZ7eGyqvxx+j&#10;wMZfxf5Srw7xB68959+b6jLtlXqeT/kWhKfJ/4f/2oVW8LqMYvh9E56A3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D+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j/c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B1n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D2P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kGcUA&#10;AADdAAAADwAAAGRycy9kb3ducmV2LnhtbESPy2rDMBBF94H+g5hCN6GR3SYluFGCKXUJ2Zg8PmCw&#10;JpapNTKWart/XxUCWV7u43A3u8m2YqDeN44VpIsEBHHldMO1gsu5eF6D8AFZY+uYFPySh932YbbB&#10;TLuRjzScQi3iCPsMFZgQukxKXxmy6BeuI47e1fUWQ5R9LXWPYxy3rXxJkjdpseFIMNjRh6Hq+/Rj&#10;I6R8xfJwHc/F14Qjfh4Mz/OjUk+PU/4OItAU7uFbe68VLNNkBf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6QZ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vzs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jMi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Lv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f9cUA&#10;AADdAAAADwAAAGRycy9kb3ducmV2LnhtbESPy2rDMBBF94H+g5hCN6GR3YY0uFGCKXUJ2Zg8PmCw&#10;JpapNTKWart/XxUCWV7u43A3u8m2YqDeN44VpIsEBHHldMO1gsu5eF6D8AFZY+uYFPySh932YbbB&#10;TLuRjzScQi3iCPsMFZgQukxKXxmy6BeuI47e1fUWQ5R9LXWPYxy3rXxJkpW02HAkGOzow1D1ffqx&#10;EVK+Ynm4jufia8IRPw+G5/lRqafHKX8HEWgK9/CtvdcKlmnyBv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Z/1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eJ8MA&#10;AADd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CbFHlufpOf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HeJ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bwscA&#10;AADdAAAADwAAAGRycy9kb3ducmV2LnhtbESPQWsCMRSE7wX/Q3iCl6JZ21rqapRaCC0oSLXg9bF5&#10;7i5uXpYkutt/3xQKPQ4z8w2zXPe2ETfyoXasYDrJQBAXztRcKvg66vELiBCRDTaOScE3BVivBndL&#10;zI3r+JNuh1iKBOGQo4IqxjaXMhQVWQwT1xIn7+y8xZikL6Xx2CW4beRDlj1LizWnhQpbequouByu&#10;VsFm35WP/r7Y9G57fj/NtDZ6p5UaDfvXBYhIffwP/7U/jIKnaTaH3zfp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t28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a+x8AA&#10;AADdAAAADwAAAGRycy9kb3ducmV2LnhtbERPy4rCMBTdD/gP4QruxrTiDFKNIg6FQWbj4wMuzbWp&#10;NjclibX+vVkMuDyc92oz2Fb05EPjWEE+zUAQV043XCs4n8rPBYgQkTW2jknBkwJs1qOPFRbaPfhA&#10;/THWIoVwKFCBibErpAyVIYth6jrixF2ctxgT9LXUHh8p3LZylmXf0mLDqcFgRztD1e14twrK/eyv&#10;v921L912mFv6MtfFj1FqMh62SxCRhvgW/7t/tYJ5nqf96U16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a+x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BGcYA&#10;AADdAAAADwAAAGRycy9kb3ducmV2LnhtbESPUWvCMBSF3wf+h3AHvgxNO7ch1Sg6CA4mjKng66W5&#10;tmXNTUmi7f79Mhjs8XDO+Q5nuR5sK27kQ+NYQT7NQBCXzjRcKTgd9WQOIkRkg61jUvBNAdar0d0S&#10;C+N6/qTbIVYiQTgUqKCOsSukDGVNFsPUdcTJuzhvMSbpK2k89gluW/mYZS/SYsNpocaOXmsqvw5X&#10;q2D70Vcz/1BuB/d+2Z2ftTZ6r5Ua3w+bBYhIQ/wP/7XfjIKnPM/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JB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FK8QA&#10;AADdAAAADwAAAGRycy9kb3ducmV2LnhtbESPUWvCMBSF34X9h3AHe9O0xYl0RpGNwpC9qPsBl+ba&#10;VJubksTa/ftFEHw8nHO+w1ltRtuJgXxoHSvIZxkI4trplhsFv8dqugQRIrLGzjEp+KMAm/XLZIWl&#10;djfe03CIjUgQDiUqMDH2pZShNmQxzFxPnLyT8xZjkr6R2uMtwW0niyxbSIstpwWDPX0aqi+Hq1VQ&#10;7Yqf4XLVvnLbcW7p3ZyXX0apt9dx+wEi0hif4Uf7WyuY53kB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ohS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6lsAA&#10;AADdAAAADwAAAGRycy9kb3ducmV2LnhtbESP3arCMBCE7w/4DmEF745p/UOqUURQ9NLqAyzN2hab&#10;TW2irW9vBMHLYeabYZbrzlTiSY0rLSuIhxEI4szqknMFl/Pufw7CeWSNlWVS8CIH61Xvb4mJti2f&#10;6Jn6XIQSdgkqKLyvEyldVpBBN7Q1cfCutjHog2xyqRtsQ7mp5CiKZtJgyWGhwJq2BWW39GEUTF7t&#10;/p5Ob9FOG4qP4/rIPpsqNeh3mwUIT53/hb/0QQcujsfweROe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E6l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7/sQA&#10;AADdAAAADwAAAGRycy9kb3ducmV2LnhtbESPQYvCMBSE78L+h/AWvGlaEdFqWmTFRTyt1d3zo3m2&#10;xealNFHrvzcLgsdhZr5hVllvGnGjztWWFcTjCARxYXXNpYLTcTuag3AeWWNjmRQ8yEGWfgxWmGh7&#10;5wPdcl+KAGGXoILK+zaR0hUVGXRj2xIH72w7gz7IrpS6w3uAm0ZOomgmDdYcFips6aui4pJfjYLr&#10;7G9y4vNe/+Sbx/dis107+VsqNfzs10sQnnr/Dr/aO61gGsdT+H8Tno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au/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hYsgA&#10;AADdAAAADwAAAGRycy9kb3ducmV2LnhtbESPQWvCQBSE74L/YXmF3nSTaoONrmKFQu1BUevB2zP7&#10;mkSzb9Psqum/7wqFHoeZ+YaZzFpTiSs1rrSsIO5HIIgzq0vOFXzu3nojEM4ja6wsk4IfcjCbdjsT&#10;TLW98YauW5+LAGGXooLC+zqV0mUFGXR9WxMH78s2Bn2QTS51g7cAN5V8iqJEGiw5LBRY06Kg7Ly9&#10;GAX79Sh5Wb8uh6eP1REHRn8fdJko9fjQzscgPLX+P/zXftcKhnH8DPc34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WF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95sYA&#10;AADdAAAADwAAAGRycy9kb3ducmV2LnhtbESPzWrDMBCE74W8g9hAb7Xs1JjgWAlpS9PSU/4g18Xa&#10;2CbWylhqYvfpq0Ihx2FmvmGK1WBacaXeNZYVJFEMgri0uuFKwfHw/jQH4TyyxtYyKRjJwWo5eSgw&#10;1/bGO7rufSUChF2OCmrvu1xKV9Zk0EW2Iw7e2fYGfZB9JXWPtwA3rZzFcSYNNhwWauzotabysv82&#10;Cn6yE27dx+zl7Vl7GtP5xn5tN0o9Tof1AoSnwd/D/+1PrSBNkgz+3o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895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LxcUA&#10;AADdAAAADwAAAGRycy9kb3ducmV2LnhtbESP0WrCQBRE3wv+w3ILfaubSKo1dSMiFvpWjf2AS/a6&#10;CcnejdlV0359t1DwcZiZM8xqPdpOXGnwjWMF6TQBQVw53bBR8HV8f34F4QOyxs4xKfgmD+ti8rDC&#10;XLsbH+haBiMihH2OCuoQ+lxKX9Vk0U9dTxy9kxsshigHI/WAtwi3nZwlyVxabDgu1NjTtqaqLS9W&#10;wdnNXvRY7vCz3S33jTHZ+eeQKfX0OG7eQAQawz383/7QCrI0Xc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8v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V38IA&#10;AADdAAAADwAAAGRycy9kb3ducmV2LnhtbERPu27CMBTdkfgH61ZiAyeUUkgxiCIhsfIYOl7sS5I2&#10;vg6xgcDX46ES49F5zxatrcSVGl86VpAOEhDE2pmScwWH/bo/AeEDssHKMSm4k4fFvNuZYWbcjbd0&#10;3YVcxBD2GSooQqgzKb0uyKIfuJo4cifXWAwRNrk0Dd5iuK3kMEnG0mLJsaHAmlYF6b/dxSrYlEf6&#10;GOvT1E6+9fbncQ7vn79Gqd5bu/wCEagNL/G/e2MUjNI0zo1v4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dX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DsMIA&#10;AADdAAAADwAAAGRycy9kb3ducmV2LnhtbERPXWvCMBR9H/gfwhX2NtPKkNmZFhUEh5ugju310lyb&#10;YnNTmqzWf78MBj6eb86iGGwjeup87VhBOklAEJdO11wp+Dxtnl5A+ICssXFMCm7kochHDwvMtLvy&#10;gfpjqEQsYZ+hAhNCm0npS0MW/cS1xFE7u85iiLCrpO7wGsttI6dJMpMWa44LBltaGyovxx+roMf9&#10;Lfk2q4/5W/1eTverr52OvHocD8tXEIGGcDf/p7dawXOazu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IO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e8MIA&#10;AADdAAAADwAAAGRycy9kb3ducmV2LnhtbERPTUvDQBC9C/6HZQRvdtMgRdJuSylUPGrag8cxO82m&#10;zc6E3bWJ/nr3UPD4eN+rzeR7daUQO2ED81kBirgR23Fr4HjYP72AignZYi9MBn4owmZ9f7fCysrI&#10;H3StU6tyCMcKDbiUhkrr2DjyGGcyEGfuJMFjyjC02gYcc7jvdVkUC+2x49zgcKCdo+ZSf3sD42vz&#10;dS5Pn9b9hkH29bucy16MeXyYtktQiab0L76536yB53mZ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HV7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q9zMcA&#10;AADdAAAADwAAAGRycy9kb3ducmV2LnhtbESP3WrCQBSE7wu+w3IKvaubhGIluorVCiIV8af3p9nT&#10;JHb3bMhuNb69KxR6OczMN8x42lkjztT62rGCtJ+AIC6crrlUcDwsn4cgfEDWaByTgit5mE56D2PM&#10;tbvwjs77UIoIYZ+jgiqEJpfSFxVZ9H3XEEfv27UWQ5RtKXWLlwi3RmZJMpAWa44LFTY0r6j42f9a&#10;BcvtwpyyzW72KcP8/fXLDNdviw+lnh672QhEoC78h//aK63gJc1S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6vc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uAsYA&#10;AADdAAAADwAAAGRycy9kb3ducmV2LnhtbESPW2vCQBSE3wv9D8sp9KXoxnhBoquUQlFBwRv4eswe&#10;k2D2bMiuMf57Vyj0cZiZb5jpvDWlaKh2hWUFvW4Egji1uuBMwfHw2xmDcB5ZY2mZFDzIwXz2/jbF&#10;RNs776jZ+0wECLsEFeTeV4mULs3JoOvaijh4F1sb9EHWmdQ13gPclDKOopE0WHBYyLGin5zS6/5m&#10;FDTb9TlbNq5aXcdfbtg/LxYbfVLq86P9noDw1Pr/8F97qRUMenEM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0/uA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3UM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YwGqb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iN1DHAAAA3QAAAA8AAAAAAAAAAAAAAAAAmAIAAGRy&#10;cy9kb3ducmV2LnhtbFBLBQYAAAAABAAEAPUAAACMAwAAAAA=&#10;" fillcolor="black" stroked="f"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sKscA&#10;AADdAAAADwAAAGRycy9kb3ducmV2LnhtbESPQWvCQBSE74L/YXlCb7oxWJHoKrWtUFAPWg8en9nX&#10;ZEn2bciumvbXd4VCj8PMfMMsVp2txY1abxwrGI8SEMS504YLBafPzXAGwgdkjbVjUvBNHlbLfm+B&#10;mXZ3PtDtGAoRIewzVFCG0GRS+rwki37kGuLofbnWYoiyLaRu8R7htpZpkkylRcNxocSGXkvKq+PV&#10;Kjhvp2Z2MJRedj/rd717rtb7t0qpp0H3MgcRqAv/4b/2h1YwGacT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ibC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3BM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tw9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v3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3MwcYA&#10;AADdAAAADwAAAGRycy9kb3ducmV2LnhtbESP3WrCQBSE7wt9h+UIvSm6MRR/oquUQqFQKfjzAMfs&#10;MQnung3ZU419+m6h4OUwM98wy3XvnbpQF5vABsajDBRxGWzDlYHD/n04AxUF2aILTAZuFGG9enxY&#10;YmHDlbd02UmlEoRjgQZqkbbQOpY1eYyj0BIn7xQ6j5JkV2nb4TXBvdN5lk20x4bTQo0tvdVUnnff&#10;3oDLj27+OY0buR30Jvvxsn3+ssY8DfrXBSihXu7h//aHNfAyzif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3Mw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mHsYA&#10;AADd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3gd5+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1mH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93cAA&#10;AADdAAAADwAAAGRycy9kb3ducmV2LnhtbERPTYvCMBC9C/sfwizsTRNlUekaZVkUBE9qPXgbktm2&#10;2kxKE2399+YgeHy878Wqd7W4UxsqzxrGIwWC2HhbcaEhP26GcxAhIlusPZOGBwVYLT8GC8ys73hP&#10;90MsRArhkKGGMsYmkzKYkhyGkW+IE/fvW4cxwbaQtsUuhbtaTpSaSocVp4YSG/oryVwPN6fhspE7&#10;bxSaU37qtnZ2Xk+pVlp/ffa/PyAi9fEtfrm3VsP3eJL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4W93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6aM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es4fY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C6a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/+s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jAb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T/6xQAAAN0AAAAPAAAAAAAAAAAAAAAAAJgCAABkcnMv&#10;ZG93bnJldi54bWxQSwUGAAAAAAQABAD1AAAAigMAAAAA&#10;" fillcolor="black" stroked="f"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gYMUA&#10;AADdAAAADwAAAGRycy9kb3ducmV2LnhtbESPQUsDMRSE70L/Q3gFbza7rYisTctSKIqnbVW8vm5e&#10;N0s3L0sS0/XfG0HwOMzMN8x6O9lBJPKhd6ygXBQgiFune+4UvL/t7x5BhIiscXBMCr4pwHYzu1lj&#10;pd2VD5SOsRMZwqFCBSbGsZIytIYshoUbibN3dt5izNJ3Unu8Zrgd5LIoHqTFnvOCwZF2htrL8csq&#10;SKddU6/SZzKHV1933jXPH6dGqdv5VD+BiDTF//Bf+0UruC9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WBg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5ccA&#10;AADdAAAADwAAAGRycy9kb3ducmV2LnhtbESPQWvCQBSE7wX/w/KE3uomtkiNrlKkLbUXaxT0+Mg+&#10;s6HZtyG7jdFf7xYKPQ4z8w0zX/a2Fh21vnKsIB0lIIgLpysuFex3bw/PIHxA1lg7JgUX8rBcDO7m&#10;mGl35i11eShFhLDPUIEJocmk9IUhi37kGuLonVxrMUTZllK3eI5wW8txkkykxYrjgsGGVoaK7/zH&#10;KvDp6vXwaa/T7vhueJOvzeSrNErdD/uXGYhAffgP/7U/tIKn9HE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MHu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51AB" w:rsidRDefault="009651AB" w:rsidP="009651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51AB" w:rsidRDefault="009651AB" w:rsidP="009651A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51AB" w:rsidRDefault="009651AB" w:rsidP="009651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651AB" w:rsidRDefault="009651AB" w:rsidP="009651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51AB" w:rsidRPr="00B15ABE" w:rsidRDefault="009651AB" w:rsidP="009651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№56</w:t>
      </w:r>
    </w:p>
    <w:p w:rsidR="009651AB" w:rsidRPr="00715379" w:rsidRDefault="009651AB" w:rsidP="009651A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Нечипоруку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9651AB" w:rsidRPr="00C12DDA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B55FC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0,1977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6823984000:03:018:0336),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651AB" w:rsidRPr="00715379" w:rsidRDefault="009651AB" w:rsidP="009651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1AB" w:rsidRPr="00715379" w:rsidRDefault="009651AB" w:rsidP="009651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95B26" w:rsidRPr="009651AB" w:rsidRDefault="009651AB" w:rsidP="009651A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495B26" w:rsidRPr="009651A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175" w:rsidRDefault="00DB7175">
      <w:pPr>
        <w:spacing w:after="0" w:line="240" w:lineRule="auto"/>
      </w:pPr>
      <w:r>
        <w:separator/>
      </w:r>
    </w:p>
  </w:endnote>
  <w:endnote w:type="continuationSeparator" w:id="0">
    <w:p w:rsidR="00DB7175" w:rsidRDefault="00DB7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175" w:rsidRDefault="00DB7175">
      <w:pPr>
        <w:spacing w:after="0" w:line="240" w:lineRule="auto"/>
      </w:pPr>
      <w:r>
        <w:separator/>
      </w:r>
    </w:p>
  </w:footnote>
  <w:footnote w:type="continuationSeparator" w:id="0">
    <w:p w:rsidR="00DB7175" w:rsidRDefault="00DB7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AB"/>
    <w:rsid w:val="004003E6"/>
    <w:rsid w:val="00495B26"/>
    <w:rsid w:val="004B55FC"/>
    <w:rsid w:val="009651AB"/>
    <w:rsid w:val="00DB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A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51A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51A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651A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A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51A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51A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651A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2021-02-01T07:05:00Z</dcterms:created>
  <dcterms:modified xsi:type="dcterms:W3CDTF">2021-02-01T07:50:00Z</dcterms:modified>
</cp:coreProperties>
</file>