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A6" w:rsidRPr="00F2698F" w:rsidRDefault="00924AA6" w:rsidP="00924AA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B504F2" wp14:editId="478BA349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413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4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B504F2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" fillcolor="black" stroked="f"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" fillcolor="black" stroked="f"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924AA6" w:rsidRPr="00F2698F" w:rsidRDefault="00924AA6" w:rsidP="00924AA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040C99" wp14:editId="5D6424B2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37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03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AA6" w:rsidRDefault="00924AA6" w:rsidP="00924A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3040C99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EDDjHYAAHd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" fillcolor="black" stroked="f"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" fillcolor="black" stroked="f"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4AA6" w:rsidRDefault="00924AA6" w:rsidP="00924A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24AA6" w:rsidRPr="00F2698F" w:rsidRDefault="00924AA6" w:rsidP="00924AA6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924AA6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Пєрєвєрзєву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О.А.</w:t>
      </w:r>
    </w:p>
    <w:p w:rsidR="00924AA6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924AA6" w:rsidRPr="00F2698F" w:rsidRDefault="00924AA6" w:rsidP="00924AA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Пєрєвєрзєва</w:t>
      </w:r>
      <w:proofErr w:type="spellEnd"/>
      <w:r w:rsidRPr="00DD5C2C">
        <w:rPr>
          <w:rFonts w:ascii="Times New Roman" w:eastAsia="Calibri" w:hAnsi="Times New Roman" w:cs="Times New Roman"/>
          <w:sz w:val="24"/>
          <w:lang w:eastAsia="en-US"/>
        </w:rPr>
        <w:t xml:space="preserve"> О.А.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Пєрєвєрзєву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Олександру Анатолійовичу</w:t>
      </w:r>
      <w:r w:rsidRPr="00DD5C2C">
        <w:rPr>
          <w:rFonts w:ascii="Times New Roman" w:eastAsia="Calibri" w:hAnsi="Times New Roman" w:cs="Times New Roman"/>
          <w:sz w:val="24"/>
          <w:lang w:eastAsia="en-US"/>
        </w:rPr>
        <w:t>,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D49DF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0,25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00 га,  для будівництва та обслуговування  житлового будинку, господарських будівель і споруд (присадибна ділянка),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вул.Ватутіна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16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2.Пєрєвєрзєву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О.А.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</w:t>
      </w:r>
      <w:proofErr w:type="spellEnd"/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924AA6" w:rsidRPr="00F2698F" w:rsidRDefault="00924AA6" w:rsidP="00924AA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4AA6" w:rsidRPr="00F2698F" w:rsidRDefault="00924AA6" w:rsidP="00924AA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4AA6" w:rsidRPr="00F2698F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4AA6" w:rsidRPr="00F2698F" w:rsidRDefault="00924AA6" w:rsidP="00924AA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67EC6" w:rsidRPr="00924AA6" w:rsidRDefault="00924AA6" w:rsidP="0092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sectPr w:rsidR="00C67EC6" w:rsidRPr="00924A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A6"/>
    <w:rsid w:val="008D49DF"/>
    <w:rsid w:val="00924AA6"/>
    <w:rsid w:val="00C6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2021-06-22T05:59:00Z</dcterms:created>
  <dcterms:modified xsi:type="dcterms:W3CDTF">2021-06-22T12:46:00Z</dcterms:modified>
</cp:coreProperties>
</file>