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B08" w:rsidRPr="00CD53EA" w:rsidRDefault="00877B08" w:rsidP="00877B08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B08" w:rsidRDefault="00877B08" w:rsidP="00877B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77B08" w:rsidRDefault="00877B08" w:rsidP="00877B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7B08" w:rsidRDefault="00877B08" w:rsidP="00877B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B08" w:rsidRDefault="00877B08" w:rsidP="00877B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B08" w:rsidRDefault="00877B08" w:rsidP="00877B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B08" w:rsidRDefault="00877B08" w:rsidP="00877B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B08" w:rsidRDefault="00877B08" w:rsidP="00877B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77B08" w:rsidRDefault="00877B08" w:rsidP="00877B0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77B08" w:rsidRDefault="00877B08" w:rsidP="00877B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77B08" w:rsidRDefault="00877B08" w:rsidP="00877B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77B08" w:rsidRDefault="00877B08" w:rsidP="00877B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B08" w:rsidRDefault="00877B08" w:rsidP="00877B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77B08" w:rsidRDefault="00877B08" w:rsidP="00877B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7B08" w:rsidRDefault="00877B08" w:rsidP="00877B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877B08" w:rsidRDefault="00877B08" w:rsidP="00877B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7B08" w:rsidRDefault="00877B08" w:rsidP="00877B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23.09.2020 року                                            Крупець                                                       №36</w:t>
      </w:r>
    </w:p>
    <w:p w:rsidR="00877B08" w:rsidRDefault="00877B08" w:rsidP="00877B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7B08" w:rsidRDefault="00877B08" w:rsidP="00877B0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надання матеріальної допомоги</w:t>
      </w:r>
    </w:p>
    <w:p w:rsidR="00877B08" w:rsidRDefault="00877B08" w:rsidP="00877B0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вирішення соціально - побутових </w:t>
      </w:r>
    </w:p>
    <w:p w:rsidR="00877B08" w:rsidRDefault="00877B08" w:rsidP="00877B0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питань сільському голові</w:t>
      </w:r>
    </w:p>
    <w:p w:rsidR="00877B08" w:rsidRPr="002465D4" w:rsidRDefault="00877B08" w:rsidP="00877B0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7B08" w:rsidRDefault="00877B08" w:rsidP="00877B0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Відповідно до ст. 21 Закону України «Про службу в органах місцевого самоврядування», 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 ст.26 Закону України «Про місцеве самоврядування в Україні»,  рішення сесії сільської ради від 24.12.2019 року № 3  «Про сільський бюджет Крупецької сільської ради на 2020 рік», рішення сесії сільської ради   від 16.12.2019 року№68 «Про затвердження Положень про преміювання працівників Крупецької сільської ради» ,  рішення сесії сільської ради   від 16.12.2019 року №69 «Про умови оплати праці сільського голови   на 2020 рік» , розглянувши заяву  сільського голови    Валерія Анатолійовича  Михалюка   про виплату матеріальної допомоги для вирішення соціально – побутових питань   сільська рада </w:t>
      </w:r>
    </w:p>
    <w:p w:rsidR="00877B08" w:rsidRDefault="00877B08" w:rsidP="00877B0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877B08" w:rsidRDefault="00877B08" w:rsidP="00877B0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Надати  матеріальну допомогу  для вирішення соціально – побутових питань сільському  голові  Михалюку Валерію Анатолійовичу    у розмірі середньомісячної заробітної плати в межах затвердженого фонду заробітної плати на 2020 рік.</w:t>
      </w:r>
    </w:p>
    <w:p w:rsidR="00877B08" w:rsidRDefault="00877B08" w:rsidP="00877B0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Відділу бухгалтерського обліку сільської ради  здійснити нарахування та виплатити матеріальну допомогу для вирішення соціально - побутових питань Михалюку В.А. у вересні  місяці 2020  року .</w:t>
      </w:r>
    </w:p>
    <w:p w:rsidR="00877B08" w:rsidRPr="00877B08" w:rsidRDefault="00877B08" w:rsidP="00877B08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7E1FC1" w:rsidRPr="00877B08" w:rsidRDefault="00877B08" w:rsidP="00877B08">
      <w:pPr>
        <w:tabs>
          <w:tab w:val="left" w:pos="708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Валерій МИХАЛЮК</w:t>
      </w:r>
    </w:p>
    <w:sectPr w:rsidR="007E1FC1" w:rsidRPr="00877B0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08"/>
    <w:rsid w:val="00171A2E"/>
    <w:rsid w:val="00304C90"/>
    <w:rsid w:val="00505B6D"/>
    <w:rsid w:val="006D3977"/>
    <w:rsid w:val="007D6C18"/>
    <w:rsid w:val="007E1FC1"/>
    <w:rsid w:val="00877B0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77B0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77B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77B08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77B0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77B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77B0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277</Words>
  <Characters>1581</Characters>
  <Application>Microsoft Office Word</Application>
  <DocSecurity>0</DocSecurity>
  <Lines>13</Lines>
  <Paragraphs>3</Paragraphs>
  <ScaleCrop>false</ScaleCrop>
  <Company>Microsoft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2020-09-29T17:20:00Z</dcterms:created>
  <dcterms:modified xsi:type="dcterms:W3CDTF">2020-09-29T17:20:00Z</dcterms:modified>
</cp:coreProperties>
</file>