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6D" w:rsidRPr="0066767B" w:rsidRDefault="00462A6D" w:rsidP="00462A6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62A6D" w:rsidRPr="0066767B" w:rsidRDefault="00462A6D" w:rsidP="00462A6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E9D981" wp14:editId="634A0F9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429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4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zEcazC94AABBWQQADgAAAAAAAAAAAAAAAAAuAgAAZHJz&#10;L2Uyb0RvYy54bWxQSwECLQAUAAYACAAAACEAntNkbd0AAAAGAQAADwAAAAAAAAAAAAAAAACJegAA&#10;ZHJzL2Rvd25yZXYueG1sUEsFBgAAAAAEAAQA8wAAAJ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xCcUA&#10;AADeAAAADwAAAGRycy9kb3ducmV2LnhtbESPQYvCQAyF7wv+hyGCt3WqXXalOoqIigdh0dV76MS2&#10;2MmUzqj1328OgreEvLz3vtmic7W6UxsqzwZGwwQUce5txYWB09/mcwIqRGSLtWcy8KQAi3nvY4aZ&#10;9Q8+0P0YCyUmHDI0UMbYZFqHvCSHYegbYrldfOswytoW2rb4EHNX63GSfGuHFUtCiQ2tSsqvx5sz&#10;4NPtbn8uxod0zT+Rl7+Ty7nbGzPod8spqEhdfItf3zsr9UdfqQAIjs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fEJ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mMccA&#10;AADeAAAADwAAAGRycy9kb3ducmV2LnhtbERPTUsDMRC9C/0PYQpeis2ullbXpkUKq20PhVbB67AZ&#10;N6ubyZLEdu2vN0LB2zze58yXvW3FkXxoHCvIxxkI4srphmsFb6/lzT2IEJE1to5JwQ8FWC4GV3Ms&#10;tDvxno6HWIsUwqFABSbGrpAyVIYshrHriBP34bzFmKCvpfZ4SuG2lbdZNpUWG04NBjtaGaq+Dt9W&#10;wWe5M++r2fnZjx72dB6V25d2M1Xqetg/PYKI1Md/8cW91ml+PrnL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p5j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cR8UA&#10;AADeAAAADwAAAGRycy9kb3ducmV2LnhtbESP3YrCMBCF74V9hzAL3sia+oMstVFk0UW8EX8eYGim&#10;TbGZlCZru29vBMG7Gc6Z853J1r2txZ1aXzlWMBknIIhzpysuFVwvu69vED4ga6wdk4J/8rBefQwy&#10;TLXr+ET3cyhFDGGfogITQpNK6XNDFv3YNcRRK1xrMcS1LaVusYvhtpbTJFlIixVHgsGGfgzlt/Of&#10;jZDjDI+HorvsfnvscHswPNqclBp+9psliEB9eJtf13sd60/msyk834kz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Nx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s5sUA&#10;AADeAAAADwAAAGRycy9kb3ducmV2LnhtbERPS0sDMRC+C/6HMII3m+3DKtumRapCETxYC8XbsJnu&#10;Lt1MQjJ2139vCoK3+fies1wPrlNniqn1bGA8KkARV962XBvYf77ePYJKgmyx80wGfijBenV9tcTS&#10;+p4/6LyTWuUQTiUaaERCqXWqGnKYRj4QZ+7oo0PJMNbaRuxzuOv0pCjm2mHLuaHBQJuGqtPu2xl4&#10;71/C28P8/hi+4myi07OVw0aMub0ZnhaghAb5F/+5tzbPH8+mU7i8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Gz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3hqMUA&#10;AADeAAAADwAAAGRycy9kb3ducmV2LnhtbESP0YrCMBBF3xf8hzCCL4umrrJIbRSRVcQXUfcDhmba&#10;FJtJaaKtf2+EhX2b4d6550627m0tHtT6yrGC6SQBQZw7XXGp4Pe6Gy9A+ICssXZMCp7kYb0afGSY&#10;atfxmR6XUIoYwj5FBSaEJpXS54Ys+olriKNWuNZiiGtbSt1iF8NtLb+S5FtarDgSDDa0NZTfLncb&#10;IacZno5Fd93te+zw52j4c3NWajTsN0sQgfrwb/67PuhYfzqfzeH9TpxB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zeG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VRCcUA&#10;AADeAAAADwAAAGRycy9kb3ducmV2LnhtbERPTUsDMRC9C/6HMII3m21tq2ybltIqiODBWijehs10&#10;d+lmEpKxu/57Iwje5vE+Z7keXKcuFFPr2cB4VIAirrxtuTZw+Hi+ewSVBNli55kMfFOC9er6aoml&#10;9T2/02UvtcohnEo00IiEUutUNeQwjXwgztzJR4eSYay1jdjncNfpSVHMtcOWc0ODgbYNVef9lzPw&#10;1j+F14f57BQ+43Si087KcSvG3N4MmwUooUH+xX/uF5vnj6f3M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VE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LSl8UA&#10;AADeAAAADwAAAGRycy9kb3ducmV2LnhtbERP32vCMBB+H/g/hBP2IjN1ThmdUVQIEybI3GCvR3O2&#10;Zc2lJJmt/70RhL3dx/fzFqveNuJMPtSOFUzGGQjiwpmaSwXfX/rpFUSIyAYbx6TgQgFWy8HDAnPj&#10;Ov6k8zGWIoVwyFFBFWObSxmKiiyGsWuJE3dy3mJM0JfSeOxSuG3kc5bNpcWaU0OFLW0rKn6Pf1bB&#10;5tCVUz8qNr37OL3/zLQ2eq+Vehz26zcQkfr4L767dybNn7xM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0tK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4988MA&#10;AADeAAAADwAAAGRycy9kb3ducmV2LnhtbERP3WrCMBS+H/gO4QjezbTObdIZRRwFGbvR7QEOzVlT&#10;25yUJNb69mYw2N35+H7PejvaTgzkQ+NYQT7PQBBXTjdcK/j+Kh9XIEJE1tg5JgU3CrDdTB7WWGh3&#10;5SMNp1iLFMKhQAUmxr6QMlSGLIa564kT9+O8xZigr6X2eE3htpOLLHuRFhtODQZ72huq2tPFKig/&#10;Fp9De9G+dLtxaenZnFfvRqnZdNy9gYg0xn/xn/ug0/x8+fQK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498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jfsgA&#10;AADeAAAADwAAAGRycy9kb3ducmV2LnhtbESPQUsDMRCF74L/IUzBi7TZWhXZNi1WCAoWxFboddhM&#10;d5duJksSu+u/dw6Ctxnem/e+WW1G36kLxdQGNjCfFaCIq+Barg18Hez0CVTKyA67wGTghxJs1tdX&#10;KyxdGPiTLvtcKwnhVKKBJue+1DpVDXlMs9ATi3YK0WOWNdbaRRwk3Hf6rigetceWpaHBnl4aqs77&#10;b29g+zHUi3hbbcfwfno9Pljr7M4aczMZn5egMo353/x3/eYEf36/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AeN+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0MGsMA&#10;AADeAAAADwAAAGRycy9kb3ducmV2LnhtbERP22oCMRB9L/gPYYS+1azWiq5GEctCKX3x8gHDZtys&#10;biZLEtft3zcFwbc5nOusNr1tREc+1I4VjEcZCOLS6ZorBadj8TYHESKyxsYxKfilAJv14GWFuXZ3&#10;3lN3iJVIIRxyVGBibHMpQ2nIYhi5ljhxZ+ctxgR9JbXHewq3jZxk2UxarDk1GGxpZ6i8Hm5WQfE9&#10;+emuN+0Lt+2nlj7MZf5plHod9tsliEh9fIof7i+d5o+n7w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0M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9IEsUA&#10;AADeAAAADwAAAGRycy9kb3ducmV2LnhtbESPwW7CQAxE70j9h5Ur9QabQEBVyoKqSkHl2MAHWFk3&#10;ich60+yShL+vD5V6s+XxzLz9cXadGmkIrWcD6SoBRVx523Jt4Hoplq+gQkS22HkmAw8KcDw8LfaY&#10;Wz/xF41lrJWYcMjRQBNjn2sdqoYchpXvieX27QeHUdah1nbAScxdp9dJstMOW5aEBnv6aKi6lXdn&#10;IHtMp59ye0sK6yg9b/ozx2przMvz/P4GKtIc/8V/359W6qdZJgCCIzPow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0g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H7JsIA&#10;AADeAAAADwAAAGRycy9kb3ducmV2LnhtbERPTYvCMBC9C/sfwix407QiotW0yIqLeFqru+ehGdti&#10;MylN1PrvzYLgbR7vc1ZZbxpxo87VlhXE4wgEcWF1zaWC03E7moNwHlljY5kUPMhBln4MVphoe+cD&#10;3XJfihDCLkEFlfdtIqUrKjLoxrYlDtzZdgZ9gF0pdYf3EG4aOYmimTRYc2iosKWviopLfjUKrrO/&#10;yYnPe/2Tbx7fi8127eRvqdTws18vQXjq/Vv8cu90mB9PpzH8vxNu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fs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VTMYA&#10;AADeAAAADwAAAGRycy9kb3ducmV2LnhtbERPTWvCQBC9C/6HZQRvZqOGYFNXaQuC7aGi1UNvY3ZM&#10;0mZn0+xW03/vFgRv83ifM192phZnal1lWcE4ikEQ51ZXXCjYf6xGMxDOI2usLZOCP3KwXPR7c8y0&#10;vfCWzjtfiBDCLkMFpfdNJqXLSzLoItsQB+5kW4M+wLaQusVLCDe1nMRxKg1WHBpKbOilpPx792sU&#10;HDaz9GHz/Jp8vb0fcWr0z6euUqWGg+7pEYSnzt/FN/dah/njJJnA/zvhBr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zVT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nnQ8QA&#10;AADeAAAADwAAAGRycy9kb3ducmV2LnhtbERPTWvCQBC9F/oflhF6azYmQSR1FduiFU82LfQ6ZMck&#10;mJ0N2VWjv94VhN7m8T5nthhMK07Uu8aygnEUgyAurW64UvD7s3qdgnAeWWNrmRRcyMFi/vw0w1zb&#10;M3/TqfCVCCHsclRQe9/lUrqyJoMush1x4Pa2N+gD7CupezyHcNPKJI4n0mDDoaHGjj5qKg/F0Si4&#10;Tv5w576S989Ue7pk07Xd7tZKvYyG5RsIT4P/Fz/cGx3mj7Mshfs74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J50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kWmcIA&#10;AADeAAAADwAAAGRycy9kb3ducmV2LnhtbERPzWoCMRC+F/oOYQrealaJxW6NUoqCN3XtAwybaXZx&#10;M1k3UVef3ghCb/Px/c5s0btGnKkLtWcNo2EGgrj0pmar4Xe/ep+CCBHZYOOZNFwpwGL++jLD3PgL&#10;7+hcRCtSCIccNVQxtrmUoazIYRj6ljhxf75zGBPsrDQdXlK4a+Q4yz6kw5pTQ4Ut/VRUHoqT03D0&#10;44npiyVuDsvPbW2tOt52SuvBW//9BSJSH//FT/fapPkjpRQ83kk3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GRa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V6cQA&#10;AADeAAAADwAAAGRycy9kb3ducmV2LnhtbERPyW7CMBC9I/UfrEHqjTi0QCHFIFqpEleWQ4+DPSQp&#10;8TjELgS+HiMhcZunt8503tpKnKjxpWMF/SQFQaydKTlXsN389MYgfEA2WDkmBRfyMJ+9dKaYGXfm&#10;FZ3WIRcxhH2GCooQ6kxKrwuy6BNXE0du7xqLIcIml6bBcwy3lXxL05G0WHJsKLCm74L0Yf1vFSzL&#10;HQ1Hej+x4y+9+r0ew/vHn1HqtdsuPkEEasNT/HAvTZzfHwyGcH8n3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p1e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yScYA&#10;AADeAAAADwAAAGRycy9kb3ducmV2LnhtbERP0WrCQBB8L/gPxwp9qxdFpEYvQQXBUis0lvq65La5&#10;0NxeyF1j/HuvUOjb7M7OzM46H2wjeup87VjBdJKAIC6drrlS8HHePz2D8AFZY+OYFNzIQ56NHtaY&#10;anfld+qLUIlowj5FBSaENpXSl4Ys+olriSP35TqLIY5dJXWH12huGzlLkoW0WHNMMNjSzlD5XfxY&#10;BT2ebsnFbN+WL/WxnJ22n6867tXjeNisQAQawv/xn/qg4/vT+XwBv3UiBp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qyS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vISMMA&#10;AADeAAAADwAAAGRycy9kb3ducmV2LnhtbERPTUvDQBC9C/0PyxS82U1DUYndFilUPGrsweOYnWZT&#10;szNhd9tEf70rCN7m8T5nvZ18ry4UYidsYLkoQBE3YjtuDRze9jf3oGJCttgLk4EvirDdzK7WWFkZ&#10;+ZUudWpVDuFYoQGX0lBpHRtHHuNCBuLMHSV4TBmGVtuAYw73vS6L4lZ77Dg3OBxo56j5rM/ewPjU&#10;fJzK47t132GQff0ip7IXY67n0+MDqERT+hf/uZ9tnr9cre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vIS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MLcgA&#10;AADeAAAADwAAAGRycy9kb3ducmV2LnhtbESPT0vDQBDF7wW/wzKCt2bTUmqJ3Zb+hSIWadX7mB2T&#10;6O5syK5t/PbOQfA2w3vz3m/my947daEuNoENjLIcFHEZbMOVgdeX/XAGKiZkiy4wGfihCMvFzWCO&#10;hQ1XPtHlnColIRwLNFCn1BZax7ImjzELLbFoH6HzmGTtKm07vEq4d3qc51PtsWFpqLGlTU3l1/nb&#10;G9g/b93n+Hhavem02d2/u9njevtkzN1tv3oAlahP/+a/64MV/NFkIrzyjsy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PEw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0IsYA&#10;AADeAAAADwAAAGRycy9kb3ducmV2LnhtbERPTWvCQBC9F/oflhF6Ed1ordjUVYpQoqBQY6HXMTsm&#10;wexsyG6T9N93BaG3ebzPWa57U4mWGldaVjAZRyCIM6tLzhV8nT5GCxDOI2usLJOCX3KwXj0+LDHW&#10;tuMjtanPRQhhF6OCwvs6ltJlBRl0Y1sTB+5iG4M+wCaXusEuhJtKTqNoLg2WHBoKrGlTUHZNf4yC&#10;9nN/zretq3fXxdC9PJ+T5KC/lXoa9O9vIDz1/l98d291mD+ZzV7h9k64Q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Y0I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1f8gA&#10;AADeAAAADwAAAGRycy9kb3ducmV2LnhtbESPQW/CMAyF75P4D5GRdhspCCZWCGggIXFBGmyHcTON&#10;aSsap0sy6Pbr58Mkbrb8/N775svONepKIdaeDQwHGSjiwtuaSwMf75unKaiYkC02nsnAD0VYLnoP&#10;c8ytv/GerodUKjHhmKOBKqU21zoWFTmMA98Sy+3sg8Mkayi1DXgTc9foUZY9a4c1S0KFLa0rKi6H&#10;b2dg9TJdfb2Nefe7Px3p+Hm6TEYhM+ax373OQCXq0l38/721Un84ngiA4MgMe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CXV/yAAAAN4AAAAPAAAAAAAAAAAAAAAAAJgCAABk&#10;cnMvZG93bnJldi54bWxQSwUGAAAAAAQABAD1AAAAjQMAAAAA&#10;" fillcolor="black" stroked="f"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e5MYA&#10;AADeAAAADwAAAGRycy9kb3ducmV2LnhtbERPTWvCQBC9F/wPywi91U2kSkhdpWoLhepB7aHHaXaa&#10;LMnOhuxWo7/eLQje5vE+Z7bobSOO1HnjWEE6SkAQF04bLhV8Hd6fMhA+IGtsHJOCM3lYzAcPM8y1&#10;O/GOjvtQihjCPkcFVQhtLqUvKrLoR64ljtyv6yyGCLtS6g5PMdw2cpwkU2nRcGyosKVVRUW9/7MK&#10;vj+nJtsZGv9sLss3vZnUy+26Vupx2L++gAjUh7v45v7QcX76PEnh/514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be5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tocQA&#10;AADeAAAADwAAAGRycy9kb3ducmV2LnhtbERPS2sCMRC+F/ofwhS8aVZpi2yNIorUSw++6HXYTDfb&#10;3UzWJOrqrzcFobf5+J4zmXW2EWfyoXKsYDjIQBAXTldcKtjvVv0xiBCRNTaOScGVAsymz08TzLW7&#10;8IbO21iKFMIhRwUmxjaXMhSGLIaBa4kT9+O8xZigL6X2eEnhtpGjLHuXFitODQZbWhgq6u3JKvDz&#10;72V949Ohzm5f1/D52x3HaJTqvXTzDxCRuvgvfrjXOs0fvr6N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GLa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+ccUA&#10;AADeAAAADwAAAGRycy9kb3ducmV2LnhtbERP22oCMRB9L/QfwhT6UmpWrVa3RimCUFAErR8w3Ux3&#10;lyaTZTPV1a9vBKFvczjXmS0679SR2lgHNtDvZaCIi2BrLg0cPlfPE1BRkC26wGTgTBEW8/u7GeY2&#10;nHhHx72UKoVwzNFAJdLkWseiIo+xFxrixH2H1qMk2JbatnhK4d7pQZaNtceaU0OFDS0rKn72v96A&#10;G3y56fo1buR80Jvs4mX3tLXGPD5072+ghDr5F9/cHzbN77+MhnB9J92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z5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nX8UA&#10;AADeAAAADwAAAGRycy9kb3ducmV2LnhtbERPTWsCMRC9C/0PYQq9aVZRKVuj2IqwFw9dt3gdN9PN&#10;YjJZNqlu++ubQsHbPN7nrDaDs+JKfWg9K5hOMhDEtdctNwqq4378DCJEZI3WMyn4pgCb9cNohbn2&#10;N36naxkbkUI45KjAxNjlUobakMMw8R1x4j597zAm2DdS93hL4c7KWZYtpcOWU4PBjt4M1ZfyyynY&#10;lZ2dVYV5DaePw/lsi589nXZKPT0O2xcQkYZ4F/+7C53mT+eL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ud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w8sMA&#10;AADeAAAADwAAAGRycy9kb3ducmV2LnhtbERPTWsCMRC9F/wPYQRvNbFUK6tRRLog9FSrB29DMu6u&#10;bibLJt1d/31TKPQ2j/c56+3gatFRGyrPGmZTBYLYeFtxoeH0lT8vQYSIbLH2TBoeFGC7GT2tMbO+&#10;50/qjrEQKYRDhhrKGJtMymBKchimviFO3NW3DmOCbSFti30Kd7V8UWohHVacGkpsaF+SuR+/nYZb&#10;Lj+8UWjOp3N/sG+X9wXVSuvJeNitQEQa4r/4z32waf7sdT6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vw8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Gd4sUA&#10;AADeAAAADwAAAGRycy9kb3ducmV2LnhtbERPS2vCQBC+F/wPyxS81Y2PiqSuooIglh4aRTyO2TEJ&#10;yc6G3VXjv+8WCr3Nx/ec+bIzjbiT85VlBcNBAoI4t7riQsHxsH2bgfABWWNjmRQ8ycNy0XuZY6rt&#10;g7/pnoVCxBD2KSooQ2hTKX1ekkE/sC1x5K7WGQwRukJqh48Ybho5SpKpNFhxbCixpU1JeZ3djILz&#10;7ZOvX+P9yq3DyXYHX48us1qp/mu3+gARqAv/4j/3Tsf5w8n7FH7fiT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Z3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tC8UA&#10;AADeAAAADwAAAGRycy9kb3ducmV2LnhtbERPS2sCMRC+F/ofwhR6q1nF52qUWih4EerjoLdxM+4u&#10;bibbJNXVX98Igrf5+J4zmTWmEmdyvrSsoN1KQBBnVpecK9huvj+GIHxA1lhZJgVX8jCbvr5MMNX2&#10;wis6r0MuYgj7FBUUIdSplD4ryKBv2Zo4ckfrDIYIXS61w0sMN5XsJElfGiw5NhRY01dB2Wn9ZxTM&#10;R8P570+Xl7fVYU/73eHU67hEqfe35nMMIlATnuKHe6Hj/Ha3N4D7O/EG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O0LxQAAAN4AAAAPAAAAAAAAAAAAAAAAAJgCAABkcnMv&#10;ZG93bnJldi54bWxQSwUGAAAAAAQABAD1AAAAigMAAAAA&#10;" fillcolor="black" stroked="f"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y08YA&#10;AADeAAAADwAAAGRycy9kb3ducmV2LnhtbESPT0/DMAzF70h8h8hI3Fg6/gmVZVM1CYE4dRuIq9eY&#10;pqJxqiRk5dvjAxI3W+/5vZ9Xm9mPqlBMQ2ADy0UFirgLduDewNvh6eoBVMrIFsfAZOCHEmzW52cr&#10;rG048Y7KPvdKQjjVaMDlPNVap86Rx7QIE7FonyF6zLLGXtuIJwn3o76uqnvtcWBpcDjR1lH3tf/2&#10;Bspx2zY35aO43Wts+hja5/dja8zlxdw8gso053/z3/WLFfzl7Z3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ly0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TQcUA&#10;AADeAAAADwAAAGRycy9kb3ducmV2LnhtbERPTWvCQBC9F/wPyxR6001KKzW6ShGV2ottKuhxyE6z&#10;wexsyK4x9td3C0Jv83ifM1v0thYdtb5yrCAdJSCIC6crLhXsv9bDFxA+IGusHZOCK3lYzAd3M8y0&#10;u/AndXkoRQxhn6ECE0KTSekLQxb9yDXEkft2rcUQYVtK3eIlhttaPibJWFqsODYYbGhpqDjlZ6vA&#10;p8vV4d3+TLrjxvAu35rxR2mUerjvX6cgAvXhX3xzv+k4P316nsDf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ZN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2A6D" w:rsidRPr="0066767B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62A6D" w:rsidRPr="0066767B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66767B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66767B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66767B" w:rsidRDefault="00462A6D" w:rsidP="00462A6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462A6D" w:rsidRPr="0066767B" w:rsidRDefault="00462A6D" w:rsidP="00462A6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62A6D" w:rsidRPr="0066767B" w:rsidRDefault="00462A6D" w:rsidP="00462A6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62A6D" w:rsidRPr="0066767B" w:rsidRDefault="00462A6D" w:rsidP="00462A6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62A6D" w:rsidRPr="0066767B" w:rsidRDefault="00462A6D" w:rsidP="00462A6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62A6D" w:rsidRPr="0066767B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45ED80" wp14:editId="34B51DD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460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46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A6D" w:rsidRDefault="00462A6D" w:rsidP="00462A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LlhRxq8dwAAWVkEAA4AAAAAAAAAAAAAAAAALgIA&#10;AGRycy9lMm9Eb2MueG1sUEsBAi0AFAAGAAgAAAAhAN/OkDDiAAAADQEAAA8AAAAAAAAAAAAAAAAA&#10;FnoAAGRycy9kb3ducmV2LnhtbFBLBQYAAAAABAAEAPMAAAAl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7j8MA&#10;AADeAAAADwAAAGRycy9kb3ducmV2LnhtbERPTWvCQBC9C/6HZYTezCZRrERXCdIWD0Ix1fuQHZNg&#10;djZkt5r+e1cQepvH+5z1djCtuFHvGssKkigGQVxa3XCl4PTzOV2CcB5ZY2uZFPyRg+1mPFpjpu2d&#10;j3QrfCVCCLsMFdTed5mUrqzJoItsRxy4i+0N+gD7Suoe7yHctDKN44U02HBoqLGjXU3ltfg1Cuzs&#10;a384V+lx9sHvnvPv5eU8HJR6mwz5CoSnwf+LX+69DvOT+SKB5zvhB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57j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W8cA&#10;AADeAAAADwAAAGRycy9kb3ducmV2LnhtbERPS0sDMRC+F/wPYQQvpc22yFrXpkUKq7UHoQ/wOmzG&#10;zepmsiSx3fbXG0HobT6+58yXvW3FkXxoHCuYjDMQxJXTDdcKDvtyNAMRIrLG1jEpOFOA5eJmMMdC&#10;uxNv6biLtUghHApUYGLsCilDZchiGLuOOHGfzluMCfpaao+nFG5bOc2yXFpsODUY7GhlqPre/VgF&#10;X+W7+Vg9XF788HFLl2G5eW3fcqXubvvnJxCR+ngV/7vXOs2f3OdT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IV1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dWwcYA&#10;AADeAAAADwAAAGRycy9kb3ducmV2LnhtbESP3WrCQBCF74W+wzJCb6RuUotI6ipStEhugj8PMGTH&#10;bDA7G7Jrkr69Wyj0boZz5nxn1tvRNqKnzteOFaTzBARx6XTNlYLr5fC2AuEDssbGMSn4IQ/bzctk&#10;jZl2A5+oP4dKxBD2GSowIbSZlL40ZNHPXUsctZvrLIa4dpXUHQ4x3DbyPUmW0mLNkWCwpS9D5f38&#10;sBFSLLDIb8Pl8D3igPvc8Gx3Uup1Ou4+QQQaw7/57/qoY/30Y7m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dWw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bj8QA&#10;AADeAAAADwAAAGRycy9kb3ducmV2LnhtbERPTUvDQBC9C/0Pywi92U1LjBK7LaVWEMGDVRBvQ3aa&#10;BLOzy+7YxH/vCoK3ebzPWW8nN6gzxdR7NrBcFKCIG297bg28vT5c3YJKgmxx8EwGvinBdjO7WGNt&#10;/cgvdD5Kq3IIpxoNdCKh1jo1HTlMCx+IM3fy0aFkGFttI4453A16VRSVdthzbugw0L6j5vP45Qw8&#10;j4fwdFNdn8JHLFc63Vt534sx88tpdwdKaJJ/8Z/70eb5y7I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624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rLsUA&#10;AADeAAAADwAAAGRycy9kb3ducmV2LnhtbESP3YrCMBCF74V9hzALeyOa+stSjSKLinhT1H2AoRmb&#10;YjMpTdZ2394IgncznDPnO7Ncd7YSd2p86VjBaJiAIM6dLrlQ8HvZDb5B+ICssXJMCv7Jw3r10Vti&#10;ql3LJ7qfQyFiCPsUFZgQ6lRKnxuy6IeuJo7a1TUWQ1ybQuoG2xhuKzlOkrm0WHIkGKzpx1B+O//Z&#10;CMkmmB2v7WW377DF7dFwf3NS6uuz2yxABOrC2/y6PuhYfzSdz+D5Tpx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ms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TgY8QA&#10;AADeAAAADwAAAGRycy9kb3ducmV2LnhtbERPTUsDMRC9C/6HMEJvNttSt2VtWqRWEMFDq1C8DZvp&#10;7uJmEpKxu/57Iwje5vE+Z70dXa8uFFPn2cBsWoAirr3tuDHw/vZ0uwKVBNli75kMfFOC7eb6ao2V&#10;9QMf6HKURuUQThUaaEVCpXWqW3KYpj4QZ+7so0PJMDbaRhxyuOv1vChK7bDj3NBioF1L9efxyxl4&#10;HfbhZVnencNHXMx1erRy2okxk5vx4R6U0Cj/4j/3s83zZ4u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k4G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1YEcUA&#10;AADeAAAADwAAAGRycy9kb3ducmV2LnhtbERP32vCMBB+H/g/hBvsRWbq3Jx0RplCUHAw5ga+Hs3Z&#10;FptLSTJb/3szEPZ2H9/Pmy9724gz+VA7VjAeZSCIC2dqLhX8fOvHGYgQkQ02jknBhQIsF4O7OebG&#10;dfxF530sRQrhkKOCKsY2lzIUFVkMI9cSJ+7ovMWYoC+l8dilcNvIpyybSos1p4YKW1pXVJz2v1bB&#10;6rMrJ35YrHq3O24OL1ob/aGVerjv399AROrjv/jm3po0f/w8fYW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Vg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KGnMUA&#10;AADeAAAADwAAAGRycy9kb3ducmV2LnhtbESPQWsCMRCF74X+hzCF3mpWsSKrUaRloZReqv6AYTNu&#10;VjeTJYnr+u+dQ6G3Gd6b975Zb0ffqYFiagMbmE4KUMR1sC03Bo6H6m0JKmVki11gMnCnBNvN89Ma&#10;Sxtu/EvDPjdKQjiVaMDl3Jdap9qRxzQJPbFopxA9Zlljo23Em4T7Ts+KYqE9tiwNDnv6cFRf9ldv&#10;oPqe/QyXq41V2I1zT+/uvPx0xry+jLsVqExj/jf/XX9ZwZ/OF8Ir78gMe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oa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5p+MUA&#10;AADeAAAADwAAAGRycy9kb3ducmV2LnhtbERP32vCMBB+H/g/hBvsRWbq3GR2RplCUHAw5ga+Hs3Z&#10;FptLSTJb/3szEPZ2H9/Pmy9724gz+VA7VjAeZSCIC2dqLhX8fOvHVxAhIhtsHJOCCwVYLgZ3c8yN&#10;6/iLzvtYihTCIUcFVYxtLmUoKrIYRq4lTtzReYsxQV9K47FL4baRT1k2lRZrTg0VtrSuqDjtf62C&#10;1WdXTvywWPVud9wcXrQ2+kMr9XDfv7+BiNTHf/HNvTVp/vh5OoO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mn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0cR8YA&#10;AADeAAAADwAAAGRycy9kb3ducmV2LnhtbESPQW/CMAyF75P4D5GRdhspiG2oIyDEVAlNuwz2A6zG&#10;awqNUyWhlH8/HybtZsvP771vvR19pwaKqQ1sYD4rQBHXwbbcGPg+VU8rUCkjW+wCk4E7JdhuJg9r&#10;LG248RcNx9woMeFUogGXc19qnWpHHtMs9MRy+wnRY5Y1NtpGvIm57/SiKF60x5YlwWFPe0f15Xj1&#10;BqqPxedwudpYhd249PTszqt3Z8zjdNy9gco05n/x3/fBSv358lU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0cR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8nNMEA&#10;AADeAAAADwAAAGRycy9kb3ducmV2LnhtbERPyWrDMBC9F/IPYgK5NbKbFTeKCQGH5lgnHzBYU9vE&#10;GjmW6uXvq0Kht3m8dQ7paBrRU+dqywriZQSCuLC65lLB/Za97kE4j6yxsUwKJnKQHmcvB0y0HfiT&#10;+tyXIoSwS1BB5X2bSOmKigy6pW2JA/dlO4M+wK6UusMhhJtGvkXRVhqsOTRU2NK5ouKRfxsF62m4&#10;PPPNI8q0ofi6aq/si41Si/l4egfhafT/4j/3hw7z4/Uuht93wg3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vJz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+v7MQA&#10;AADeAAAADwAAAGRycy9kb3ducmV2LnhtbERPS2vCQBC+F/wPywje6sYgtqauIkpEemqj7XnIjklo&#10;djZkNw//vVso9DYf33M2u9HUoqfWVZYVLOYRCOLc6ooLBddL+vwKwnlkjbVlUnAnB7vt5GmDibYD&#10;f1Kf+UKEEHYJKii9bxIpXV6SQTe3DXHgbrY16ANsC6lbHEK4qWUcRStpsOLQUGJDh5Lyn6wzCrrV&#10;d3zl27v+yI730/qY7p38KpSaTcf9GwhPo/8X/7nPOsxfLF9i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/r+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6asYA&#10;AADeAAAADwAAAGRycy9kb3ducmV2LnhtbERPTWvCQBC9C/6HZQredGOV1EZXaYVC24NirAdvY3aa&#10;xGZn0+xW4793C4K3ebzPmS1aU4kTNa60rGA4iEAQZ1aXnCv42r71JyCcR9ZYWSYFF3KwmHc7M0y0&#10;PfOGTqnPRQhhl6CCwvs6kdJlBRl0A1sTB+7bNgZ9gE0udYPnEG4q+RhFsTRYcmgosKZlQdlP+mcU&#10;7NaT+Hn9+jE+fq4OODL6d6/LWKneQ/syBeGp9Xfxzf2uw/zh+GkE/++EG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6a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y1isUA&#10;AADeAAAADwAAAGRycy9kb3ducmV2LnhtbERPTWvCQBC9C/0PyxR6003SkErqKtqiFU+pLfQ6ZMck&#10;mJ0N2VVjf323IHibx/uc2WIwrThT7xrLCuJJBIK4tLrhSsH313o8BeE8ssbWMim4koPF/GE0w1zb&#10;C3/See8rEULY5aig9r7LpXRlTQbdxHbEgTvY3qAPsK+k7vESwk0rkyjKpMGGQ0ONHb3VVB73J6Pg&#10;N/vBwn0kq/dn7emaTjd2V2yUenoclq8gPA3+Lr65tzrMj9OXFP7fCT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LWK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5v8MA&#10;AADeAAAADwAAAGRycy9kb3ducmV2LnhtbERPzYrCMBC+L/gOYQRva6rUdbcaRcSFvblWH2BoxrTY&#10;TGoTtbtPbwTB23x8vzNfdrYWV2p95VjBaJiAIC6crtgoOOy/3z9B+ICssXZMCv7Iw3LRe5tjpt2N&#10;d3TNgxExhH2GCsoQmkxKX5Rk0Q9dQxy5o2sthghbI3WLtxhuazlOkg9pseLYUGJD65KKU36xCs5u&#10;PNFdvsHtafP1WxmTnv93qVKDfreagQjUhZf46f7Rcf4onU7g8U6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l5v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BI8QA&#10;AADeAAAADwAAAGRycy9kb3ducmV2LnhtbERPPW/CMBDdkfofrEPqBk7aEmiIQbRSJVZoh45X+0gC&#10;8TnELqT8eoyE1O2e3ucVy9424kSdrx0rSMcJCGLtTM2lgq/Pj9EMhA/IBhvHpOCPPCwXD4MCc+PO&#10;vKHTNpQihrDPUUEVQptL6XVFFv3YtcSR27nOYoiwK6Xp8BzDbSOfkiSTFmuODRW29F6RPmx/rYJ1&#10;/UOTTO9e7exNb74vx/A83RulHof9ag4iUB/+xXf32sT56cs0g9s78Qa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XgS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db8cA&#10;AADeAAAADwAAAGRycy9kb3ducmV2LnhtbERPXWvCQBB8L/gfjhX6Vi+RUjV6hlootNQKfqCvS27N&#10;BXN7IXeN8d/3CkLfZnd2ZnYWeW9r0VHrK8cK0lECgrhwuuJSwWH//jQF4QOyxtoxKbiRh3w5eFhg&#10;pt2Vt9TtQimiCfsMFZgQmkxKXxiy6EeuIY7c2bUWQxzbUuoWr9Hc1nKcJC/SYsUxwWBDb4aKy+7H&#10;Kuhwc0tOZvU9+6zWxXizOn7puFePw/51DiJQH/6P7+oPHd9PnycT+KsTM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63W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iWh8YA&#10;AADeAAAADwAAAGRycy9kb3ducmV2LnhtbESPQU/DMAyF70j7D5EncWPpKgRTWTZNSEMcoeywo2m8&#10;pltjV0lYC7+eHJC42XrP731ebyffqyuF2AkbWC4KUMSN2I5bA4eP/d0KVEzIFnthMvBNEbab2c0a&#10;Kysjv9O1Tq3KIRwrNOBSGiqtY+PIY1zIQJy1kwSPKa+h1TbgmMN9r8uieNAeO84NDgd6dtRc6i9v&#10;YHxpPs/l6WjdTxhkX7/JuezFmNv5tHsClWhK/+a/61eb8Zf3j5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iWh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jC8UA&#10;AADeAAAADwAAAGRycy9kb3ducmV2LnhtbERP22oCMRB9L/QfwhR8q1lFqq5GsV5AikW8vY+b6e62&#10;yWTZpLr9eyMUfJvDuc542lgjLlT70rGCTjsBQZw5XXKu4HhYvQ5A+ICs0TgmBX/kYTp5fhpjqt2V&#10;d3TZh1zEEPYpKihCqFIpfVaQRd92FXHkvlxtMURY51LXeI3h1shukrxJiyXHhgIrmheU/ex/rYLV&#10;dmG+u5+72UmG+bJ/NoOP98VGqdZLMxuBCNSEh/jfvdZxfqfXH8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CM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UnJcgA&#10;AADeAAAADwAAAGRycy9kb3ducmV2LnhtbESPQWvCQBCF74X+h2UKXqRurLWE1FVEKCpUsLbQ65id&#10;JsHsbMiuMf575yD0NsO8ee99s0XvatVRGyrPBsajBBRx7m3FhYGf74/nFFSIyBZrz2TgSgEW88eH&#10;GWbWX/iLukMslJhwyNBAGWOTaR3ykhyGkW+I5fbnW4dR1rbQtsWLmLtavyTJm3ZYsSSU2NCqpPx0&#10;ODsD3f7zWGy60GxP6TBMJ8f1emd/jRk89ct3UJH6+C++f2+s1B+/pgIgODKD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BSc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X8o8YA&#10;AADeAAAADwAAAGRycy9kb3ducmV2LnhtbERPS2vCQBC+C/6HZQq96SZiS4yuooVCLwUfPdTbmJ0m&#10;wexsurvV6K/vCoK3+fieM1t0phEncr62rCAdJiCIC6trLhV87d4HGQgfkDU2lknBhTws5v3eDHNt&#10;z7yh0zaUIoawz1FBFUKbS+mLigz6oW2JI/djncEQoSuldniO4aaRoyR5lQZrjg0VtvRWUXHc/hkF&#10;q0m2+l2P+fO6Oexp/304voxcotTzU7ecggjUhYf47v7QcX46zlK4vRN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X8o8YAAADeAAAADwAAAAAAAAAAAAAAAACYAgAAZHJz&#10;L2Rvd25yZXYueG1sUEsFBgAAAAAEAAQA9QAAAIsDAAAAAA==&#10;" fillcolor="black" stroked="f"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Rs1MYA&#10;AADeAAAADwAAAGRycy9kb3ducmV2LnhtbERPS2vCQBC+C/0Pywi96cbQSoiuon1Aofbg4+BxzI7J&#10;kuxsyG417a93C0Jv8/E9Z77sbSMu1HnjWMFknIAgLpw2XCo47N9HGQgfkDU2jknBD3lYLh4Gc8y1&#10;u/KWLrtQihjCPkcFVQhtLqUvKrLox64ljtzZdRZDhF0pdYfXGG4bmSbJVFo0HBsqbOmloqLefVsF&#10;x8+pybaG0tPmd/2mN8/1+uu1Vupx2K9mIAL14V98d3/oOH/ylKXw9068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Rs1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qkfcUA&#10;AADeAAAADwAAAGRycy9kb3ducmV2LnhtbERPS2sCMRC+F/wPYQrealYtZdkaRSyilx7qA6/DZrrZ&#10;7mayTaKu/vqmUOhtPr7nzBa9bcWFfKgdKxiPMhDEpdM1VwoO+/VTDiJEZI2tY1JwowCL+eBhhoV2&#10;V/6gyy5WIoVwKFCBibErpAylIYth5DrixH06bzEm6CupPV5TuG3lJMtepMWaU4PBjlaGymZ3tgr8&#10;8vTW3Pl8bLL7+y1svvrvHI1Sw8d++QoiUh//xX/urU7zx8/5F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qR9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KQsQA&#10;AADeAAAADwAAAGRycy9kb3ducmV2LnhtbERP22oCMRB9F/oPYYS+SM0qonZrlFIoFBRB6wdMN9Pd&#10;xWSybKa69uuNIPg2h3OdxarzTp2ojXVgA6NhBoq4CLbm0sDh+/NlDioKskUXmAxcKMJq+dRbYG7D&#10;mXd02kupUgjHHA1UIk2udSwq8hiHoSFO3G9oPUqCbalti+cU7p0eZ9lUe6w5NVTY0EdFxXH/5w24&#10;8Y97Xc/iRi4Hvcn+vewGW2vMc797fwMl1MlDfHd/2TR/NJlP4PZOukE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ik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5ug8UA&#10;AADeAAAADwAAAGRycy9kb3ducmV2LnhtbERPTWsCMRC9F/ofwhR6q1lFRbZGsRVhLz10u8XruJlu&#10;FpPJsom67a83BcHbPN7nLNeDs+JMfWg9KxiPMhDEtdctNwqqr93LAkSIyBqtZ1LwSwHWq8eHJeba&#10;X/iTzmVsRArhkKMCE2OXSxlqQw7DyHfEifvxvcOYYN9I3eMlhTsrJ1k2lw5bTg0GO3o3VB/Lk1Ow&#10;LTs7qQrzFvbfH4eDLf52tN8q9fw0bF5BRBriXXxzFzrNH08XM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m6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lCwsIA&#10;AADeAAAADwAAAGRycy9kb3ducmV2LnhtbERPTYvCMBC9L/gfwgje1sRFulKNIrKC4GldPXgbkrGt&#10;NpPSRFv/vVlY2Ns83ucsVr2rxYPaUHnWMBkrEMTG24oLDcef7fsMRIjIFmvPpOFJAVbLwdsCc+s7&#10;/qbHIRYihXDIUUMZY5NLGUxJDsPYN8SJu/jWYUywLaRtsUvhrpYfSmXSYcWpocSGNiWZ2+HuNFy3&#10;cu+NQnM6nrqd/Tx/ZVQrrUfDfj0HEamP/+I/986m+ZPpLI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+ULC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0UPsQA&#10;AADeAAAADwAAAGRycy9kb3ducmV2LnhtbERPS2vCQBC+F/wPywi91Y1aaoiuooJQKj34QDyO2TEJ&#10;yc6G3VXTf98VCr3Nx/ec2aIzjbiT85VlBcNBAoI4t7riQsHxsHlLQfiArLGxTAp+yMNi3nuZYabt&#10;g3d034dCxBD2GSooQ2gzKX1ekkE/sC1x5K7WGQwRukJqh48Ybho5SpIPabDi2FBiS+uS8np/MwrO&#10;ty1fv8dfS7cKJ9sdfD26pLVSr/1uOQURqAv/4j/3p47zh+/pB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dFD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VPskA&#10;AADeAAAADwAAAGRycy9kb3ducmV2LnhtbESPT2/CMAzF75P2HSJP2m2kIIa6joDGpElcJvFnh3Ez&#10;jddWNE6XBOj26fEBiZut9/zez9N571p1ohAbzwaGgwwUceltw5WBr+3HUw4qJmSLrWcy8EcR5rP7&#10;uykW1p95TadNqpSEcCzQQJ1SV2gdy5ocxoHviEX78cFhkjVU2gY8S7hr9SjLJtphw9JQY0fvNZWH&#10;zdEZWLzki9/VmD//1/sd7b73h+dRyIx5fOjfXkEl6tPNfL1eWsEfjnPhlXd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x9VPskAAADeAAAADwAAAAAAAAAAAAAAAACYAgAA&#10;ZHJzL2Rvd25yZXYueG1sUEsFBgAAAAAEAAQA9QAAAI4DAAAAAA==&#10;" fillcolor="black" stroked="f"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7D8QA&#10;AADeAAAADwAAAGRycy9kb3ducmV2LnhtbERPS0sDMRC+C/6HMII3m20VqdumZSkUxdP2Ib1ON+Nm&#10;cTNZkpiu/94IQm/z8T1nuR5tLxL50DlWMJ0UIIgbpztuFRwP24c5iBCRNfaOScEPBVivbm+WWGp3&#10;4R2lfWxFDuFQogIT41BKGRpDFsPEDcSZ+3TeYszQt1J7vORw28tZUTxLix3nBoMDbQw1X/tvqyCd&#10;N3X1mE7J7N591XpXv36ca6Xu78ZqASLSGK/if/ebzvOnT/MX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l+w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ARscA&#10;AADeAAAADwAAAGRycy9kb3ducmV2LnhtbESPQUvDQBCF74L/YZmCt3YTKcXGbkspWtSLNQp6HLJj&#10;NpidDdk1TfvrnUPB2wzz5r33rTajb9VAfWwCG8hnGSjiKtiGawMf74/TO1AxIVtsA5OBE0XYrK+v&#10;VljYcOQ3GspUKzHhWKABl1JXaB0rRx7jLHTEcvsOvccka19r2+NRzH2rb7NsoT02LAkOO9o5qn7K&#10;X28g5ruHzxd/Xg5fe8ev5bNbHGpnzM1k3N6DSjSmf/Hl+8lK/Xy+FADB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qgE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2A6D" w:rsidRDefault="00462A6D" w:rsidP="00462A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62A6D" w:rsidRPr="0066767B" w:rsidRDefault="00462A6D" w:rsidP="00462A6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462A6D" w:rsidRPr="0066767B" w:rsidRDefault="00462A6D" w:rsidP="00462A6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462A6D" w:rsidRPr="0066767B" w:rsidRDefault="00462A6D" w:rsidP="00462A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462A6D" w:rsidRPr="0066767B" w:rsidRDefault="00462A6D" w:rsidP="00462A6D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62A6D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462A6D" w:rsidRDefault="00462A6D" w:rsidP="00462A6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із землеустрою щодо поділу та об’єднання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земельних ділянок </w:t>
      </w:r>
      <w:proofErr w:type="spellStart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</w:t>
      </w:r>
      <w:proofErr w:type="spellEnd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 сільська  рада ВИРІШИЛА: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1C55EE"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 w:rsidRPr="001C55EE">
        <w:rPr>
          <w:rFonts w:ascii="Times New Roman" w:eastAsia="Calibri" w:hAnsi="Times New Roman" w:cs="Times New Roman"/>
          <w:sz w:val="24"/>
          <w:lang w:val="uk-UA"/>
        </w:rPr>
        <w:t xml:space="preserve"> сільській раді, ідентифікаційний номер 04405030, т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ехнічну документацію із землеустрою щодо поділу</w:t>
      </w: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юридичним особам (16.00), землі сільськогосподарс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ького призначення, площею 1,5809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6823984000:01:009:0114; площею 0,2660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6823984000:01:009:0113,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сільської ради,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 межами   с.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Крупець.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раді в особі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Валерія Анатолійовича</w:t>
      </w: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Pr="001C55EE" w:rsidRDefault="00462A6D" w:rsidP="00462A6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2A6D" w:rsidRDefault="00462A6D" w:rsidP="00462A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5613D9" w:rsidRDefault="005613D9">
      <w:bookmarkStart w:id="0" w:name="_GoBack"/>
      <w:bookmarkEnd w:id="0"/>
    </w:p>
    <w:sectPr w:rsidR="005613D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0C" w:rsidRDefault="00212D0C">
      <w:pPr>
        <w:spacing w:after="0" w:line="240" w:lineRule="auto"/>
      </w:pPr>
      <w:r>
        <w:separator/>
      </w:r>
    </w:p>
  </w:endnote>
  <w:endnote w:type="continuationSeparator" w:id="0">
    <w:p w:rsidR="00212D0C" w:rsidRDefault="0021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0C" w:rsidRDefault="00212D0C">
      <w:pPr>
        <w:spacing w:after="0" w:line="240" w:lineRule="auto"/>
      </w:pPr>
      <w:r>
        <w:separator/>
      </w:r>
    </w:p>
  </w:footnote>
  <w:footnote w:type="continuationSeparator" w:id="0">
    <w:p w:rsidR="00212D0C" w:rsidRDefault="00212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6D"/>
    <w:rsid w:val="00212D0C"/>
    <w:rsid w:val="00462A6D"/>
    <w:rsid w:val="0056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6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6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2021-01-18T11:50:00Z</dcterms:created>
  <dcterms:modified xsi:type="dcterms:W3CDTF">2021-01-18T11:50:00Z</dcterms:modified>
</cp:coreProperties>
</file>