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0E0" w:rsidRDefault="000810E0" w:rsidP="000810E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3BE77C" wp14:editId="3D2C6C65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55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56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10E0" w:rsidRDefault="000810E0" w:rsidP="00081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kT8L4A&#10;AADdAAAADwAAAGRycy9kb3ducmV2LnhtbERPyQrCMBC9C/5DGMGbpiouVKOIqHgQpC73oRnbYjMp&#10;TdT69+YgeHy8fbFqTCleVLvCsoJBPwJBnFpdcKbgetn1ZiCcR9ZYWiYFH3KwWrZbC4y1fXNCr7PP&#10;RAhhF6OC3PsqltKlORl0fVsRB+5ua4M+wDqTusZ3CDelHEbRRBosODTkWNEmp/RxfhoFdrQ/HG/Z&#10;MBlteep5fZrdb81RqW6nWc9BeGr8X/xzH7SC8XgS9oc34QnI5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mpE/C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NyZcgA&#10;AADdAAAADwAAAGRycy9kb3ducmV2LnhtbESPQWsCMRSE74X+h/AEL1KzFlzbrVGKsNp6ELSFXh+b&#10;183azcuSRN3665tCocdhZr5h5svetuJMPjSOFUzGGQjiyumGawXvb+XdA4gQkTW2jknBNwVYLm5v&#10;5lhod+E9nQ+xFgnCoUAFJsaukDJUhiyGseuIk/fpvMWYpK+l9nhJcNvK+yzLpcWG04LBjlaGqq/D&#10;ySo4ljvzsZpd1370uKfrqNxu2tdcqeGgf34CEamP/+G/9otWMJ3mE/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83J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mObcQA&#10;AADdAAAADwAAAGRycy9kb3ducmV2LnhtbESP32rCMBTG7we+QziCN0PTOSqjGksRleFNUfcAh+bY&#10;FJuT0mS2vv0yGOzy4/vz49vko23Fg3rfOFbwtkhAEFdON1wr+Loe5h8gfEDW2DomBU/ykG8nLxvM&#10;tBv4TI9LqEUcYZ+hAhNCl0npK0MW/cJ1xNG7ud5iiLKvpe5xiOO2lcskWUmLDUeCwY52hqr75dtG&#10;SPmO5ek2XA/HEQfcnwy/FmelZtOxWIMINIb/8F/7UytI09USft/E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5jm3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7+VsYA&#10;AADdAAAADwAAAGRycy9kb3ducmV2LnhtbESPQUvDQBSE70L/w/IEb3ZjNVFit6VUhSJ4sAri7ZF9&#10;TYLZt8vus4n/visIHoeZ+YZZric3qCPF1Hs2cDUvQBE33vbcGnh/e7q8A5UE2eLgmQz8UIL1ana2&#10;xNr6kV/puJdWZQinGg10IqHWOjUdOUxzH4izd/DRoWQZW20jjhnuBr0oiko77DkvdBho21Hztf92&#10;Bl7Gx/B8W5WH8BlvFjo9WPnYijEX59PmHpTQJP/hv/bOGijL6hp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7+V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yzgsQA&#10;AADdAAAADwAAAGRycy9kb3ducmV2LnhtbESP24rCMBRF34X5h3CEeRFNZ7wwdIwiMor4Urx8wKE5&#10;NsXmpDTRdv7eCIKPm31Z7Pmys5W4U+NLxwq+RgkI4tzpkgsF59Nm+APCB2SNlWNS8E8elouP3hxT&#10;7Vo+0P0YChFH2KeowIRQp1L63JBFP3I1cfQurrEYomwKqRts47it5HeSzKTFkiPBYE1rQ/n1eLMR&#10;ko0x21/a02bbYYt/e8OD1UGpz363+gURqAvv8Ku90wqm09kEnm/iE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cs4L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vDucUA&#10;AADdAAAADwAAAGRycy9kb3ducmV2LnhtbESPQUvDQBSE70L/w/IEb3ZjManEbkupCiJ4aCuIt0f2&#10;NQlm3y67zyb+e1cQPA4z8w2z2kxuUGeKqfds4GZegCJuvO25NfB2fLq+A5UE2eLgmQx8U4LNenax&#10;wtr6kfd0PkirMoRTjQY6kVBrnZqOHKa5D8TZO/noULKMrbYRxwx3g14URaUd9pwXOgy066j5PHw5&#10;A6/jY3hZVuUpfMTbhU4PVt53YszV5bS9ByU0yX/4r/1sDZRlV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q8O5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n9sMYA&#10;AADdAAAADwAAAGRycy9kb3ducmV2LnhtbESPUUvDMBSF3wf+h3AFX4ZLdbRIXTacEBw4GNbBXi/N&#10;XVtsbkoS1/rvjSDs8XDO+Q5ntZlsLy7kQ+dYwcMiA0FcO9Nxo+D4qe+fQISIbLB3TAp+KMBmfTNb&#10;YWncyB90qWIjEoRDiQraGIdSylC3ZDEs3ECcvLPzFmOSvpHG45jgtpePWVZIix2nhRYHem2p/qq+&#10;rYLtYWyWfl5vJ/d+fjvlWhu910rd3U4vzyAiTfEa/m/vjII8Lwr4e5Oe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n9s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0CbsQA&#10;AADdAAAADwAAAGRycy9kb3ducmV2LnhtbESPUWvCMBSF3wf+h3AF32aqrE6qUcRRkLGXOX/Apbk2&#10;1eamJLHWf28Ggz0ezjnf4ay3g21FTz40jhXMphkI4srphmsFp5/ydQkiRGSNrWNS8KAA283oZY2F&#10;dnf+pv4Ya5EgHApUYGLsCilDZchimLqOOHln5y3GJH0ttcd7gttWzrNsIS02nBYMdrQ3VF2PN6ug&#10;/Jx/9deb9qXbDW+WcnNZfhilJuNhtwIRaYj/4b/2QSvI88U7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NAm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rMWcMA&#10;AADdAAAADwAAAGRycy9kb3ducmV2LnhtbERPW2vCMBR+H/gfwhn4MjTdpCKdUXQQHDgQL7DXQ3Ns&#10;y5qTkmS2+/fmQdjjx3dfrgfbihv50DhW8DrNQBCXzjRcKbic9WQBIkRkg61jUvBHAdar0dMSC+N6&#10;PtLtFCuRQjgUqKCOsSukDGVNFsPUdcSJuzpvMSboK2k89inctvIty+bSYsOpocaOPmoqf06/VsH2&#10;0Fcz/1JuB7e/7r5zrY3+0kqNn4fNO4hIQ/wXP9yfRkGez9Pc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rMW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4zh8QA&#10;AADdAAAADwAAAGRycy9kb3ducmV2LnhtbESPUWvCMBSF3wf+h3AF32aqrKLVKOIoyNjL3H7Apbk2&#10;1eamJLHWf28Ggz0ezjnf4Wx2g21FTz40jhXMphkI4srphmsFP9/l6xJEiMgaW8ek4EEBdtvRywYL&#10;7e78Rf0p1iJBOBSowMTYFVKGypDFMHUdcfLOzluMSfpaao/3BLetnGfZQlpsOC0Y7OhgqLqeblZB&#10;+TH/7K837Uu3H94s5eayfDdKTcbDfg0i0hD/w3/to1aQ54sV/L5JT0B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eM4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gW4b4A&#10;AADdAAAADwAAAGRycy9kb3ducmV2LnhtbERPy6rCMBDdX/AfwgjurqmPqlSjiKDo0uoHDM3YFptJ&#10;baKtf28WgsvDea82nanEixpXWlYwGkYgiDOrS84VXC/7/wUI55E1VpZJwZscbNa9vxUm2rZ8plfq&#10;cxFC2CWooPC+TqR0WUEG3dDWxIG72cagD7DJpW6wDeGmkuMomkmDJYeGAmvaFZTd06dRMH23h0ca&#10;36O9NjQ6TeoT+yxWatDvtksQnjr/E3/dR60gjudhf3gTnoB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Z4FuG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aqZsQA&#10;AADdAAAADwAAAGRycy9kb3ducmV2LnhtbESPT4vCMBTE78J+h/AWvGmqoK61UWRFWTxpVz0/mtc/&#10;bPNSmqj1228EweMwM79hklVnanGj1lWWFYyGEQjizOqKCwWn3+3gC4TzyBpry6TgQQ5Wy49egrG2&#10;dz7SLfWFCBB2MSoovW9iKV1WkkE3tA1x8HLbGvRBtoXULd4D3NRyHEVTabDisFBiQ98lZX/p1Si4&#10;Ti/jE+d7fUg3j918s107eS6U6n926wUIT51/h1/tH61gMpmN4PkmPA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mqmb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dLFsgA&#10;AADdAAAADwAAAGRycy9kb3ducmV2LnhtbESPQWvCQBSE70L/w/KE3nSj1qipq2ihoB4q2nrw9sy+&#10;JqnZt2l21fTfd4VCj8PMfMNM540pxZVqV1hW0OtGIIhTqwvOFHy8v3bGIJxH1lhaJgU/5GA+e2hN&#10;MdH2xju67n0mAoRdggpy76tESpfmZNB1bUUcvE9bG/RB1pnUNd4C3JSyH0WxNFhwWMixopec0vP+&#10;YhQctuN4sl2un742byccGP191EWs1GO7WTyD8NT4//Bfe6UVDIejPtzfhCc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10sW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MsfsUA&#10;AADdAAAADwAAAGRycy9kb3ducmV2LnhtbESPSYvCQBSE74L/oXnC3LQzOi5kbMUFFzy5wVwf6TdJ&#10;MP06pHs0zq+3BcFjUVVfUeNpbQpxpcrllhV8diIQxInVOacKzqdVewTCeWSNhWVScCcH00mzMcZY&#10;2xsf6Hr0qQgQdjEqyLwvYyldkpFB17ElcfB+bWXQB1mlUld4C3BTyG4UDaTBnMNChiUtMkouxz+j&#10;4H/wg3u36c6XPe3p/jVa291+rdRHq559g/BU+3f41d5qBf3+sAfPN+EJ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4yx+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LnssUA&#10;AADdAAAADwAAAGRycy9kb3ducmV2LnhtbESP0WrCQBRE3wv+w3KFvtWNkliNrlKKQt+qqR9wyV43&#10;wezdmN1q7Nd3BcHHYWbOMMt1bxtxoc7XjhWMRwkI4tLpmo2Cw8/2bQbCB2SNjWNScCMP69XgZYm5&#10;dlfe06UIRkQI+xwVVCG0uZS+rMiiH7mWOHpH11kMUXZG6g6vEW4bOUmSqbRYc1yosKXPispT8WsV&#10;nN0k032xwe/TZr6rjUnPf/tUqddh/7EAEagPz/Cj/aUVZNl7Cvc38Qn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0uey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/IQcUA&#10;AADdAAAADwAAAGRycy9kb3ducmV2LnhtbESPzW7CMBCE70i8g7VIvYFDq/ATMKhUqsQV2gPHxV6S&#10;QLwOsYHA09eVkDiOZuYbzXzZ2kpcqfGlYwXDQQKCWDtTcq7g9+e7PwHhA7LByjEpuJOH5aLbmWNm&#10;3I03dN2GXEQI+wwVFCHUmZReF2TRD1xNHL2DayyGKJtcmgZvEW4r+Z4kI2mx5LhQYE1fBenT9mIV&#10;rMs9pSN9mNrJSm92j3P4GB+NUm+99nMGIlAbXuFne20UpOk4hf838Qn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v8h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SlwsMA&#10;AADdAAAADwAAAGRycy9kb3ducmV2LnhtbERPW2vCMBR+F/YfwhnsTdMJ6tY1lSkIG15gTtzroTlr&#10;ypqT0mS1/nsjCD5+d75s3ttadNT6yrGC51ECgrhwuuJSweF7NXwB4QOyxtoxKTiTh3n+MMgw1e7E&#10;X9TtQyliCfsUFZgQmlRKXxiy6EeuIY7ar2sthgjbUuoWT7Hc1nKcJFNpseK4YLChpaHib/9vFXS4&#10;Oyc/ZrF9/aw2xXi3OK515NXTY//+BiJQH+7mW/pDK5hMZlO4volPQOY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Slw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O+OcUA&#10;AADdAAAADwAAAGRycy9kb3ducmV2LnhtbESPQUvDQBSE70L/w/IEb3ZjoLbEbosUKh419tDjM/ua&#10;Tc2+F3bXJvrrXUHwOMzMN8x6O/leXSjETtjA3bwARdyI7bg1cHjb365AxYRssRcmA18UYbuZXa2x&#10;sjLyK13q1KoM4VihAZfSUGkdG0ce41wG4uydJHhMWYZW24Bjhvtel0Vxrz12nBccDrRz1HzUn97A&#10;+NS8n8vT0brvMMi+fpFz2YsxN9fT4wOoRFP6D/+1n62BxWK5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E745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ds7MQA&#10;AADdAAAADwAAAGRycy9kb3ducmV2LnhtbERPW2vCMBR+H+w/hDPY25pO8EJnFKcriExEt70fm2Pb&#10;LTkpTaz135uHgY8f3306760RHbW+dqzgNUlBEBdO11wq+P7KXyYgfEDWaByTgit5mM8eH6aYaXfh&#10;PXWHUIoYwj5DBVUITSalLyqy6BPXEEfu5FqLIcK2lLrFSwy3Rg7SdCQt1hwbKmxoWVHxdzhbBflu&#10;ZX4H2/3iR4blx/hoJpv31adSz0/94g1EoD7cxf/utVYwHI7j3PgmPgE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nbOz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wEzsYA&#10;AADdAAAADwAAAGRycy9kb3ducmV2LnhtbESPQWvCQBSE74L/YXlCL6IblVRNXUWEogULrQpen9nX&#10;JJh9G7JrTP99tyB4HGbmG2axak0pGqpdYVnBaBiBIE6tLjhTcDq+D2YgnEfWWFomBb/kYLXsdhaY&#10;aHvnb2oOPhMBwi5BBbn3VSKlS3My6Ia2Ig7ej60N+iDrTOoa7wFuSjmOoldpsOCwkGNFm5zS6+Fm&#10;FDRf+0u2a1z1cZ31XTy5bLef+qzUS69dv4Hw1Ppn+NHeaQVxPJ3D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wEz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hvcQA&#10;AADdAAAADwAAAGRycy9kb3ducmV2LnhtbERPy2rCQBTdF/yH4Qrd1YliSoyOogWhm4Kvhe6umWsS&#10;zNxJZ6aa9uudRcHl4bxni8404kbO15YVDAcJCOLC6ppLBYf9+i0D4QOyxsYyKfglD4t572WGubZ3&#10;3tJtF0oRQ9jnqKAKoc2l9EVFBv3AtsSRu1hnMEToSqkd3mO4aeQoSd6lwZpjQ4UtfVRUXHc/RsFq&#10;kq2+N2P++tueT3Q6nq/pyCVKvfa75RREoC48xf/uT60gTbO4P76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Cob3EAAAA3QAAAA8AAAAAAAAAAAAAAAAAmAIAAGRycy9k&#10;b3ducmV2LnhtbFBLBQYAAAAABAAEAPUAAACJAwAAAAA=&#10;" fillcolor="black" stroked="f"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fHKMcA&#10;AADdAAAADwAAAGRycy9kb3ducmV2LnhtbESPQWvCQBSE74L/YXmF3nSjEAnRVaqtUKg9aHvw+Mw+&#10;kyXZtyG7auqvdwuFHoeZ+YZZrHrbiCt13jhWMBknIIgLpw2XCr6/tqMMhA/IGhvHpOCHPKyWw8EC&#10;c+1uvKfrIZQiQtjnqKAKoc2l9EVFFv3YtcTRO7vOYoiyK6Xu8BbhtpHTJJlJi4bjQoUtbSoq6sPF&#10;Kjh+zEy2NzQ97e7rN71L6/Xna63U81P/MgcRqA//4b/2u1aQptkEft/EJ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nxyj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Bn6sUA&#10;AADdAAAADwAAAGRycy9kb3ducmV2LnhtbESPQWsCMRSE7wX/Q3hCbzVbwbJsjSIVsRcP2pZeH5vn&#10;Zt3Ny5pEXf31jSD0OMzMN8x03ttWnMmH2rGC11EGgrh0uuZKwffX6iUHESKyxtYxKbhSgPls8DTF&#10;QrsLb+m8i5VIEA4FKjAxdoWUoTRkMYxcR5y8vfMWY5K+ktrjJcFtK8dZ9iYt1pwWDHb0Yahsdier&#10;wC9+l82NTz9Ndttcw/rQH3M0Sj0P+8U7iEh9/A8/2p9awWSSj+H+Jj0B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EGfq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hnw8YA&#10;AADdAAAADwAAAGRycy9kb3ducmV2LnhtbESPUWsCMRCE3wv+h7BCX6TmatHa0yhFKBQqgtYfsL1s&#10;7w6TzXFZ9fTXm4LQx2FmvmHmy847daI21oENPA8zUMRFsDWXBvbfH09TUFGQLbrAZOBCEZaL3sMc&#10;cxvOvKXTTkqVIBxzNFCJNLnWsajIYxyGhjh5v6H1KEm2pbYtnhPcOz3Kson2WHNaqLChVUXFYXf0&#10;Btzox719vca1XPZ6nV29bAcba8xjv3ufgRLq5D98b39aA+Px9AX+3qQno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hnw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3w88YA&#10;AADdAAAADwAAAGRycy9kb3ducmV2LnhtbESPQWsCMRSE74X+h/CE3mpWqUVWo1hF2EsPbi1en5vn&#10;ZjF5WTZRt/31jVDwOMzMN8x82TsrrtSFxrOC0TADQVx53XCtYP+1fZ2CCBFZo/VMCn4owHLx/DTH&#10;XPsb7+haxlokCIccFZgY21zKUBlyGIa+JU7eyXcOY5JdLXWHtwR3Vo6z7F06bDgtGGxpbag6lxen&#10;YFO2drwvzEc4fH8ej7b43dJho9TLoF/NQETq4yP83y60gslk+gb3N+k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W3w8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Ya2cQA&#10;AADdAAAADwAAAGRycy9kb3ducmV2LnhtbESPQWvCQBSE7wX/w/KE3upuhVhJ3YQiCkJPtXrw9th9&#10;TaLZtyG7mvTfdwuCx2FmvmFW5ehacaM+NJ41vM4UCGLjbcOVhsP39mUJIkRki61n0vBLAcpi8rTC&#10;3PqBv+i2j5VIEA45aqhj7HIpg6nJYZj5jjh5P753GJPsK2l7HBLctXKu1EI6bDgt1NjRuiZz2V+d&#10;hvNWfnqj0BwPx2Fn306bBbVK6+fp+PEOItIYH+F7e2c1ZNkyg/836QnI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2Gtn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0mgMUA&#10;AADdAAAADwAAAGRycy9kb3ducmV2LnhtbESPQWvCQBSE7wX/w/IEb3WjooToKioUSouHqojHZ/aZ&#10;hGTfht1V03/fFQoeh5n5hlmsOtOIOzlfWVYwGiYgiHOrKy4UHA8f7ykIH5A1NpZJwS95WC17bwvM&#10;tH3wD933oRARwj5DBWUIbSalz0sy6Ie2JY7e1TqDIUpXSO3wEeGmkeMkmUmDFceFElvalpTX+5tR&#10;cL5983U3+Vq7TTjZ7uDr8SWtlRr0u/UcRKAuvML/7U+tYDpNZ/B8E5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fSaA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s5yccA&#10;AADdAAAADwAAAGRycy9kb3ducmV2LnhtbESPQWvCQBSE70L/w/KE3nSjNDVGV6mFQi9CtT3o7Zl9&#10;JsHs23R3q6m/visUPA4z8w0zX3amEWdyvrasYDRMQBAXVtdcKvj6fBtkIHxA1thYJgW/5GG5eOjN&#10;Mdf2whs6b0MpIoR9jgqqENpcSl9UZNAPbUscvaN1BkOUrpTa4SXCTSPHSfIsDdYcFyps6bWi4rT9&#10;MQpW02z1/fHE6+vmsKf97nBKxy5R6rHfvcxABOrCPfzfftcK0jSbwO1Nf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rOcnHAAAA3QAAAA8AAAAAAAAAAAAAAAAAmAIAAGRy&#10;cy9kb3ducmV2LnhtbFBLBQYAAAAABAAEAPUAAACMAwAAAAA=&#10;" fillcolor="black" stroked="f"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hXusIA&#10;AADdAAAADwAAAGRycy9kb3ducmV2LnhtbERPz2vCMBS+C/sfwht403SKQzqjFGE4dqq6seuzeWvK&#10;mpeSZLH7781B2PHj+73ZjbYXiXzoHCt4mhcgiBunO24VfJxfZ2sQISJr7B2Tgj8KsNs+TDZYanfl&#10;I6VTbEUO4VCiAhPjUEoZGkMWw9wNxJn7dt5izNC3Unu85nDby0VRPEuLHecGgwPtDTU/p1+rIF32&#10;dbVMX8kc333VelcfPi+1UtPHsXoBEWmM/+K7+00rWK3WeW5+k5+A3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SFe6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MS08YA&#10;AADdAAAADwAAAGRycy9kb3ducmV2LnhtbESPQWvCQBSE70L/w/IK3sxGQdHUVYpUqV5q00J7fGRf&#10;s6HZtyG7jdFf7woFj8PMfMMs172tRUetrxwrGCcpCOLC6YpLBZ8f29EchA/IGmvHpOBMHtarh8ES&#10;M+1O/E5dHkoRIewzVGBCaDIpfWHIok9cQxy9H9daDFG2pdQtniLc1nKSpjNpseK4YLChjaHiN/+z&#10;Cvx48/J1sJdF970z/JbvzexYGqWGj/3zE4hAfbiH/9uvWsF0Ol/A7U18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oMS0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810E0" w:rsidRDefault="000810E0" w:rsidP="00081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810E0" w:rsidRDefault="000810E0" w:rsidP="000810E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0810E0" w:rsidRDefault="000810E0" w:rsidP="000810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10E0" w:rsidRDefault="000810E0" w:rsidP="000810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10E0" w:rsidRDefault="000810E0" w:rsidP="000810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810E0" w:rsidRDefault="000810E0" w:rsidP="000810E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810E0" w:rsidRDefault="000810E0" w:rsidP="000810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810E0" w:rsidRDefault="000810E0" w:rsidP="000810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810E0" w:rsidRDefault="000810E0" w:rsidP="000810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10E0" w:rsidRDefault="000810E0" w:rsidP="000810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810E0" w:rsidRDefault="000810E0" w:rsidP="000810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10E0" w:rsidRDefault="000810E0" w:rsidP="000810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810E0" w:rsidRDefault="000810E0" w:rsidP="000810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810E0" w:rsidRPr="00E170B2" w:rsidRDefault="000810E0" w:rsidP="000810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№61</w:t>
      </w:r>
    </w:p>
    <w:p w:rsidR="000810E0" w:rsidRPr="00091508" w:rsidRDefault="000810E0" w:rsidP="000810E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810E0" w:rsidRPr="00091508" w:rsidRDefault="000810E0" w:rsidP="000810E0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091508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0810E0" w:rsidRPr="00091508" w:rsidRDefault="000810E0" w:rsidP="000810E0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</w:rPr>
        <w:t>т</w:t>
      </w:r>
      <w:r w:rsidRPr="00091508">
        <w:rPr>
          <w:rFonts w:ascii="Times New Roman" w:eastAsia="Calibri" w:hAnsi="Times New Roman" w:cs="Times New Roman"/>
          <w:b/>
          <w:sz w:val="24"/>
        </w:rPr>
        <w:t>ехн</w:t>
      </w:r>
      <w:proofErr w:type="gramEnd"/>
      <w:r w:rsidRPr="00091508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</w:p>
    <w:p w:rsidR="000810E0" w:rsidRPr="00091508" w:rsidRDefault="000810E0" w:rsidP="000810E0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0810E0" w:rsidRPr="00091508" w:rsidRDefault="000810E0" w:rsidP="000810E0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091508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091508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>)</w:t>
      </w:r>
    </w:p>
    <w:p w:rsidR="000810E0" w:rsidRPr="00091508" w:rsidRDefault="000810E0" w:rsidP="000810E0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Ляховецький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В.П.</w:t>
      </w:r>
    </w:p>
    <w:p w:rsidR="000810E0" w:rsidRPr="00091508" w:rsidRDefault="000810E0" w:rsidP="000810E0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0810E0" w:rsidRPr="00091508" w:rsidRDefault="000810E0" w:rsidP="000810E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091508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91508">
        <w:rPr>
          <w:rFonts w:ascii="Times New Roman" w:eastAsia="Calibri" w:hAnsi="Times New Roman" w:cs="Times New Roman"/>
          <w:sz w:val="24"/>
        </w:rPr>
        <w:t xml:space="preserve">пункту 34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 Україні»</w:t>
      </w:r>
      <w:proofErr w:type="gramStart"/>
      <w:r w:rsidRPr="00091508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</w:rPr>
        <w:t>т.12,122,186</w:t>
      </w:r>
      <w:r w:rsidRPr="00091508">
        <w:rPr>
          <w:rFonts w:ascii="Times New Roman" w:eastAsia="Calibri" w:hAnsi="Times New Roman" w:cs="Times New Roman"/>
          <w:sz w:val="24"/>
        </w:rPr>
        <w:t xml:space="preserve">  Земельного кодексу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Ляховецького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В.П.,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рада</w:t>
      </w:r>
    </w:p>
    <w:p w:rsidR="000810E0" w:rsidRPr="00091508" w:rsidRDefault="000810E0" w:rsidP="000810E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91508">
        <w:rPr>
          <w:rFonts w:ascii="Times New Roman" w:eastAsia="Calibri" w:hAnsi="Times New Roman" w:cs="Times New Roman"/>
          <w:sz w:val="24"/>
        </w:rPr>
        <w:t>ВИРІШИЛА:</w:t>
      </w:r>
    </w:p>
    <w:p w:rsidR="000810E0" w:rsidRPr="00091508" w:rsidRDefault="000810E0" w:rsidP="000810E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</w:t>
      </w:r>
      <w:r w:rsidRPr="00091508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Ляховецькому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Василю Петровичу,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: </w:t>
      </w:r>
      <w:r w:rsidR="00091D15">
        <w:rPr>
          <w:rFonts w:ascii="Times New Roman" w:eastAsia="Calibri" w:hAnsi="Times New Roman" w:cs="Times New Roman"/>
          <w:sz w:val="24"/>
          <w:lang w:val="uk-UA"/>
        </w:rPr>
        <w:t>________________</w:t>
      </w:r>
      <w:bookmarkStart w:id="0" w:name="_GoBack"/>
      <w:bookmarkEnd w:id="0"/>
      <w:r w:rsidRPr="0009150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091508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091508">
        <w:rPr>
          <w:rFonts w:ascii="Times New Roman" w:eastAsia="Calibri" w:hAnsi="Times New Roman" w:cs="Times New Roman"/>
          <w:sz w:val="24"/>
        </w:rPr>
        <w:t>ічної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документації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0,2500 га,  для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та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обслуговування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житлового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будинку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господарських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будівель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і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споруд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присадибна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земельна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Полянь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, по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вул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>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Незалежності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>, 28.</w:t>
      </w:r>
    </w:p>
    <w:p w:rsidR="000810E0" w:rsidRPr="00091508" w:rsidRDefault="000810E0" w:rsidP="000810E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</w:t>
      </w:r>
      <w:r w:rsidRPr="00091508">
        <w:rPr>
          <w:rFonts w:ascii="Times New Roman" w:eastAsia="Calibri" w:hAnsi="Times New Roman" w:cs="Times New Roman"/>
          <w:sz w:val="24"/>
        </w:rPr>
        <w:t xml:space="preserve">Ляховецькому В.П.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proofErr w:type="gramStart"/>
      <w:r w:rsidRPr="00091508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091508">
        <w:rPr>
          <w:rFonts w:ascii="Times New Roman" w:eastAsia="Calibri" w:hAnsi="Times New Roman" w:cs="Times New Roman"/>
          <w:sz w:val="24"/>
        </w:rPr>
        <w:t>ічну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документацію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 та подати на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ради.</w:t>
      </w:r>
    </w:p>
    <w:p w:rsidR="000810E0" w:rsidRPr="00091508" w:rsidRDefault="000810E0" w:rsidP="000810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0810E0" w:rsidRPr="00091508" w:rsidRDefault="000810E0" w:rsidP="000810E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0810E0" w:rsidRPr="00B656D6" w:rsidRDefault="000810E0" w:rsidP="000810E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810E0" w:rsidRPr="00B656D6" w:rsidRDefault="000810E0" w:rsidP="000810E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810E0" w:rsidRPr="00091508" w:rsidRDefault="000810E0" w:rsidP="000810E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C61F3" w:rsidRPr="000810E0" w:rsidRDefault="000810E0" w:rsidP="000810E0">
      <w:pPr>
        <w:spacing w:after="0"/>
        <w:jc w:val="both"/>
        <w:rPr>
          <w:rFonts w:ascii="Times New Roman" w:eastAsia="Calibri" w:hAnsi="Times New Roman" w:cs="Times New Roman"/>
          <w:sz w:val="24"/>
          <w:lang w:val="uk-UA"/>
        </w:rPr>
      </w:pPr>
      <w:proofErr w:type="spellStart"/>
      <w:r w:rsidRPr="00091508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голова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</w:rPr>
        <w:t>Валерій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МИХАЛЮК</w:t>
      </w:r>
    </w:p>
    <w:sectPr w:rsidR="00BC61F3" w:rsidRPr="000810E0" w:rsidSect="000810E0">
      <w:pgSz w:w="12240" w:h="15840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E0"/>
    <w:rsid w:val="000810E0"/>
    <w:rsid w:val="00091D15"/>
    <w:rsid w:val="00BC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0E0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810E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810E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810E0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0E0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810E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810E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810E0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2021-09-13T10:34:00Z</dcterms:created>
  <dcterms:modified xsi:type="dcterms:W3CDTF">2021-09-14T12:27:00Z</dcterms:modified>
</cp:coreProperties>
</file>