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B2" w:rsidRDefault="007E26B2" w:rsidP="007E26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223.65pt;margin-top:0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E26B2" w:rsidRDefault="007E26B2" w:rsidP="007E26B2"/>
    <w:p w:rsidR="007E26B2" w:rsidRDefault="007E26B2" w:rsidP="007E26B2"/>
    <w:p w:rsidR="007E26B2" w:rsidRDefault="007E26B2" w:rsidP="007E26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E26B2" w:rsidRDefault="007E26B2" w:rsidP="007E26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E26B2" w:rsidRDefault="007E26B2" w:rsidP="007E26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E26B2" w:rsidRDefault="007E26B2" w:rsidP="007E26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E26B2" w:rsidRDefault="007E26B2" w:rsidP="007E26B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26B2" w:rsidRDefault="007E26B2" w:rsidP="007E26B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E26B2" w:rsidRDefault="007E26B2" w:rsidP="007E26B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26B2" w:rsidRDefault="007E26B2" w:rsidP="007E26B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E26B2" w:rsidRDefault="007E26B2" w:rsidP="007E26B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26B2" w:rsidRDefault="007E26B2" w:rsidP="007E26B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№57</w:t>
      </w:r>
    </w:p>
    <w:p w:rsidR="007E26B2" w:rsidRPr="008335D6" w:rsidRDefault="007E26B2" w:rsidP="007E26B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2820" name="Групувати 10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82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B2" w:rsidRDefault="007E26B2" w:rsidP="007E26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1007" o:spid="_x0000_s1026" style="position:absolute;left:0;text-align:left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">
    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0h8MA&#10;AADdAAAADwAAAGRycy9kb3ducmV2LnhtbESPS4vCQBCE78L+h6EXvOnECGvIZhQRFQ+C+Lo3mc6D&#10;zfSEzKjx3zsLgseiqr6iskVvGnGnztWWFUzGEQji3OqaSwWX82aUgHAeWWNjmRQ8ycFi/jXIMNX2&#10;wUe6n3wpAoRdigoq79tUSpdXZNCNbUscvMJ2Bn2QXSl1h48AN42Mo+hHGqw5LFTY0qqi/O90Mwrs&#10;dLvbX8v4OF3zzPPykBTXfq/U8Ltf/oLw1PtP+N3eaQVxEk/g/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D0h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Su/scA&#10;AADdAAAADwAAAGRycy9kb3ducmV2LnhtbESPT2sCMRTE74LfIbxCL6LZ7kHtahQRtv8OBa3g9bF5&#10;3Wy7eVmSVLd+eiMUehxm5jfMct3bVpzIh8axgodJBoK4crrhWsHhoxzPQYSIrLF1TAp+KcB6NRws&#10;sdDuzDs67WMtEoRDgQpMjF0hZagMWQwT1xEn79N5izFJX0vt8ZzgtpV5lk2lxYbTgsGOtoaq7/2P&#10;VfBVvpvjdnZ58qPHHV1G5dtz+zpV6v6u3yxAROrjf/iv/aIV5PM8h9ub9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0rv7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pGsQA&#10;AADdAAAADwAAAGRycy9kb3ducmV2LnhtbESPy2rDMBBF94X8g5hAN6WRa0MJrpVgQl1KNiaPDxis&#10;sWVijYylxu7fV4VCl5f7ONxiv9hB3GnyvWMFL5sEBHHjdM+dguulet6C8AFZ4+CYFHyTh/1u9VBg&#10;rt3MJ7qfQyfiCPscFZgQxlxK3xiy6DduJI5e6yaLIcqpk3rCOY7bQaZJ8iot9hwJBkc6GGpu5y8b&#10;IXWG9bGdL9XHgjO+Hw0/lSelHtdL+QYi0BL+w3/tT60g3aYZ/L6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gaR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IkzsYA&#10;AADdAAAADwAAAGRycy9kb3ducmV2LnhtbESPQUsDMRSE70L/Q3hCbzbrUmtZm5ZSK4jgwSqU3h6b&#10;193FzUtInt313xtB8DjMzDfMajO6Xl0ops6zgdtZAYq49rbjxsDH+9PNElQSZIu9ZzLwTQk268nV&#10;CivrB36jy0EalSGcKjTQioRK61S35DDNfCDO3tlHh5JlbLSNOGS463VZFAvtsOO80GKgXUv15+HL&#10;GXgd9uHlfnF3Dqc4L3V6tHLciTHT63H7AEpolP/wX/vZGiiX5Rx+3+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Ik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VU9cMA&#10;AADdAAAADwAAAGRycy9kb3ducmV2LnhtbESP3YrCMBCF7wXfIYywN7KmW1GkGkUWXcQbqe4DDM3Y&#10;FJtJaaLtvv1GELw8nJ+Ps9r0thYPan3lWMHXJAFBXDhdcang97L/XIDwAVlj7ZgU/JGHzXo4WGGm&#10;Xcc5Pc6hFHGEfYYKTAhNJqUvDFn0E9cQR+/qWoshyraUusUujttapkkylxYrjgSDDX0bKm7nu42Q&#10;0xRPx2t32f/02OHuaHi8zZX6GPXbJYhAfXiHX+2DVpAu0h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VU9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wfIsUA&#10;AADdAAAADwAAAGRycy9kb3ducmV2LnhtbESPQUvDQBSE74L/YXmCN7sxaFpit6W0CiJ4aCuIt0f2&#10;NQlm3y67zyb+e1cQPA4z8w2zXE9uUGeKqfds4HZWgCJuvO25NfB2fLpZgEqCbHHwTAa+KcF6dXmx&#10;xNr6kfd0PkirMoRTjQY6kVBrnZqOHKaZD8TZO/noULKMrbYRxwx3gy6LotIOe84LHQbadtR8Hr6c&#10;gdfxMbzMq/tT+Ih3pU47K+9bMeb6ato8gBKa5D/81362BspFWcH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B8i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Aax8cA&#10;AADdAAAADwAAAGRycy9kb3ducmV2LnhtbESPzWrDMBCE74W8g9hCLyWR69IkuFFCUhANtFDyA70u&#10;1sY2tVZGUmPn7aNAocdhZr5hFqvBtuJMPjSOFTxNMhDEpTMNVwqOBz2egwgR2WDrmBRcKMBqObpb&#10;YGFczzs672MlEoRDgQrqGLtCylDWZDFMXEecvJPzFmOSvpLGY5/gtpV5lk2lxYbTQo0dvdVU/ux/&#10;rYLNV189+8dyM7iP0/v3i9ZGf2qlHu6H9SuISEP8D/+1t0ZBPs9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gGs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fU8MEA&#10;AADdAAAADwAAAGRycy9kb3ducmV2LnhtbERP3WrCMBS+H+wdwhl4N1OLG6UzFlEKIruZ2wMcmrOm&#10;tjkpSaz17c3FYJcf3/+mmu0gJvKhc6xgtcxAEDdOd9wq+PmuXwsQISJrHByTgjsFqLbPTxsstbvx&#10;F03n2IoUwqFEBSbGsZQyNIYshqUbiRP367zFmKBvpfZ4S+F2kHmWvUuLHacGgyPtDTX9+WoV1Kf8&#10;c+qv2tduN68tvZlLcTBKLV7m3QeISHP8F/+5j1pBXuRpbnqTno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H1PD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MrLsYA&#10;AADdAAAADwAAAGRycy9kb3ducmV2LnhtbESPUWvCMBSF3wf+h3AFX2Sm65i4ahQdhA02GLqBr5fm&#10;2habm5JE2/37ZSDs8XDO+Q5ntRlsK67kQ+NYwcMsA0FcOtNwpeD7S98vQISIbLB1TAp+KMBmPbpb&#10;YWFcz3u6HmIlEoRDgQrqGLtCylDWZDHMXEecvJPzFmOSvpLGY5/gtpV5ls2lxYbTQo0dvdRUng8X&#10;q2D32VePflruBvd+ej0+aW30h1ZqMh62SxCRhvgfvrXfjIJ8kT/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MrL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OK8EA&#10;AADdAAAADwAAAGRycy9kb3ducmV2LnhtbERP3WrCMBS+F3yHcITdzXSdk9IZRTYKMrzx5wEOzVnT&#10;2ZyUJNb69suF4OXH97/ajLYTA/nQOlbwNs9AENdOt9woOJ+q1wJEiMgaO8ek4E4BNuvpZIWldjc+&#10;0HCMjUghHEpUYGLsSylDbchimLueOHG/zluMCfpGao+3FG47mWfZUlpsOTUY7OnLUH05Xq2C6iff&#10;D5er9pXbjgtLH+av+DZKvczG7SeISGN8ih/unVaQF+9pf3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oTiv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xlsEA&#10;AADdAAAADwAAAGRycy9kb3ducmV2LnhtbESP3arCMBCE7w/4DmEF745p/UOqUURQ9NLqAyzN2hab&#10;TW2irW9vBMHLYWa+YZbrzlTiSY0rLSuIhxEI4szqknMFl/Pufw7CeWSNlWVS8CIH61Xvb4mJti2f&#10;6Jn6XAQIuwQVFN7XiZQuK8igG9qaOHhX2xj0QTa51A22AW4qOYqimTRYclgosKZtQdktfRgFk1e7&#10;v6fTW7TThuLjuD6yz6ZKDfrdZgHCU+d/4W/7oBWM5uMYPm/CE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h8Z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F2/cUA&#10;AADdAAAADwAAAGRycy9kb3ducmV2LnhtbESPzWrDMBCE74W+g9hCb40cF0LqWjahIaXk1Dhpz4u1&#10;/iHWyliK7bx9FSjkOMzMN0yaz6YTIw2utaxguYhAEJdWt1wrOB13L2sQziNr7CyTgis5yLPHhxQT&#10;bSc+0Fj4WgQIuwQVNN73iZSubMigW9ieOHiVHQz6IIda6gGnADedjKNoJQ22HBYa7OmjofJcXIyC&#10;y+o3PnG119/F9vr5tt1tnPyplXp+mjfvIDzN/h7+b39pBfH6NYbbm/A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YXb9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6sYccA&#10;AADdAAAADwAAAGRycy9kb3ducmV2LnhtbESPQWvCQBSE7wX/w/KE3upGIyGNrqKFQvWgVNtDb8/s&#10;M0mbfZtmtxr/vSsUPA4z8w0znXemFidqXWVZwXAQgSDOra64UPCxf31KQTiPrLG2TAou5GA+6z1M&#10;MdP2zO902vlCBAi7DBWU3jeZlC4vyaAb2IY4eEfbGvRBtoXULZ4D3NRyFEWJNFhxWCixoZeS8p/d&#10;n1HwuU2T5+1yNf5ebw4YG/37patEqcd+t5iA8NT5e/i//aYVjNI4htub8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OrGH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/25sUA&#10;AADdAAAADwAAAGRycy9kb3ducmV2LnhtbESPT4vCMBTE78J+h/AWvGm6VaRUo7iKf/DkuoLXR/Ns&#10;i81LaaLW/fQbQfA4zMxvmMmsNZW4UeNKywq++hEI4szqknMFx99VLwHhPLLGyjIpeJCD2fSjM8FU&#10;2zv/0O3gcxEg7FJUUHhfp1K6rCCDrm9r4uCdbWPQB9nkUjd4D3BTyTiKRtJgyWGhwJoWBWWXw9Uo&#10;+BudcO828fdyoD09hsna7vZrpbqf7XwMwlPr3+FXe6sVxMlgCM834Qn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H/b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sAxcQA&#10;AADdAAAADwAAAGRycy9kb3ducmV2LnhtbESP0WrCQBRE3wX/YbmCb7ox1aLRVUpR8K01+gGX7HUT&#10;zN6N2a1Gv94tFPo4zMwZZrXpbC1u1PrKsYLJOAFBXDhdsVFwOu5GcxA+IGusHZOCB3nYrPu9FWba&#10;3flAtzwYESHsM1RQhtBkUvqiJIt+7Bri6J1dazFE2RqpW7xHuK1lmiTv0mLFcaHEhj5LKi75j1Vw&#10;delMd/kWvy7bxXdlzPT6PEyVGg66jyWIQF34D/+191pBOn+bwe+b+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LAM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gU2sUA&#10;AADdAAAADwAAAGRycy9kb3ducmV2LnhtbESPzW7CMBCE75V4B2uRuBUHUEOaYhAgVeLKz4Hj1l6S&#10;lHgdYgNpnx4jVepxNDPfaGaLztbiRq2vHCsYDRMQxNqZigsFh/3nawbCB2SDtWNS8EMeFvPeywxz&#10;4+68pdsuFCJC2OeooAyhyaX0uiSLfuga4uidXGsxRNkW0rR4j3Bby3GSpNJixXGhxIbWJenz7moV&#10;bKovekv16d1mK709/l7CZPptlBr0u+UHiEBd+A//tTdGwTibpPB8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BT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1CtcIA&#10;AADdAAAADwAAAGRycy9kb3ducmV2LnhtbERPXWvCMBR9F/Yfwh34pukqzK4zyhQEh1PQje310tw1&#10;Zc1NaWKt/94MBB/PN2e26G0tOmp95VjB0zgBQVw4XXGp4OtzPcpA+ICssXZMCi7kYTF/GMww1+7M&#10;B+qOoRSxhH2OCkwITS6lLwxZ9GPXEEft17UWQ4RtKXWL51hua5kmybO0WHFcMNjQylDxdzxZBR3u&#10;L8mPWe5e3quPIt0vv7c68mr42L+9ggjUh7v5lt5oBWk2mcL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PUK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op8IA&#10;AADdAAAADwAAAGRycy9kb3ducmV2LnhtbERPTUvDQBC9C/6HZYTe7MYIUmK3RYSKR5v24HHMTrOp&#10;2ZmwuzZpf717KPT4eN/L9eR7daIQO2EDT/MCFHEjtuPWwH63eVyAignZYi9MBs4UYb26v1tiZWXk&#10;LZ3q1KocwrFCAy6lodI6No48xrkMxJk7SPCYMgyttgHHHO57XRbFi/bYcW5wONC7o+a3/vMGxo/m&#10;51gevq27hEE29Zccy16MmT1Mb6+gEk3pJr66P62BcvGc5+Y3+Qn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mWi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6Lm8cA&#10;AADdAAAADwAAAGRycy9kb3ducmV2LnhtbESP3WrCQBSE7wu+w3IE7+rGFGqauor1B4ooRdven2aP&#10;SdrdsyG71fj2XUHo5TAz3zCTWWeNOFHra8cKRsMEBHHhdM2lgo/39X0GwgdkjcYxKbiQh9m0dzfB&#10;XLsz7+l0CKWIEPY5KqhCaHIpfVGRRT90DXH0jq61GKJsS6lbPEe4NTJNkkdpsea4UGFDi4qKn8Ov&#10;VbB+W5rvdLeff8qwWI2/TLZ5WW6VGvS7+TOIQF34D9/ar1pBmj08wfVNfAJy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+i5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WcwsMA&#10;AADdAAAADwAAAGRycy9kb3ducmV2LnhtbERPy4rCMBTdC/MP4Q7MRjT1NZSOUUQQFRQcFdxemztt&#10;sbkpTabWvzcLweXhvKfz1pSiodoVlhUM+hEI4tTqgjMF59OqF4NwHlljaZkUPMjBfPbRmWKi7Z1/&#10;qTn6TIQQdgkqyL2vEildmpNB17cVceD+bG3QB1hnUtd4D+GmlMMo+pYGCw4NOVa0zCm9Hf+Nguaw&#10;u2abxlXbW9x1k9F1vd7ri1Jfn+3iB4Sn1r/FL/dGKxjG47A/vAlP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Wcw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hFkMcA&#10;AADdAAAADwAAAGRycy9kb3ducmV2LnhtbESPT2vCQBTE74LfYXmF3nRjsCVGV9FCoZeCf3qot2f2&#10;NQlm36a7W41++q4geBxm5jfMbNGZRpzI+dqygtEwAUFcWF1zqeBr9z7IQPiArLGxTAou5GEx7/dm&#10;mGt75g2dtqEUEcI+RwVVCG0upS8qMuiHtiWO3o91BkOUrpTa4TnCTSPTJHmVBmuOCxW29FZRcdz+&#10;GQWrSbb6XY/587o57Gn/fTi+pC5R6vmpW05BBOrCI3xvf2gFaTYe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IRZDHAAAA3QAAAA8AAAAAAAAAAAAAAAAAmAIAAGRy&#10;cy9kb3ducmV2LnhtbFBLBQYAAAAABAAEAPUAAACMAwAAAAA=&#10;" fillcolor="black" stroked="f"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Y6cgA&#10;AADdAAAADwAAAGRycy9kb3ducmV2LnhtbESPT2vCQBTE7wW/w/IK3uqmwUqIrlJthUL14J+Dx2f2&#10;NVmSfRuyq6b99N1CweMwM79hZoveNuJKnTeOFTyPEhDEhdOGSwXHw/opA+EDssbGMSn4Jg+L+eBh&#10;hrl2N97RdR9KESHsc1RQhdDmUvqiIot+5Fri6H25zmKIsiul7vAW4baRaZJMpEXDcaHCllYVFfX+&#10;YhWcPicm2xlKz5uf5bvevNTL7Vut1PCxf52CCNSHe/i//aEVpNk4hb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Mxjp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qDx8YA&#10;AADdAAAADwAAAGRycy9kb3ducmV2LnhtbESPQWsCMRSE7wX/Q3hCbzVbFVm2RhFLsRcPtRWvj83r&#10;ZrublzWJuvrrG6HQ4zAz3zDzZW9bcSYfascKnkcZCOLS6ZorBV+fb085iBCRNbaOScGVAiwXg4c5&#10;Ftpd+IPOu1iJBOFQoAITY1dIGUpDFsPIdcTJ+3beYkzSV1J7vCS4beU4y2bSYs1pwWBHa0NlsztZ&#10;BX51eG1ufNo32W17DZuf/pijUepx2K9eQETq43/4r/2uFYzz6QT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5qDx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+AcYA&#10;AADdAAAADwAAAGRycy9kb3ducmV2LnhtbESP3WrCQBSE7wt9h+UUelN0Y5Cq0VWkUChUCv48wDF7&#10;TIK7Z0P2VGOfvlsoeDnMzDfMYtV7py7UxSawgdEwA0VcBttwZeCwfx9MQUVBtugCk4EbRVgtHx8W&#10;WNhw5S1ddlKpBOFYoIFapC20jmVNHuMwtMTJO4XOoyTZVdp2eE1w73SeZa/aY8NpocaW3moqz7tv&#10;b8DlRzf7nMSN3A56k/142b58WWOen/r1HJRQL/fwf/vDGsin4zH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e+A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cU3sYA&#10;AADdAAAADwAAAGRycy9kb3ducmV2LnhtbESPQWsCMRSE70L/Q3gFb5p1aYtsjWIrwl56cGvx+tw8&#10;N4vJy7JJde2vb4RCj8PMfMMsVoOz4kJ9aD0rmE0zEMS11y03Cvaf28kcRIjIGq1nUnCjAKvlw2iB&#10;hfZX3tGlio1IEA4FKjAxdoWUoTbkMEx9R5y8k+8dxiT7RuoerwnurMyz7EU6bDktGOzo3VB9rr6d&#10;gk3V2Xxfmrdw+Po4Hm35s6XDRqnx47B+BRFpiP/hv3apFeTzp2e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cU3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FGMQA&#10;AADdAAAADwAAAGRycy9kb3ducmV2LnhtbESPQWsCMRSE7wX/Q3iCt5ooZSurUUQUBE+1evD2SJ67&#10;q5uXZZO66783hUKPw8x8wyxWvavFg9pQedYwGSsQxMbbigsNp+/d+wxEiMgWa8+k4UkBVsvB2wJz&#10;6zv+oscxFiJBOOSooYyxyaUMpiSHYewb4uRdfeswJtkW0rbYJbir5VSpTDqsOC2U2NCmJHM//jgN&#10;t508eKPQnE/nbm8/L9uMaqX1aNiv5yAi9fE//NfeWw3T2Uc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ixRj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fCrcYA&#10;AADdAAAADwAAAGRycy9kb3ducmV2LnhtbESPQWvCQBSE7wX/w/KE3urGWNoQXUUFoVR6qIp4fGaf&#10;SUj2bdhdNf33XaHQ4zAz3zCzRW9acSPna8sKxqMEBHFhdc2lgsN+85KB8AFZY2uZFPyQh8V88DTD&#10;XNs7f9NtF0oRIexzVFCF0OVS+qIig35kO+LoXawzGKJ0pdQO7xFuWpkmyZs0WHNcqLCjdUVFs7sa&#10;Bafrli9fk8+lW4Wj7fe+Sc9Zo9TzsF9OQQTqw3/4r/2hFaTZ6zs83s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fCr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j7Z8cA&#10;AADdAAAADwAAAGRycy9kb3ducmV2LnhtbESPT2sCMRTE74LfITyhN8261KKrUaog9CLUPwe9PTfP&#10;3cXNyzZJddtP3xQEj8PM/IaZLVpTixs5X1lWMBwkIIhzqysuFBz26/4YhA/IGmvLpOCHPCzm3c4M&#10;M23vvKXbLhQiQthnqKAMocmk9HlJBv3ANsTRu1hnMETpCqkd3iPc1DJNkjdpsOK4UGJDq5Ly6+7b&#10;KFhOxsuvz1fe/G7PJzodz9dR6hKlXnrt+xREoDY8w4/2h1aQToYp/L+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I+2fHAAAA3QAAAA8AAAAAAAAAAAAAAAAAmAIAAGRy&#10;cy9kb3ducmV2LnhtbFBLBQYAAAAABAAEAPUAAACMAwAAAAA=&#10;" fillcolor="black" stroked="f"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k/cUA&#10;AADdAAAADwAAAGRycy9kb3ducmV2LnhtbESPzWrDMBCE74W8g9hCb42cBErjRAkmEFp6cn5Krxtr&#10;Y5laKyOpivv2VaHQ4zAz3zDr7Wh7kciHzrGC2bQAQdw43XGr4HzaPz6DCBFZY++YFHxTgO1mcrfG&#10;UrsbHygdYysyhEOJCkyMQyllaAxZDFM3EGfv6rzFmKVvpfZ4y3Dby3lRPEmLHecFgwPtDDWfxy+r&#10;IF12dbVIH8kc3nzVele/vF9qpR7ux2oFItIY/8N/7VetYL6cLe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eKT9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ce8YA&#10;AADdAAAADwAAAGRycy9kb3ducmV2LnhtbESPQWvCQBSE7wX/w/IEb3UTKVKjq4i0RXupjYIeH9ln&#10;Nph9G7JrTPvru4VCj8PMfMMsVr2tRUetrxwrSMcJCOLC6YpLBcfD6+MzCB+QNdaOScEXeVgtBw8L&#10;zLS78yd1eShFhLDPUIEJocmk9IUhi37sGuLoXVxrMUTZllK3eI9wW8tJkkylxYrjgsGGNoaKa36z&#10;Cny6eTm92+9Zd34z/JHvzHRfGqVGw349BxGoD//hv/ZWK5jM0if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bce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26B2" w:rsidRDefault="007E26B2" w:rsidP="007E26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E26B2" w:rsidRPr="002E05A5" w:rsidRDefault="007E26B2" w:rsidP="007E26B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7E26B2" w:rsidRPr="002E05A5" w:rsidRDefault="007E26B2" w:rsidP="007E26B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7E26B2" w:rsidRPr="002E05A5" w:rsidRDefault="007E26B2" w:rsidP="007E26B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7E26B2" w:rsidRPr="002E05A5" w:rsidRDefault="007E26B2" w:rsidP="007E26B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7E26B2" w:rsidRPr="002E05A5" w:rsidRDefault="007E26B2" w:rsidP="007E26B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Михалюку</w:t>
      </w:r>
      <w:proofErr w:type="spellEnd"/>
      <w:proofErr w:type="gramStart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Є.</w:t>
      </w:r>
      <w:proofErr w:type="gramEnd"/>
      <w:r w:rsidRPr="002E05A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</w:t>
      </w:r>
    </w:p>
    <w:p w:rsidR="007E26B2" w:rsidRPr="002E05A5" w:rsidRDefault="007E26B2" w:rsidP="007E26B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E26B2" w:rsidRPr="002E05A5" w:rsidRDefault="007E26B2" w:rsidP="007E2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Михалюка</w:t>
      </w:r>
      <w:proofErr w:type="spellEnd"/>
      <w:proofErr w:type="gram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Є.</w:t>
      </w:r>
      <w:proofErr w:type="gram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В.,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7E26B2" w:rsidRPr="002E05A5" w:rsidRDefault="007E26B2" w:rsidP="007E2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7E26B2" w:rsidRPr="002E05A5" w:rsidRDefault="007E26B2" w:rsidP="007E2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Михалюку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Євгену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92F7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вул.Незалежності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, 80.</w:t>
      </w:r>
    </w:p>
    <w:p w:rsidR="007E26B2" w:rsidRPr="002E05A5" w:rsidRDefault="007E26B2" w:rsidP="007E2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2.Михалюку Є.В.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7E26B2" w:rsidRPr="002E05A5" w:rsidRDefault="007E26B2" w:rsidP="007E26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05A5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05A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E05A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05A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E05A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E26B2" w:rsidRPr="002E05A5" w:rsidRDefault="007E26B2" w:rsidP="007E26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E26B2" w:rsidRPr="007E26B2" w:rsidRDefault="007E26B2" w:rsidP="007E2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E26B2" w:rsidRPr="002E05A5" w:rsidRDefault="007E26B2" w:rsidP="007E2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24EF" w:rsidRPr="007E26B2" w:rsidRDefault="007E26B2" w:rsidP="007E26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E05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3524EF" w:rsidRPr="007E26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B2"/>
    <w:rsid w:val="00171A2E"/>
    <w:rsid w:val="00304C90"/>
    <w:rsid w:val="003524EF"/>
    <w:rsid w:val="00505B6D"/>
    <w:rsid w:val="006D3977"/>
    <w:rsid w:val="007D6C18"/>
    <w:rsid w:val="007E26B2"/>
    <w:rsid w:val="00C92F7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2020-07-02T11:46:00Z</dcterms:created>
  <dcterms:modified xsi:type="dcterms:W3CDTF">2020-07-02T12:56:00Z</dcterms:modified>
</cp:coreProperties>
</file>