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0B4" w:rsidRPr="00D815F3" w:rsidRDefault="00E760B4" w:rsidP="00E760B4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  <w:r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E760B4" w:rsidRPr="001869AA" w:rsidRDefault="00E760B4" w:rsidP="00E760B4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1264" name="Группа 11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126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6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6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6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6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7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7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7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7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7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7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7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7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7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7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8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8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8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8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8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8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8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8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8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5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5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5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5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5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5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289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6/dMEA&#10;AADeAAAADwAAAGRycy9kb3ducmV2LnhtbERPy6rCMBDdC/5DGMGdplZ8UI0ichUXgvjaD83YFptJ&#10;aXK1/r0RBHdzOM+ZLxtTigfVrrCsYNCPQBCnVhecKbicN70pCOeRNZaWScGLHCwX7dYcE22ffKTH&#10;yWcihLBLUEHufZVI6dKcDLq+rYgDd7O1QR9gnUld4zOEm1LGUTSWBgsODTlWtM4pvZ/+jQI73O72&#10;1yw+Dv944nl1mN6uzV6pbqdZzUB4avxP/HXvdJg/iMcj+LwTbpCL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uv3TBAAAA3g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iToMYA&#10;AADeAAAADwAAAGRycy9kb3ducmV2LnhtbERPS2sCMRC+F/ofwhS8SM3qYdtujVKErY9DQSt4HTbT&#10;zbabyZJEXf31TUHobT6+50znvW3FiXxoHCsYjzIQxJXTDdcK9p/l4zOIEJE1to5JwYUCzGf3d1Ms&#10;tDvzlk67WIsUwqFABSbGrpAyVIYshpHriBP35bzFmKCvpfZ4TuG2lZMsy6XFhlODwY4Whqqf3dEq&#10;+C4/zGHxdH33w5ctXYflZtmuc6UGD/3bK4hIffwX39wrneaPJ3kOf++kG+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riToM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eSOsUA&#10;AADeAAAADwAAAGRycy9kb3ducmV2LnhtbESP3YrCMBCF74V9hzAL3siaqqBLbRRZdBFvxJ8HGJpp&#10;U2wmpcna7tsbQfBuhnPmfGeydW9rcafWV44VTMYJCOLc6YpLBdfL7usbhA/IGmvHpOCfPKxXH4MM&#10;U+06PtH9HEoRQ9inqMCE0KRS+tyQRT92DXHUCtdaDHFtS6lb7GK4reU0SebSYsWRYLChH0P57fxn&#10;I+Q4w+Oh6C673x473B4MjzYnpYaf/WYJIlAf3ubX9V7H+pPpfAHPd+IMcvU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55I6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wTcscA&#10;AADeAAAADwAAAGRycy9kb3ducmV2LnhtbESPQUvDQBCF74L/YRmhN7tpqLHEbovUFkTwYBWKtyE7&#10;TYLZ2WV3beK/dw6Ctxnem/e+WW8nN6gLxdR7NrCYF6CIG297bg18vB9uV6BSRrY4eCYDP5Rgu7m+&#10;WmNt/chvdDnmVkkIpxoNdDmHWuvUdOQwzX0gFu3so8Msa2y1jThKuBt0WRSVdtizNHQYaNdR83X8&#10;dgZex314ua/uzuEzLkudnmw+7bIxs5vp8QFUpin/m/+un63gL8pKeOUdmUF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/8E3L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Sj08UA&#10;AADeAAAADwAAAGRycy9kb3ducmV2LnhtbESP3YrCMBCF74V9hzAL3siaqiBubRRZdBFvxJ8HGJpp&#10;U2wmpcna7tsbQfBuhnPmfGeydW9rcafWV44VTMYJCOLc6YpLBdfL7msBwgdkjbVjUvBPHtarj0GG&#10;qXYdn+h+DqWIIexTVGBCaFIpfW7Ioh+7hjhqhWsthri2pdQtdjHc1nKaJHNpseJIMNjQj6H8dv6z&#10;EXKc4fFQdJfdb48dbg+GR5uTUsPPfrMEEagPb/Preq9j/cl0/g3Pd+IMcvU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NKPT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OJqccA&#10;AADeAAAADwAAAGRycy9kb3ducmV2LnhtbESPT0sDMRDF70K/QxjBm8120Va2TUupCiJ46B+Q3sJm&#10;uru4mYRk7K7f3jkI3maYN++932oz+l5dMeUukIHZtACFVAfXUWPgdHy9fwKV2ZKzfSA08IMZNuvJ&#10;zcpWLgy0x+uBGyUmlCtroGWOlda5btHbPA0RSW6XkLxlWVOjXbKDmPtel0Ux1952JAmtjbhrsf46&#10;fHsDH8NLfF/MHy/xnB5KnZ8df+7YmLvbcbsExTjyv/jv+81J/Vm5EADBkRn0+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RTian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ox28UA&#10;AADeAAAADwAAAGRycy9kb3ducmV2LnhtbERP32vCMBB+H+x/CDfwRWZaZW50RpmD4GCC6AZ7PZqz&#10;LWsuJYm2/vdmIOztPr6ft1gNthVn8qFxrCCfZCCIS2carhR8f+nHFxAhIhtsHZOCCwVYLe/vFlgY&#10;1/OezodYiRTCoUAFdYxdIWUoa7IYJq4jTtzReYsxQV9J47FP4baV0yybS4sNp4YaO3qvqfw9nKyC&#10;9a6vZn5crgf3edz8PGlt9FYrNXoY3l5BRBriv/jm/jBpfj59zuHvnXSDX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GjHb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jlU8IA&#10;AADeAAAADwAAAGRycy9kb3ducmV2LnhtbERP3WrCMBS+H/gO4Qy8m6nFTemMIkpBxm6mPsChOWs6&#10;m5OSxFrf3gjC7s7H93uW68G2oicfGscKppMMBHHldMO1gtOxfFuACBFZY+uYFNwowHo1elliod2V&#10;f6g/xFqkEA4FKjAxdoWUoTJkMUxcR5y4X+ctxgR9LbXHawq3rcyz7ENabDg1GOxoa6g6Hy5WQfmV&#10;f/fni/al2wwzS+/mb7EzSo1fh80niEhD/Bc/3Xud5k/zeQ6Pd9INcn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+OVT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QKN8UA&#10;AADeAAAADwAAAGRycy9kb3ducmV2LnhtbERP32vCMBB+H/g/hBv4IjNVmRvVKCqECRNkbuDr0Zxt&#10;WXMpSWa7/34RhL3dx/fzluveNuJKPtSOFUzGGQjiwpmaSwVfn/rpFUSIyAYbx6TglwKsV4OHJebG&#10;dfxB11MsRQrhkKOCKsY2lzIUFVkMY9cSJ+7ivMWYoC+l8dilcNvIaZbNpcWaU0OFLe0qKr5PP1bB&#10;9tiVMz8qtr17v7ydn7U2+qCVGj72mwWISH38F9/de5PmT6YvM7i9k26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hAo3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3YvMIA&#10;AADeAAAADwAAAGRycy9kb3ducmV2LnhtbERP3WrCMBS+H/gO4Qi7m6lFp3RGEaUwxJvpHuDQnDWd&#10;zUlJYu3efhEE787H93tWm8G2oicfGscKppMMBHHldMO1gu9z+bYEESKyxtYxKfijAJv16GWFhXY3&#10;/qL+FGuRQjgUqMDE2BVShsqQxTBxHXHifpy3GBP0tdQebynctjLPsndpseHUYLCjnaHqcrpaBeUh&#10;P/aXq/al2w4zS3Pzu9wbpV7Hw/YDRKQhPsUP96dO86f5Ygb3d9INcv0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Xdi8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/jz8EA&#10;AADeAAAADwAAAGRycy9kb3ducmV2LnhtbERPzYrCMBC+C75DGGFvNq1rV6lGWQQXPVr3AYZmbIvN&#10;pNtEW99+Iwje5uP7nfV2MI24U+dqywqSKAZBXFhdc6ng97yfLkE4j6yxsUwKHuRguxmP1php2/OJ&#10;7rkvRQhhl6GCyvs2k9IVFRl0kW2JA3exnUEfYFdK3WEfwk0jZ3H8JQ3WHBoqbGlXUXHNb0bB/NH/&#10;/OXpNd5rQ8nxsz2yL1KlPibD9wqEp8G/xS/3QYf5yWyRwvOdcIP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/f48/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9rF8QA&#10;AADeAAAADwAAAGRycy9kb3ducmV2LnhtbERPTWvCQBC9F/wPyxR6q5vkkNbUNYhikZ5s1J6H7JiE&#10;ZmdDdk3iv3eFQm/zeJ+zzCfTioF611hWEM8jEMSl1Q1XCk7H3es7COeRNbaWScGNHOSr2dMSM21H&#10;/qah8JUIIewyVFB732VSurImg25uO+LAXWxv0AfYV1L3OIZw08okilJpsOHQUGNHm5rK3+JqFFzT&#10;n+TEly99KLa3z8V2t3byXCn18jytP0B4mvy/+M+912F+nLyl8Hgn3C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Paxf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x+kcYA&#10;AADeAAAADwAAAGRycy9kb3ducmV2LnhtbERPS2vCQBC+F/wPywi91Y1aoo2uokKh7UHx0YO3MTsm&#10;0exsmt1q+u+7guBtPr7njKeNKcWFaldYVtDtRCCIU6sLzhTstu8vQxDOI2ssLZOCP3IwnbSexpho&#10;e+U1XTY+EyGEXYIKcu+rREqX5mTQdWxFHLijrQ36AOtM6hqvIdyUshdFsTRYcGjIsaJFTul582sU&#10;fK+G8dtq/vl6+loesG/0z14XsVLP7WY2AuGp8Q/x3f2hw/xubzCA2zvhBjn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Sx+k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p9d8cA&#10;AADeAAAADwAAAGRycy9kb3ducmV2LnhtbESPQWvCQBCF70L/wzKF3urGWFRSV6lKrXhKreB1yE6T&#10;0OxsyG419tc7h4K3Gd6b976ZL3vXqDN1ofZsYDRMQBEX3tZcGjh+vT/PQIWIbLHxTAauFGC5eBjM&#10;MbP+wp90PsRSSQiHDA1UMbaZ1qGoyGEY+pZYtG/fOYyydqW2HV4k3DU6TZKJdlizNFTY0rqi4ufw&#10;6wz8TU6Yh490tRnbSNeX2dbv860xT4/92yuoSH28m/+vd1bwR+lUeOUdmUEv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RKfXf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+xQsQA&#10;AADeAAAADwAAAGRycy9kb3ducmV2LnhtbERPzWrCQBC+C32HZQq9mY3Bak3dSBELvVXTPsCQnW5C&#10;srMxu2rap+8Kgrf5+H5nvRltJ840+MaxglmSgiCunG7YKPj+ep++gPABWWPnmBT8kodN8TBZY67d&#10;hQ90LoMRMYR9jgrqEPpcSl/VZNEnrieO3I8bLIYIByP1gJcYbjuZpelCWmw4NtTY07amqi1PVsHR&#10;Zc96LHf42e5W+8aY+fHvMFfq6XF8ewURaAx38c39oeP8WbZcwfWdeIMs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/sUL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wOE8YA&#10;AADeAAAADwAAAGRycy9kb3ducmV2LnhtbESPQW/CMAyF70j7D5EncRspoLFSCGhDQuIK7LCjl5i2&#10;W+N0TQYdvx4fJnGz5ef33rdc975RZ+piHdjAeJSBIrbB1VwaeD9un3JQMSE7bAKTgT+KsF49DJZY&#10;uHDhPZ0PqVRiwrFAA1VKbaF1tBV5jKPQEsvtFDqPSdau1K7Di5j7Rk+ybKY91iwJFba0qch+H369&#10;gV39Sc8ze5r7/M3uP64/afry5YwZPvavC1CJ+nQX/3/vnNQfT3IBEByZQa9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2wOE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FSX8YA&#10;AADeAAAADwAAAGRycy9kb3ducmV2LnhtbERPy2rDMBC8F/IPYgO9NbJ9KKkbxcSBQErbQB6018Xa&#10;WibWyliK4/x9VSjkNruzM7OzKEbbioF63zhWkM4SEMSV0w3XCk7HzdMchA/IGlvHpOBGHorl5GGB&#10;uXZX3tNwCLWIJuxzVGBC6HIpfWXIop+5jjhyP663GOLY11L3eI3mtpVZkjxLiw3HBIMdrQ1V58PF&#10;Khhwd0u+Tfn58tZ8VNmu/HrXca8ep+PqFUSgMdyP/9VbHd9Ps3kKf3UiBrn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wFSX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4TssIA&#10;AADeAAAADwAAAGRycy9kb3ducmV2LnhtbERPTUsDMRC9C/6HMII3m20OUtampRQqHnX14HG6mW62&#10;bmaWJHZXf70RBG/zeJ+z3s5hUBeKqRe2sFxUoIhbcT13Ft5eD3crUCkjOxyEycIXJdhurq/WWDuZ&#10;+IUuTe5UCeFUowWf81hrnVpPAdNCRuLCnSQGzAXGTruIUwkPgzZVda8D9lwaPI6099R+NJ/BwvTY&#10;Hs/m9O78dxzl0DzL2Qxi7e3NvHsAlWnO/+I/95Mr85dmZeD3nXKD3v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3hOy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qmPsUA&#10;AADeAAAADwAAAGRycy9kb3ducmV2LnhtbERP22rCQBB9L/gPyxT6VjemUEN0FasViijipe/T7DSJ&#10;3Z0N2a3Gv3eFQt/mcK4znnbWiDO1vnasYNBPQBAXTtdcKjgels8ZCB+QNRrHpOBKHqaT3sMYc+0u&#10;vKPzPpQihrDPUUEVQpNL6YuKLPq+a4gj9+1aiyHCtpS6xUsMt0amSfIqLdYcGypsaF5R8bP/tQqW&#10;24U5pZvd7FOG+fvwy2Srt8VaqafHbjYCEagL/+I/94eO8wdp9gL3d+INcnI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aqY+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Xj3sYA&#10;AADeAAAADwAAAGRycy9kb3ducmV2LnhtbERP22rCQBB9L/gPywi+FN1oWwlpNiKCaEGhXsDXMTtN&#10;gtnZkN3G9O/dQqFvczjXSRe9qUVHrassK5hOIhDEudUVFwrOp/U4BuE8ssbaMin4IQeLbPCUYqLt&#10;nQ/UHX0hQgi7BBWU3jeJlC4vyaCb2IY4cF+2NegDbAupW7yHcFPLWRTNpcGKQ0OJDa1Kym/Hb6Og&#10;+9xdi23nmo9b/OzeXq6bzV5flBoN++U7CE+9/xf/ubc6zJ/O4lf4fSfcIL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XXj3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U4WMUA&#10;AADeAAAADwAAAGRycy9kb3ducmV2LnhtbERPTWvCQBC9C/6HZQq96cZQJUZX0UKhl4LaHuptzE6T&#10;YHY23d1q9Ne7gtDbPN7nzJedacSJnK8tKxgNExDEhdU1lwq+Pt8GGQgfkDU2lknBhTwsF/3eHHNt&#10;z7yl0y6UIoawz1FBFUKbS+mLigz6oW2JI/djncEQoSuldniO4aaRaZJMpMGaY0OFLb1WVBx3f0bB&#10;epqtfzcv/HHdHva0/z4cx6lLlHp+6lYzEIG68C9+uN91nD9KszHc34k3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VThYxQAAAN4AAAAPAAAAAAAAAAAAAAAAAJgCAABkcnMv&#10;ZG93bnJldi54bWxQSwUGAAAAAAQABAD1AAAAigMAAAAA&#10;" fillcolor="black" stroked="f"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SoL8YA&#10;AADeAAAADwAAAGRycy9kb3ducmV2LnhtbERPTWvCQBC9F/oflil4qxsDhhBdRdsKQu1B68HjmB2T&#10;JdnZkN1q2l/fLQi9zeN9znw52FZcqffGsYLJOAFBXDptuFJw/Nw85yB8QNbYOiYF3+RhuXh8mGOh&#10;3Y33dD2ESsQQ9gUqqEPoCil9WZNFP3YdceQurrcYIuwrqXu8xXDbyjRJMmnRcGyosaOXmsrm8GUV&#10;nN4zk+8Npefdz/pN76bN+uO1UWr0NKxmIAIN4V98d291nD9J8wz+3ok3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kSoL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pghsQA&#10;AADeAAAADwAAAGRycy9kb3ducmV2LnhtbERPPW/CMBDdK/EfrKvUrTgwtFHAIFSEYOlQCmI9xdc4&#10;TXwOtoHAr6+RkLrd0/u86by3rTiTD7VjBaNhBoK4dLrmSsHue/WagwgRWWPrmBRcKcB8NniaYqHd&#10;hb/ovI2VSCEcClRgYuwKKUNpyGIYuo44cT/OW4wJ+kpqj5cUbls5zrI3abHm1GCwow9DZbM9WQV+&#10;cVg2Nz7tm+z2eQ3r3/6Yo1Hq5blfTEBE6uO/+OHe6DR/NM7f4f5OukH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aYIb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RCv8cA&#10;AADeAAAADwAAAGRycy9kb3ducmV2LnhtbESP3UoDQQyF74W+w5CCN2Jnuxda106LCIJgKfTnAeJO&#10;3F2cySw7sd369Oai4F3COTnny3I9xmBONOQusYP5rABDXCffcePgeHi7X4DJguwxJCYHF8qwXk1u&#10;llj5dOYdnfbSGA3hXKGDVqSvrM11SxHzLPXEqn2lIaLoOjTWD3jW8BhsWRQPNmLH2tBiT68t1d/7&#10;n+gglJ/h6eMxb+RytJviN8rubuudu52OL89ghEb5N1+v373iz8uF8uo7OoNd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W0Qr/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+JosUA&#10;AADeAAAADwAAAGRycy9kb3ducmV2LnhtbERPTWsCMRC9F/ofwhR6q9m1tJTVKG1F2EsPbhWv42bc&#10;LCaTZZPq6q83gtDbPN7nTOeDs+JIfWg9K8hHGQji2uuWGwXr3+XLB4gQkTVaz6TgTAHms8eHKRba&#10;n3hFxyo2IoVwKFCBibErpAy1IYdh5DvixO197zAm2DdS93hK4c7KcZa9S4ctpwaDHX0bqg/Vn1Ow&#10;qDo7XpfmK2w3P7udLS9L2i6Uen4aPicgIg3xX3x3lzrNz1/fcri9k26Q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34mi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il48QA&#10;AADeAAAADwAAAGRycy9kb3ducmV2LnhtbERPTWvCQBC9F/oflin0VndN0ZboKiINCJ5q46G3YXdM&#10;otnZkN2a9N93C4K3ebzPWa5H14or9aHxrGE6USCIjbcNVxrKr+LlHUSIyBZbz6ThlwKsV48PS8yt&#10;H/iTrodYiRTCIUcNdYxdLmUwNTkME98RJ+7ke4cxwb6StschhbtWZkrNpcOGU0ONHW1rMpfDj9Nw&#10;LuTeG4XmWB6HnX37/phTq7R+fho3CxCRxngX39w7m+ZPX2cZ/L+Tbp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IpeP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zzH8UA&#10;AADeAAAADwAAAGRycy9kb3ducmV2LnhtbERPS2vCQBC+C/0PywjedKOhIqmbYAsFaenBB9LjmB2T&#10;kOxs2F01/ffdQsHbfHzPWReD6cSNnG8sK5jPEhDEpdUNVwqOh/fpCoQPyBo7y6TghzwU+dNojZm2&#10;d97RbR8qEUPYZ6igDqHPpPRlTQb9zPbEkbtYZzBE6CqpHd5juOnkIkmW0mDDsaHGnt5qKtv91Sj4&#10;vn7y5Sv92LjXcLLDwbeL86pVajIeNi8gAg3hIf53b3WcP0+fU/h7J94g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rPMf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i+GcYA&#10;AADeAAAADwAAAGRycy9kb3ducmV2LnhtbERPS2sCMRC+C/6HMII3zWpVdDVKLRR6KdTHQW/jZtxd&#10;3Ey2SdRtf30jFLzNx/ecxaoxlbiR86VlBYN+AoI4s7rkXMF+996bgvABWWNlmRT8kIfVst1aYKrt&#10;nTd024ZcxBD2KSooQqhTKX1WkEHftzVx5M7WGQwRulxqh/cYbio5TJKJNFhybCiwpreCssv2ahSs&#10;Z9P199eIP383pyMdD6fLeOgSpbqd5nUOIlATnuJ/94eO8wcv4xE83ok3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Ji+GcYAAADeAAAADwAAAAAAAAAAAAAAAACYAgAAZHJz&#10;L2Rvd25yZXYueG1sUEsFBgAAAAAEAAQA9QAAAIsDAAAAAA==&#10;" fillcolor="black" stroked="f"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QKMQA&#10;AADeAAAADwAAAGRycy9kb3ducmV2LnhtbERPTWsCMRC9C/6HMIXeNGvFUlajLIK09LRqS6/jZtws&#10;3UyWJI3bf98UCr3N433OZjfaXiTyoXOsYDEvQBA3TnfcKng7H2ZPIEJE1tg7JgXfFGC3nU42WGp3&#10;4yOlU2xFDuFQogIT41BKGRpDFsPcDcSZuzpvMWboW6k93nK47eVDUTxKix3nBoMD7Q01n6cvqyBd&#10;9nW1TB/JHF991XpXP79faqXu78ZqDSLSGP/Ff+4XnecvlqsV/L6Tb5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iECj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zKVsUA&#10;AADeAAAADwAAAGRycy9kb3ducmV2LnhtbERPTWvCQBC9F/wPyxS86SaVhjZ1lSJtqb1oU8Eeh+w0&#10;G8zOhuw2Rn+9WxB6m8f7nPlysI3oqfO1YwXpNAFBXDpdc6Vg9/U6eQDhA7LGxjEpOJGH5WJ0M8dc&#10;uyN/Ul+ESsQQ9jkqMCG0uZS+NGTRT11LHLkf11kMEXaV1B0eY7ht5F2SZNJizbHBYEsrQ+Wh+LUK&#10;fLp62X/Y82P//WZ4U6xNtq2MUuPb4fkJRKAh/Iuv7ncd56ez+wz+3ok3yM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HMpW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760B4" w:rsidRPr="00D815F3" w:rsidRDefault="00E760B4" w:rsidP="00E760B4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</w:p>
    <w:p w:rsidR="00E760B4" w:rsidRPr="001869AA" w:rsidRDefault="00E760B4" w:rsidP="00E760B4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E760B4" w:rsidRPr="001869AA" w:rsidRDefault="00E760B4" w:rsidP="00E760B4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E760B4" w:rsidRPr="001869AA" w:rsidRDefault="00E760B4" w:rsidP="00E760B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E760B4" w:rsidRPr="00D815F3" w:rsidRDefault="00E760B4" w:rsidP="00E760B4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val="ru-RU" w:eastAsia="uk-UA"/>
        </w:rPr>
      </w:pPr>
    </w:p>
    <w:p w:rsidR="00E760B4" w:rsidRPr="001869AA" w:rsidRDefault="00E760B4" w:rsidP="00E760B4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E760B4" w:rsidRPr="001869AA" w:rsidRDefault="00E760B4" w:rsidP="00E760B4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E760B4" w:rsidRPr="001869AA" w:rsidRDefault="00E760B4" w:rsidP="00E760B4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E760B4" w:rsidRPr="001869AA" w:rsidRDefault="00E760B4" w:rsidP="00E760B4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E760B4" w:rsidRPr="001869AA" w:rsidRDefault="00E760B4" w:rsidP="00E760B4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11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60B4" w:rsidRDefault="00E760B4" w:rsidP="00E760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320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760B4" w:rsidRDefault="00E760B4" w:rsidP="00E760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E760B4" w:rsidRDefault="00E760B4" w:rsidP="00E760B4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E760B4" w:rsidRPr="001869AA" w:rsidRDefault="00E760B4" w:rsidP="00E760B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760B4" w:rsidRDefault="00E760B4" w:rsidP="00E760B4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III</w:t>
      </w:r>
      <w:r w:rsidRPr="001869AA">
        <w:rPr>
          <w:rFonts w:ascii="Times New Roman" w:hAnsi="Times New Roman"/>
          <w:color w:val="FF0000"/>
        </w:rPr>
        <w:t xml:space="preserve">  </w:t>
      </w:r>
      <w:r w:rsidRPr="001869AA">
        <w:rPr>
          <w:rFonts w:ascii="Times New Roman" w:hAnsi="Times New Roman"/>
        </w:rPr>
        <w:t xml:space="preserve">сесії сільської ради  </w:t>
      </w:r>
      <w:r>
        <w:rPr>
          <w:rFonts w:ascii="Times New Roman" w:hAnsi="Times New Roman"/>
          <w:lang w:val="en-US"/>
        </w:rPr>
        <w:t>VIII</w:t>
      </w:r>
      <w:r w:rsidRPr="001869AA">
        <w:rPr>
          <w:rFonts w:ascii="Times New Roman" w:hAnsi="Times New Roman"/>
        </w:rPr>
        <w:t xml:space="preserve"> скликання</w:t>
      </w:r>
    </w:p>
    <w:p w:rsidR="00E760B4" w:rsidRPr="001869AA" w:rsidRDefault="00E760B4" w:rsidP="00E760B4">
      <w:pPr>
        <w:spacing w:after="0" w:line="240" w:lineRule="auto"/>
        <w:jc w:val="center"/>
        <w:rPr>
          <w:rFonts w:ascii="Times New Roman" w:hAnsi="Times New Roman"/>
        </w:rPr>
      </w:pPr>
    </w:p>
    <w:p w:rsidR="00E760B4" w:rsidRDefault="00E760B4" w:rsidP="00E760B4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_____.11</w:t>
      </w:r>
      <w:r w:rsidRPr="00312454">
        <w:rPr>
          <w:rFonts w:ascii="Times New Roman" w:hAnsi="Times New Roman"/>
          <w:sz w:val="24"/>
        </w:rPr>
        <w:t xml:space="preserve">.2020р.                         Крупець                       </w:t>
      </w:r>
      <w:r>
        <w:rPr>
          <w:rFonts w:ascii="Times New Roman" w:hAnsi="Times New Roman"/>
          <w:sz w:val="24"/>
        </w:rPr>
        <w:t xml:space="preserve">                 №__</w:t>
      </w:r>
    </w:p>
    <w:p w:rsidR="00E760B4" w:rsidRDefault="00E760B4" w:rsidP="00E760B4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E760B4" w:rsidRPr="00CC1DD8" w:rsidRDefault="00E760B4" w:rsidP="00E760B4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E760B4" w:rsidRPr="00315CF3" w:rsidRDefault="00E760B4" w:rsidP="00E760B4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315CF3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Про внесення змін до рішення </w:t>
      </w:r>
    </w:p>
    <w:p w:rsidR="00E760B4" w:rsidRPr="00315CF3" w:rsidRDefault="00E760B4" w:rsidP="00E760B4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315CF3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№</w:t>
      </w:r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94  від 26.06.2020</w:t>
      </w:r>
      <w:r w:rsidRPr="00315CF3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 року</w:t>
      </w:r>
    </w:p>
    <w:p w:rsidR="00E760B4" w:rsidRPr="00315CF3" w:rsidRDefault="00E760B4" w:rsidP="00E760B4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315CF3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«Про надання дозволу на розробку проекту </w:t>
      </w:r>
    </w:p>
    <w:p w:rsidR="00E760B4" w:rsidRPr="00315CF3" w:rsidRDefault="00E760B4" w:rsidP="00E760B4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315CF3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iз землеустрою щодо вiдведення земельної</w:t>
      </w:r>
    </w:p>
    <w:p w:rsidR="00E760B4" w:rsidRPr="00315CF3" w:rsidRDefault="00E760B4" w:rsidP="00E760B4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ділянки Кондратюк Н.В.</w:t>
      </w:r>
      <w:r w:rsidRPr="00315CF3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»</w:t>
      </w:r>
    </w:p>
    <w:p w:rsidR="00E760B4" w:rsidRDefault="00E760B4" w:rsidP="00E760B4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E760B4" w:rsidRDefault="00E760B4" w:rsidP="00E760B4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E760B4" w:rsidRPr="00315CF3" w:rsidRDefault="00E760B4" w:rsidP="00E760B4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E760B4" w:rsidRPr="00315CF3" w:rsidRDefault="00E760B4" w:rsidP="00E760B4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315CF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розглянувши заяву 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Кондратюк Н.В.</w:t>
      </w:r>
      <w:r w:rsidRPr="00315CF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, , сільська   рада    </w:t>
      </w:r>
    </w:p>
    <w:p w:rsidR="00E760B4" w:rsidRPr="00315CF3" w:rsidRDefault="00E760B4" w:rsidP="00E760B4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315CF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ВИРІШИЛА:</w:t>
      </w:r>
    </w:p>
    <w:p w:rsidR="00E760B4" w:rsidRPr="00315CF3" w:rsidRDefault="00E760B4" w:rsidP="00E760B4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E760B4" w:rsidRPr="00315CF3" w:rsidRDefault="00E760B4" w:rsidP="00E760B4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315CF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1.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Внести  зміни до рішення №94</w:t>
      </w:r>
      <w:r w:rsidRPr="00315CF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від 2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6.06.2020</w:t>
      </w:r>
      <w:r w:rsidRPr="00315CF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року, «Про надання дозволу на розробку проекту iз землеустрою щодо вiдведення зе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мельної дiлянки Кондратюк Н.В.</w:t>
      </w:r>
      <w:r w:rsidRPr="00315CF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» замінивши слова та цифри, а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саме:  «орієнтовною площею 0,21</w:t>
      </w:r>
      <w:r w:rsidRPr="00315CF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00га,» замін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ити  на «орієнтовною площею 0,38</w:t>
      </w:r>
      <w:r w:rsidRPr="00315CF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00га»</w:t>
      </w:r>
    </w:p>
    <w:p w:rsidR="00E760B4" w:rsidRPr="00315CF3" w:rsidRDefault="00E760B4" w:rsidP="00E760B4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315CF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E760B4" w:rsidRPr="00315CF3" w:rsidRDefault="00E760B4" w:rsidP="00E760B4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E760B4" w:rsidRPr="00315CF3" w:rsidRDefault="00E760B4" w:rsidP="00E760B4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E760B4" w:rsidRPr="00315CF3" w:rsidRDefault="00E760B4" w:rsidP="00E760B4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E760B4" w:rsidRPr="00315CF3" w:rsidRDefault="00E760B4" w:rsidP="00E760B4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E760B4" w:rsidRDefault="00E760B4" w:rsidP="00E760B4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p w:rsidR="00BA46C9" w:rsidRDefault="00BA46C9">
      <w:bookmarkStart w:id="0" w:name="_GoBack"/>
      <w:bookmarkEnd w:id="0"/>
    </w:p>
    <w:sectPr w:rsidR="00BA46C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0B4"/>
    <w:rsid w:val="00171A2E"/>
    <w:rsid w:val="00304C90"/>
    <w:rsid w:val="00505B6D"/>
    <w:rsid w:val="006D3977"/>
    <w:rsid w:val="007D6C18"/>
    <w:rsid w:val="00BA46C9"/>
    <w:rsid w:val="00D1641A"/>
    <w:rsid w:val="00E76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0B4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0B4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201</Words>
  <Characters>1151</Characters>
  <Application>Microsoft Office Word</Application>
  <DocSecurity>0</DocSecurity>
  <Lines>9</Lines>
  <Paragraphs>2</Paragraphs>
  <ScaleCrop>false</ScaleCrop>
  <Company>Microsoft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2020-11-17T16:15:00Z</dcterms:created>
  <dcterms:modified xsi:type="dcterms:W3CDTF">2020-11-17T16:15:00Z</dcterms:modified>
</cp:coreProperties>
</file>