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A4" w:rsidRPr="00C92EA5" w:rsidRDefault="002D23A4" w:rsidP="002D23A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2D23A4" w:rsidRPr="00C92EA5" w:rsidRDefault="002D23A4" w:rsidP="002D2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Pr="00E77963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3A4" w:rsidRDefault="002D23A4" w:rsidP="002D23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Группа 1034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qW+VXcAAPpYBAAOAAAAZHJzL2Uyb0RvYy54bWzsfW1uJjmS3n8DvsML/RygRsn8zsLULGa6&#10;ugYGxvYA8/oAb0uqkmCV3rKk7qr1YgEDPoIv4hv4Crs38hNkkEmqMiJyqnuM9oK9i0l1KxRJRgSZ&#10;Z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D7qpb5VdwAA+lg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23A4" w:rsidRPr="00E77963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23A4" w:rsidRDefault="002D23A4" w:rsidP="002D23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D23A4" w:rsidRPr="00C92EA5" w:rsidRDefault="002D23A4" w:rsidP="002D23A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D23A4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D23A4" w:rsidRPr="00C92EA5" w:rsidRDefault="002D23A4" w:rsidP="002D23A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D23A4" w:rsidRPr="00C92EA5" w:rsidRDefault="002D23A4" w:rsidP="002D23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D23A4" w:rsidRPr="00C92EA5" w:rsidRDefault="002D23A4" w:rsidP="002D23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D23A4" w:rsidRPr="00C92EA5" w:rsidRDefault="002D23A4" w:rsidP="002D23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D23A4" w:rsidRPr="00C92EA5" w:rsidRDefault="002D23A4" w:rsidP="002D23A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D23A4" w:rsidRPr="00C92EA5" w:rsidRDefault="002D23A4" w:rsidP="002D23A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bookmarkStart w:id="0" w:name="_GoBack"/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D23A4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Шпаку Д.В.</w:t>
      </w:r>
    </w:p>
    <w:bookmarkEnd w:id="0"/>
    <w:p w:rsidR="002D23A4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Шпака Д.В.,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D23A4" w:rsidRPr="00C92EA5" w:rsidRDefault="002D23A4" w:rsidP="002D23A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D23A4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Шпаку Дмитру Вікторовичу,  який зареєстрований  за адресою: </w:t>
      </w:r>
      <w:r w:rsidR="008E196C">
        <w:rPr>
          <w:rFonts w:ascii="Times New Roman" w:eastAsia="Calibri" w:hAnsi="Times New Roman" w:cs="Times New Roman"/>
          <w:sz w:val="24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колективної власності колишнього КСП,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Шпаку Д.В.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D23A4" w:rsidRPr="00C92EA5" w:rsidRDefault="002D23A4" w:rsidP="002D2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D23A4" w:rsidRPr="00C92EA5" w:rsidRDefault="002D23A4" w:rsidP="002D23A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D23A4" w:rsidRPr="00C92EA5" w:rsidRDefault="002D23A4" w:rsidP="002D23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65CB1" w:rsidRPr="002D23A4" w:rsidRDefault="002D23A4" w:rsidP="002D23A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765CB1" w:rsidRPr="002D23A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A4"/>
    <w:rsid w:val="00171A2E"/>
    <w:rsid w:val="002D23A4"/>
    <w:rsid w:val="00304C90"/>
    <w:rsid w:val="00505B6D"/>
    <w:rsid w:val="006D3977"/>
    <w:rsid w:val="00765CB1"/>
    <w:rsid w:val="007D6C18"/>
    <w:rsid w:val="008E196C"/>
    <w:rsid w:val="00D1356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A4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A4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Work</cp:lastModifiedBy>
  <cp:revision>3</cp:revision>
  <dcterms:created xsi:type="dcterms:W3CDTF">2021-04-14T12:11:00Z</dcterms:created>
  <dcterms:modified xsi:type="dcterms:W3CDTF">2021-04-15T16:55:00Z</dcterms:modified>
</cp:coreProperties>
</file>