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6F4" w:rsidRPr="0066767B" w:rsidRDefault="006916F4" w:rsidP="006916F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6916F4" w:rsidRPr="0066767B" w:rsidRDefault="006916F4" w:rsidP="006916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uk-UA"/>
        </w:rPr>
      </w:pPr>
    </w:p>
    <w:p w:rsidR="006916F4" w:rsidRPr="0066767B" w:rsidRDefault="006916F4" w:rsidP="006916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4B34BC" wp14:editId="4432D634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010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9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6F4" w:rsidRDefault="006916F4" w:rsidP="006916F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D/r+G4B3gAAApZBAAO&#10;AAAAAAAAAAAAAAAAAC4CAABkcnMvZTJvRG9jLnhtbFBLAQItABQABgAIAAAAIQCyHUyb4AAAAAoB&#10;AAAPAAAAAAAAAAAAAAAAAGF6AABkcnMvZG93bnJldi54bWxQSwUGAAAAAAQABADzAAAAb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TSwb0A&#10;AADcAAAADwAAAGRycy9kb3ducmV2LnhtbERPyQrCMBC9C/5DGMGbpi64VKOIqHgQxO0+NGNbbCal&#10;iVr/3hwEj4+3z5e1KcSLKpdbVtDrRiCIE6tzThVcL9vOBITzyBoLy6TgQw6Wi2ZjjrG2bz7R6+xT&#10;EULYxagg876MpXRJRgZd15bEgbvbyqAPsEqlrvAdwk0h+1E0kgZzDg0ZlrTOKHmcn0aBHez2h1va&#10;Pw02PPa8Ok7ut/qgVLtVr2YgPNX+L/6591rBcBrWhjPhCMjF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VSTSwb0AAADcAAAADwAAAAAAAAAAAAAAAACYAgAAZHJzL2Rvd25yZXYu&#10;eG1sUEsFBgAAAAAEAAQA9QAAAII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jpRcgA&#10;AADcAAAADwAAAGRycy9kb3ducmV2LnhtbESPT0sDMRTE74LfITzBS2mzilR327RIYdV6EPoHen1s&#10;Xjerm5clie3aT98UCh6HmfkNM533thUH8qFxrOBhlIEgrpxuuFaw3ZTDFxAhImtsHZOCPwown93e&#10;TLHQ7sgrOqxjLRKEQ4EKTIxdIWWoDFkMI9cRJ2/vvMWYpK+l9nhMcNvKxywbS4sNpwWDHS0MVT/r&#10;X6vgu/wyu8Xz6c0P8hWdBuXne7scK3V/179OQETq43/42v7QCp7yHC5n0hGQszM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OOlFyAAAANw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MPysAA&#10;AADcAAAADwAAAGRycy9kb3ducmV2LnhtbERPzWrCQBC+F3yHZQQvRTcqFomuIlJL8SJqH2DIjtlg&#10;djZktyZ9+85B8Pjx/a+3va/Vg9pYBTYwnWSgiItgKy4N/FwP4yWomJAt1oHJwB9F2G4Gb2vMbej4&#10;TI9LKpWEcMzRgEupybWOhSOPcRIaYuFuofWYBLalti12Eu5rPcuyD+2xYmlw2NDeUXG//HopOc3x&#10;dLx118NXjx1+Hh2/787GjIb9bgUqUZ9e4qf72xpYZDJfzsgR0J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RMPysAAAADc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bzjsUA&#10;AADcAAAADwAAAGRycy9kb3ducmV2LnhtbESPQUsDMRSE74L/ITyhN5ttsVXWpkVaC0XwYBXE22Pz&#10;uru4eQnJa3f7702h4HGYmW+YxWpwnTpRTK1nA5NxAYq48rbl2sDX5/b+CVQSZIudZzJwpgSr5e3N&#10;Akvre/6g015qlSGcSjTQiIRS61Q15DCNfSDO3sFHh5JlrLWN2Ge46/S0KObaYct5ocFA64aq3/3R&#10;GXjvX8Pb43x2CD/xYarTxsr3WowZ3Q0vz6CEBvkPX9s7a2BWTOByJh8Bv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RvOO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00JsIA&#10;AADcAAAADwAAAGRycy9kb3ducmV2LnhtbESP3YrCMBCF7xd8hzCCN4umKi5SG0VkFfFG1H2AoZk2&#10;xWZSmqytb28WFrw8nJ+Pk216W4sHtb5yrGA6SUAQ505XXCr4ue3HSxA+IGusHZOCJ3nYrAcfGaba&#10;dXyhxzWUIo6wT1GBCaFJpfS5IYt+4hri6BWutRiibEupW+ziuK3lLEm+pMWKI8FgQztD+f36ayPk&#10;PMfzqehu+0OPHX6fDH9uL0qNhv12BSJQH97h//ZRK1gkM/g7E4+A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jTQm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jIYsUA&#10;AADcAAAADwAAAGRycy9kb3ducmV2LnhtbESPQUsDMRSE7wX/Q3iF3my2ra2yNi3SKojgwSqIt8fm&#10;dXdx8xKS1+76740g9DjMzDfMeju4Tp0pptazgdm0AEVcedtybeDj/en6DlQSZIudZzLwQwm2m6vR&#10;Gkvre36j80FqlSGcSjTQiIRS61Q15DBNfSDO3tFHh5JlrLWN2Ge46/S8KFbaYct5ocFAu4aq78PJ&#10;GXjtH8PL7Wp5DF/xZq7T3srnToyZjIeHe1BCg1zC/+1na2BZLODvTD4C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2Mhi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qsB8UA&#10;AADcAAAADwAAAGRycy9kb3ducmV2LnhtbESPQWsCMRSE7wX/Q3hCL0WztiqyNYoWQgWFUhW8PjbP&#10;3aWblyVJ3e2/b4RCj8PMfMMs171txI18qB0rmIwzEMSFMzWXCs4nPVqACBHZYOOYFPxQgPVq8LDE&#10;3LiOP+l2jKVIEA45KqhibHMpQ1GRxTB2LXHyrs5bjEn6UhqPXYLbRj5n2VxarDktVNjSW0XF1/Hb&#10;Kth+dOWLfyq2vdtf3y8zrY0+aKUeh/3mFUSkPv6H/9o7o2CWTeF+Jh0Buf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iqwHxQAAANw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rtGcMA&#10;AADcAAAADwAAAGRycy9kb3ducmV2LnhtbESPUWvCMBSF3wf7D+EOfJupYod0piJKQWQvc/sBl+au&#10;qW1uShJr/fdmMNjj4ZzzHc5mO9lejORD61jBYp6BIK6dbrlR8P1Vva5BhIissXdMCu4UYFs+P22w&#10;0O7GnzSeYyMShEOBCkyMQyFlqA1ZDHM3ECfvx3mLMUnfSO3xluC2l8sse5MWW04LBgfaG6q789Uq&#10;qE7Lj7G7al+53bSylJvL+mCUmr1Mu3cQkab4H/5rH7WCPMvh90w6ArJ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WrtG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SX68UA&#10;AADcAAAADwAAAGRycy9kb3ducmV2LnhtbESPUWvCMBSF3wf+h3CFvchMnVhGZxQdhAkKMif4emmu&#10;bVlzU5LMdv/eDAZ7PJxzvsNZrgfbihv50DhWMJtmIIhLZxquFJw/9dMLiBCRDbaOScEPBVivRg9L&#10;LIzr+YNup1iJBOFQoII6xq6QMpQ1WQxT1xEn7+q8xZikr6Tx2Ce4beVzluXSYsNpocaO3moqv07f&#10;VsH22FdzPym3g9tf3y8LrY0+aKUex8PmFUSkIf6H/9o7o2CR5fB7Jh0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FJfr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TW9cMA&#10;AADcAAAADwAAAGRycy9kb3ducmV2LnhtbESP0WoCMRRE3wv+Q7iCbzWraJXVKKIsSOlL1Q+4bK6b&#10;1c3NksR1/fumUOjjMDNnmPW2t43oyIfasYLJOANBXDpdc6Xgci7elyBCRNbYOCYFLwqw3Qze1phr&#10;9+Rv6k6xEgnCIUcFJsY2lzKUhiyGsWuJk3d13mJM0ldSe3wmuG3kNMs+pMWa04LBlvaGyvvpYRUU&#10;n9Ov7v7QvnC7fmZpbm7Lg1FqNOx3KxCR+vgf/msftYJ5toDfM+kI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vTW9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A3RL8A&#10;AADcAAAADwAAAGRycy9kb3ducmV2LnhtbERP3WrCMBS+H/gO4Qi7m0m3dYxqLDKo6OWqD3Bojm2x&#10;OalNbOvbm4vBLj++/00+206MNPjWsYZkpUAQV860XGs4n4q3bxA+IBvsHJOGB3nIt4uXDWbGTfxL&#10;YxlqEUPYZ6ihCaHPpPRVQxb9yvXEkbu4wWKIcKilGXCK4baT70p9SYstx4YGe/ppqLqWd6vh8zHt&#10;b2V6VYWxlBw/+iOHKtX6dTnv1iACzeFf/Oc+GA2pimvjmXgE5P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/gDdE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dhqsMA&#10;AADcAAAADwAAAGRycy9kb3ducmV2LnhtbESPT4vCMBTE7wt+h/AEb2uqoGjXtIiiiKe1/jk/mmdb&#10;tnkpTdT67c2C4HGYmd8wi7QztbhT6yrLCkbDCARxbnXFhYLTcfM9A+E8ssbaMil4koM06X0tMNb2&#10;wQe6Z74QAcIuRgWl900spctLMuiGtiEO3tW2Bn2QbSF1i48AN7UcR9FUGqw4LJTY0Kqk/C+7GQW3&#10;6WV84ute/2br53a+3iydPBdKDfrd8geEp85/wu/2TiuYRHP4PxOOgEx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Qdhq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05+MMA&#10;AADcAAAADwAAAGRycy9kb3ducmV2LnhtbERPPW/CMBDdK/EfrENiKw4FIppiUEFCAgZQgQ7drvE1&#10;CcTnEBsI/x4PSB2f3vd42phSXKl2hWUFvW4Egji1uuBMwWG/eB2BcB5ZY2mZFNzJwXTSehljou2N&#10;v+i685kIIewSVJB7XyVSujQng65rK+LA/dnaoA+wzqSu8RbCTSnfoiiWBgsODTlWNM8pPe0uRsH3&#10;dhS/b2erwXG9+cW+0ecfXcRKddrN5wcIT43/Fz/dS61g2Avzw5lwBOTk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05+M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CVGMYA&#10;AADcAAAADwAAAGRycy9kb3ducmV2LnhtbESPT2vCQBTE7wW/w/KE3uomqRVJswn+QSuerC30+si+&#10;JqHZtyG7avTTd4VCj8PM/IbJisG04ky9aywriCcRCOLS6oYrBZ8fm6c5COeRNbaWScGVHBT56CHD&#10;VNsLv9P56CsRIOxSVFB736VSurImg25iO+LgfdveoA+yr6Tu8RLgppVJFM2kwYbDQo0drWoqf44n&#10;o+A2+8KDe0uW62ft6Tqdb+3+sFXqcTwsXkF4Gvx/+K+90wpe4hjuZ8IRk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GCVGM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V2gcQA&#10;AADcAAAADwAAAGRycy9kb3ducmV2LnhtbESPwWrDMBBE74X8g9hCbo1sk5TUjWJCSSC3Nk4+YLG2&#10;som1cizVdvr1VaHQ4zAzb5hNMdlWDNT7xrGCdJGAIK6cbtgouJwPT2sQPiBrbB2Tgjt5KLazhw3m&#10;2o18oqEMRkQI+xwV1CF0uZS+qsmiX7iOOHqfrrcYouyN1D2OEW5bmSXJs7TYcFyosaO3mqpr+WUV&#10;3Fy20lO5x/fr/uWjMWZ5+z4tlZo/TrtXEIGm8B/+ax+1glWawe+Ze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VdoH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RBTcMA&#10;AADcAAAADwAAAGRycy9kb3ducmV2LnhtbESPQYvCMBSE7wv+h/AEb5qq6Go1yrogeFX34PGZPNtq&#10;89Jtslr99UYQ9jjMzDfMfNnYUlyp9oVjBf1eAoJYO1NwpuBnv+5OQPiAbLB0TAru5GG5aH3MMTXu&#10;xlu67kImIoR9igryEKpUSq9zsuh7riKO3snVFkOUdSZNjbcIt6UcJMlYWiw4LuRY0XdO+rL7swo2&#10;xZFGY32a2slKbw+P3zD8PBulOu3mawYiUBP+w+/2xigY9YfwOhOP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iRBTc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1lHsIA&#10;AADcAAAADwAAAGRycy9kb3ducmV2LnhtbERPXWvCMBR9H/gfwhX2NlPLFFeNYgeDyaYwle310lyb&#10;YnNTmqzWf78MBB/PN2ex6m0tOmp95VjBeJSAIC6crrhUcDy8Pc1A+ICssXZMCq7kYbUcPCww0+7C&#10;X9TtQyliCfsMFZgQmkxKXxiy6EeuIY7aybUWQ4RtKXWLl1hua5kmyVRarDguGGzo1VBx3v9aBR3u&#10;rsmPybcvm+qzSHf594eOvHoc9us5iEB9uJtv6XetYDJ+hv8z8Qj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fWUewgAAANw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V1i8QA&#10;AADcAAAADwAAAGRycy9kb3ducmV2LnhtbESPQUvDQBSE74L/YXmCN7tpoCKx21IKLR5t9ODxmX3N&#10;pmbfC7vbJvbXu4LgcZiZb5jlevK9ulCInbCB+awARdyI7bg18P62e3gCFROyxV6YDHxThPXq9maJ&#10;lZWRD3SpU6syhGOFBlxKQ6V1bBx5jDMZiLN3lOAxZRlabQOOGe57XRbFo/bYcV5wONDWUfNVn72B&#10;cd98nsrjh3XXMMiufpVT2Ysx93fT5hlUoin9h//aL9bAYr6A3zP5CO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ldYv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im3cYA&#10;AADcAAAADwAAAGRycy9kb3ducmV2LnhtbESPS2vDMBCE74H+B7GF3hLZgabBiWLyhBJaSl73rbW1&#10;nUgrY6mJ8++rQqHHYWa+YaZ5Z424UutrxwrSQQKCuHC65lLB8bDpj0H4gKzROCYFd/KQzx56U8y0&#10;u/GOrvtQighhn6GCKoQmk9IXFVn0A9cQR+/LtRZDlG0pdYu3CLdGDpNkJC3WHBcqbGhZUXHZf1sF&#10;m4+VOQ/fd/OTDMv1y6cZbxerN6WeHrv5BESgLvyH/9qvWsFzOoLfM/EIyN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0im3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Rw7ccA&#10;AADcAAAADwAAAGRycy9kb3ducmV2LnhtbESP3WrCQBSE7wu+w3KE3pS6icUfomsQQWKhgtpCb4/Z&#10;YxKSPRuy25i+fbdQ6OUwM98w63Qwjeipc5VlBfEkAkGcW11xoeDjff+8BOE8ssbGMin4JgfpZvSw&#10;xkTbO5+pv/hCBAi7BBWU3reJlC4vyaCb2JY4eDfbGfRBdoXUHd4D3DRyGkVzabDisFBiS7uS8vry&#10;ZRT0p7drcehd+1ovn9zs5ZplR/2p1ON42K5AeBr8f/ivfdAKZvECfs+EIyA3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EcO3HAAAA3A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1l78IA&#10;AADcAAAADwAAAGRycy9kb3ducmV2LnhtbERPy4rCMBTdC/MP4QruNFVG0WqUURhwI/iYxbi7Nte2&#10;2NzUJGpnvt4sBJeH854tGlOJOzlfWlbQ7yUgiDOrS84V/By+u2MQPiBrrCyTgj/ysJh/tGaYavvg&#10;Hd33IRcxhH2KCooQ6lRKnxVk0PdsTRy5s3UGQ4Qul9rhI4abSg6SZCQNlhwbCqxpVVB22d+MguVk&#10;vLxuP3nzvzsd6fh7ugwHLlGq026+piACNeEtfrnXWsGwH9fGM/EIyP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jWXvwgAAANwAAAAPAAAAAAAAAAAAAAAAAJgCAABkcnMvZG93&#10;bnJldi54bWxQSwUGAAAAAAQABAD1AAAAhwMAAAAA&#10;" fillcolor="black" stroked="f"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NhbMcA&#10;AADcAAAADwAAAGRycy9kb3ducmV2LnhtbESPzWsCMRTE7wX/h/AKvdWsgmJXo9SPQkE9+HHw+Lp5&#10;3Q27eVk2qa7+9UYQehxm5jfMZNbaSpyp8caxgl43AUGcOW04V3A8fL2PQPiArLFyTAqu5GE27bxM&#10;MNXuwjs670MuIoR9igqKEOpUSp8VZNF3XU0cvV/XWAxRNrnUDV4i3FaynyRDadFwXCiwpkVBWbn/&#10;swpO66EZ7Qz1fza3+UpvBuV8uyyVenttP8cgArXhP/xsf2sFg94HPM7EIyC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zYWzHAAAA3A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goosEA&#10;AADcAAAADwAAAGRycy9kb3ducmV2LnhtbERPz2vCMBS+C/4P4Qm72XTCRKpRZDK2yw7qhtdH89Z0&#10;bV5qErX615uD4PHj+71Y9bYVZ/KhdqzgNctBEJdO11wp+Nl/jGcgQkTW2DomBVcKsFoOBwsstLvw&#10;ls67WIkUwqFABSbGrpAylIYshsx1xIn7c95iTNBXUnu8pHDbykmeT6XFmlODwY7eDZXN7mQV+PVh&#10;09z49Nvkt+9r+PzvjzM0Sr2M+vUcRKQ+PsUP95dW8DZJ89OZdATk8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4KKLBAAAA3AAAAA8AAAAAAAAAAAAAAAAAmAIAAGRycy9kb3du&#10;cmV2LnhtbFBLBQYAAAAABAAEAPUAAACG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nSIcUA&#10;AADcAAAADwAAAGRycy9kb3ducmV2LnhtbESPUWvCQBCE3wv+h2OFvpR6MaC2qaeIIBQqgtYfsM1t&#10;k9C7vZBbNfbXe4WCj8PMfMPMl7136kxdbAIbGI8yUMRlsA1XBo6fm+cXUFGQLbrAZOBKEZaLwcMc&#10;CxsuvKfzQSqVIBwLNFCLtIXWsazJYxyFljh536HzKEl2lbYdXhLcO51n2VR7bDgt1NjSuqby53Dy&#10;Blz+5V4/ZnEr16PeZr9e9k87a8zjsF+9gRLq5R7+b79bA5N8DH9n0hH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+dIhxQAAANw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6btXcUA&#10;AADcAAAADwAAAGRycy9kb3ducmV2LnhtbESPQWvCQBSE7wX/w/IKvdVNAxVJXaVVhFw8NKZ4fWZf&#10;s6G7b0N2q6m/visIHoeZ+YZZrEZnxYmG0HlW8DLNQBA3XnfcKqj32+c5iBCRNVrPpOCPAqyWk4cF&#10;Ftqf+ZNOVWxFgnAoUIGJsS+kDI0hh2Hqe+LkffvBYUxyaKUe8Jzgzso8y2bSYcdpwWBPa0PNT/Xr&#10;FGyq3uZ1aT7C4Wt3PNrysqXDRqmnx/H9DUSkMd7Dt3apFbzmOVzPpCM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pu1dxQAAANw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Q2gsQA&#10;AADcAAAADwAAAGRycy9kb3ducmV2LnhtbESPzWrDMBCE74G+g9hCbolUhybBiWJKaSDQU/4OuS3S&#10;xnZqrYylxu7bV4FCj8PMfMOsi8E14k5dqD1reJkqEMTG25pLDafjdrIEESKyxcYzafihAMXmabTG&#10;3Pqe93Q/xFIkCIccNVQxtrmUwVTkMEx9S5y8q+8cxiS7UtoO+wR3jcyUmkuHNaeFClt6r8h8Hb6d&#10;httWfnqj0JxP535nF5ePOTVK6/Hz8LYCEWmI/+G/9s5qeM1m8DiTjoD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tkNoL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e64MUA&#10;AADcAAAADwAAAGRycy9kb3ducmV2LnhtbESPQWvCQBSE7wX/w/IEb7oxWpHoKrYgiKUHtZQeX7PP&#10;JCT7NuyuGv+9WxB6HGbmG2a57kwjruR8ZVnBeJSAIM6trrhQ8HXaDucgfEDW2FgmBXfysF71XpaY&#10;aXvjA12PoRARwj5DBWUIbSalz0sy6Ee2JY7e2TqDIUpXSO3wFuGmkWmSzKTBiuNCiS29l5TXx4tR&#10;8HP54PPnZL9xb+Hbdidfp7/zWqlBv9ssQATqwn/42d5pBa/pFP7OxCM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l7rgxQAAANw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AAzMYA&#10;AADcAAAADwAAAGRycy9kb3ducmV2LnhtbESPQWvCQBSE74L/YXmF3nTTYMRGV1FB6KVQbQ/19sw+&#10;k2D2bdzdavTXu4VCj8PMfMPMFp1pxIWcry0reBkmIIgLq2suFXx9bgYTED4ga2wsk4IbeVjM+70Z&#10;5tpeeUuXXShFhLDPUUEVQptL6YuKDPqhbYmjd7TOYIjSlVI7vEa4aWSaJGNpsOa4UGFL64qK0+7H&#10;KFi9TlbnjxG/37eHPe2/D6csdYlSz0/dcgoiUBf+w3/tN60gSzP4PROPgJw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OAAzMYAAADcAAAADwAAAAAAAAAAAAAAAACYAgAAZHJz&#10;L2Rvd25yZXYueG1sUEsFBgAAAAAEAAQA9QAAAIsDAAAAAA==&#10;" fillcolor="black" stroked="f"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qTmsQA&#10;AADcAAAADwAAAGRycy9kb3ducmV2LnhtbESPQWsCMRSE70L/Q3iF3jRbi1K2RlmEYulptS29Pjev&#10;m6WblyWJcfvvG0HwOMzMN8xqM9peJPKhc6zgcVaAIG6c7rhV8PnxOn0GESKyxt4xKfijAJv13WSF&#10;pXZn3lM6xFZkCIcSFZgYh1LK0BiyGGZuIM7ej/MWY5a+ldrjOcNtL+dFsZQWO84LBgfaGmp+Dyer&#10;IB23dfWUvpPZv/uq9a7efR1rpR7ux+oFRKQx3sLX9ptWsJgv4XImHw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ak5rEAAAA3A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Sxg8UA&#10;AADcAAAADwAAAGRycy9kb3ducmV2LnhtbESPQWvCQBSE70L/w/IK3nSjoG1TVxFRqV5s00J7fGRf&#10;s8Hs25BdY+qvdwuCx2FmvmFmi85WoqXGl44VjIYJCOLc6ZILBV+fm8EzCB+QNVaOScEfeVjMH3oz&#10;TLU78we1WShEhLBPUYEJoU6l9Lkhi37oauLo/brGYoiyKaRu8BzhtpLjJJlKiyXHBYM1rQzlx+xk&#10;FfjRav29t5eX9mdr+JDtzPS9MEr1H7vlK4hAXbiHb+03rWAyfoL/M/EI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VLGDxQAAANw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916F4" w:rsidRDefault="006916F4" w:rsidP="006916F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916F4" w:rsidRPr="0066767B" w:rsidRDefault="006916F4" w:rsidP="006916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6916F4" w:rsidRPr="0066767B" w:rsidRDefault="006916F4" w:rsidP="006916F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6916F4" w:rsidRPr="0066767B" w:rsidRDefault="006916F4" w:rsidP="006916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6916F4" w:rsidRPr="0066767B" w:rsidRDefault="006916F4" w:rsidP="006916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6916F4" w:rsidRPr="0066767B" w:rsidRDefault="006916F4" w:rsidP="006916F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6916F4" w:rsidRPr="0066767B" w:rsidRDefault="006916F4" w:rsidP="006916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6916F4" w:rsidRPr="0066767B" w:rsidRDefault="006916F4" w:rsidP="006916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6916F4" w:rsidRPr="0066767B" w:rsidRDefault="006916F4" w:rsidP="006916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6916F4" w:rsidRPr="0066767B" w:rsidRDefault="006916F4" w:rsidP="006916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6916F4" w:rsidRPr="0066767B" w:rsidRDefault="006916F4" w:rsidP="006916F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6916F4" w:rsidRPr="0066767B" w:rsidRDefault="006916F4" w:rsidP="006916F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6916F4" w:rsidRPr="0066767B" w:rsidRDefault="006916F4" w:rsidP="006916F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6916F4" w:rsidRPr="0066767B" w:rsidRDefault="006916F4" w:rsidP="006916F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27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.01.2021 року                                          Крупець                                                 №___</w:t>
      </w:r>
    </w:p>
    <w:p w:rsidR="006916F4" w:rsidRPr="0066767B" w:rsidRDefault="006916F4" w:rsidP="006916F4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6916F4" w:rsidRPr="0066767B" w:rsidRDefault="006916F4" w:rsidP="006916F4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</w:pPr>
    </w:p>
    <w:p w:rsidR="006916F4" w:rsidRPr="0066767B" w:rsidRDefault="006916F4" w:rsidP="006916F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</w:t>
      </w:r>
    </w:p>
    <w:p w:rsidR="006916F4" w:rsidRPr="0066767B" w:rsidRDefault="006916F4" w:rsidP="006916F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>щодо відведення земельної ділянки  та</w:t>
      </w:r>
    </w:p>
    <w:p w:rsidR="006916F4" w:rsidRPr="0066767B" w:rsidRDefault="006916F4" w:rsidP="006916F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передачі  її у власність  </w:t>
      </w: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Лук’янов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М.Д.</w:t>
      </w:r>
    </w:p>
    <w:p w:rsidR="006916F4" w:rsidRPr="0066767B" w:rsidRDefault="006916F4" w:rsidP="006916F4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916F4" w:rsidRPr="0066767B" w:rsidRDefault="006916F4" w:rsidP="006916F4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916F4" w:rsidRPr="0066767B" w:rsidRDefault="006916F4" w:rsidP="006916F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</w:t>
      </w:r>
      <w:r w:rsidRPr="0066767B">
        <w:rPr>
          <w:rFonts w:ascii="Times New Roman" w:eastAsia="Times New Roman" w:hAnsi="Times New Roman" w:cs="Times New Roman"/>
          <w:sz w:val="24"/>
          <w:lang w:val="uk-UA"/>
        </w:rPr>
        <w:t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розглянувши заяву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Лук’янова М.Д., 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сільська  рада</w:t>
      </w:r>
    </w:p>
    <w:p w:rsidR="006916F4" w:rsidRPr="0066767B" w:rsidRDefault="006916F4" w:rsidP="006916F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ВИРІШИЛА:</w:t>
      </w:r>
    </w:p>
    <w:p w:rsidR="006916F4" w:rsidRPr="0066767B" w:rsidRDefault="006916F4" w:rsidP="006916F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916F4" w:rsidRPr="0066767B" w:rsidRDefault="006916F4" w:rsidP="006916F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1.Затвердити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Лук’янову Миколі Дмитровичу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проект землеустрою щодо відведення земельної ділянки, для ведення особистого селянського господарства, площею 0,3867 га, яка розташована Хмельницька область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с.Полянь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916F4" w:rsidRPr="0066767B" w:rsidRDefault="006916F4" w:rsidP="00691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2.Передати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Лук’янову Миколі Дмитровичу,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який  зареєстрований за адресою: </w:t>
      </w:r>
      <w:r w:rsidR="00D6497F">
        <w:rPr>
          <w:rFonts w:ascii="Times New Roman" w:eastAsia="Calibri" w:hAnsi="Times New Roman" w:cs="Times New Roman"/>
          <w:sz w:val="24"/>
          <w:lang w:val="en-US"/>
        </w:rPr>
        <w:t>_______________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ідентифікаційний номер </w:t>
      </w:r>
      <w:r w:rsidR="00D6497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_________</w:t>
      </w:r>
      <w:bookmarkStart w:id="0" w:name="_GoBack"/>
      <w:bookmarkEnd w:id="0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 власність земельну ділянку, площею 0,3867 га, кадастровий номер: 6823986800:01:004:0021, для ведення особистого селянського господарства, яка розташована Хмельницька область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Славутський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район, </w:t>
      </w:r>
      <w:proofErr w:type="spellStart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с.Полянь</w:t>
      </w:r>
      <w:proofErr w:type="spellEnd"/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:rsidR="006916F4" w:rsidRPr="0066767B" w:rsidRDefault="006916F4" w:rsidP="00691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3.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Лук’янову М.Д.,</w:t>
      </w: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6916F4" w:rsidRPr="0066767B" w:rsidRDefault="006916F4" w:rsidP="006916F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916F4" w:rsidRPr="0066767B" w:rsidRDefault="006916F4" w:rsidP="006916F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6916F4" w:rsidRPr="006916F4" w:rsidRDefault="006916F4" w:rsidP="006916F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6916F4" w:rsidRPr="0066767B" w:rsidRDefault="006916F4" w:rsidP="006916F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AF49C3" w:rsidRPr="006916F4" w:rsidRDefault="006916F4" w:rsidP="006916F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66767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AF49C3" w:rsidRPr="006916F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29BD" w:rsidRDefault="005229BD">
      <w:pPr>
        <w:spacing w:after="0" w:line="240" w:lineRule="auto"/>
      </w:pPr>
      <w:r>
        <w:separator/>
      </w:r>
    </w:p>
  </w:endnote>
  <w:endnote w:type="continuationSeparator" w:id="0">
    <w:p w:rsidR="005229BD" w:rsidRDefault="005229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29BD" w:rsidRDefault="005229BD">
      <w:pPr>
        <w:spacing w:after="0" w:line="240" w:lineRule="auto"/>
      </w:pPr>
      <w:r>
        <w:separator/>
      </w:r>
    </w:p>
  </w:footnote>
  <w:footnote w:type="continuationSeparator" w:id="0">
    <w:p w:rsidR="005229BD" w:rsidRDefault="005229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6F4"/>
    <w:rsid w:val="004D6C7A"/>
    <w:rsid w:val="005229BD"/>
    <w:rsid w:val="006916F4"/>
    <w:rsid w:val="00AF49C3"/>
    <w:rsid w:val="00D64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6F4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6F4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2021-01-18T11:56:00Z</dcterms:created>
  <dcterms:modified xsi:type="dcterms:W3CDTF">2021-01-18T12:13:00Z</dcterms:modified>
</cp:coreProperties>
</file>