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546" w:rsidRDefault="00BB4546" w:rsidP="00BB454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4546" w:rsidRDefault="00BB4546" w:rsidP="00BB45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4546" w:rsidRDefault="00BB4546" w:rsidP="00BB45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4546" w:rsidRDefault="00BB4546" w:rsidP="00BB45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4546" w:rsidRDefault="00BB4546" w:rsidP="00BB45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4546" w:rsidRDefault="00BB4546" w:rsidP="00BB45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4546" w:rsidRDefault="00BB4546" w:rsidP="00BB45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4546" w:rsidRDefault="00BB4546" w:rsidP="00BB45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4546" w:rsidRDefault="00BB4546" w:rsidP="00BB45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4546" w:rsidRDefault="00BB4546" w:rsidP="00BB45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4546" w:rsidRDefault="00BB4546" w:rsidP="00BB45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4546" w:rsidRDefault="00BB4546" w:rsidP="00BB45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4546" w:rsidRDefault="00BB4546" w:rsidP="00BB45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4546" w:rsidRDefault="00BB4546" w:rsidP="00BB45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4546" w:rsidRDefault="00BB4546" w:rsidP="00BB45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4546" w:rsidRDefault="00BB4546" w:rsidP="00BB45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4546" w:rsidRDefault="00BB4546" w:rsidP="00BB45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4546" w:rsidRDefault="00BB4546" w:rsidP="00BB45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4546" w:rsidRDefault="00BB4546" w:rsidP="00BB45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4546" w:rsidRDefault="00BB4546" w:rsidP="00BB45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4546" w:rsidRDefault="00BB4546" w:rsidP="00BB45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4546" w:rsidRDefault="00BB4546" w:rsidP="00BB45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4546" w:rsidRDefault="00BB4546" w:rsidP="00BB45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4546" w:rsidRDefault="00BB4546" w:rsidP="00BB45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4546" w:rsidRDefault="00BB4546" w:rsidP="00BB45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4546" w:rsidRDefault="00BB4546" w:rsidP="00BB45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4546" w:rsidRDefault="00BB4546" w:rsidP="00BB45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4546" w:rsidRDefault="00BB4546" w:rsidP="00BB45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4546" w:rsidRDefault="00BB4546" w:rsidP="00BB45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4546" w:rsidRDefault="00BB4546" w:rsidP="00BB45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4546" w:rsidRDefault="00BB4546" w:rsidP="00BB45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B4546" w:rsidRDefault="00BB4546" w:rsidP="00BB45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B4546" w:rsidRDefault="00BB4546" w:rsidP="00BB45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B4546" w:rsidRDefault="00BB4546" w:rsidP="00BB45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B4546" w:rsidRDefault="00BB4546" w:rsidP="00BB45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B4546" w:rsidRDefault="00BB4546" w:rsidP="00BB45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B4546" w:rsidRDefault="00BB4546" w:rsidP="00BB45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B4546" w:rsidRDefault="00BB4546" w:rsidP="00BB45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B4546" w:rsidRDefault="00BB4546" w:rsidP="00BB45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B4546" w:rsidRDefault="00BB4546" w:rsidP="00BB45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B4546" w:rsidRDefault="00BB4546" w:rsidP="00BB45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B4546" w:rsidRDefault="00BB4546" w:rsidP="00BB45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B4546" w:rsidRDefault="00BB4546" w:rsidP="00BB45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B4546" w:rsidRDefault="00BB4546" w:rsidP="00BB45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B4546" w:rsidRDefault="00BB4546" w:rsidP="00BB45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B4546" w:rsidRDefault="00BB4546" w:rsidP="00BB45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B4546" w:rsidRDefault="00BB4546" w:rsidP="00BB45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B4546" w:rsidRDefault="00BB4546" w:rsidP="00BB45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B4546" w:rsidRDefault="00BB4546" w:rsidP="00BB45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B4546" w:rsidRDefault="00BB4546" w:rsidP="00BB45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B4546" w:rsidRDefault="00BB4546" w:rsidP="00BB45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BB4546" w:rsidRDefault="00BB4546" w:rsidP="00BB45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B4546" w:rsidRDefault="00BB4546" w:rsidP="00BB45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B4546" w:rsidRDefault="00BB4546" w:rsidP="00BB45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B4546" w:rsidRDefault="00BB4546" w:rsidP="00BB45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B4546" w:rsidRDefault="00BB4546" w:rsidP="00BB45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B4546" w:rsidRDefault="00BB4546" w:rsidP="00BB45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B4546" w:rsidRDefault="00BB4546" w:rsidP="00BB45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BB4546" w:rsidRDefault="00BB4546" w:rsidP="00BB45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B4546" w:rsidRDefault="00BB4546" w:rsidP="00BB45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B4546" w:rsidRDefault="00BB4546" w:rsidP="00BB45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B4546" w:rsidRDefault="00BB4546" w:rsidP="00BB45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B4546" w:rsidRDefault="00BB4546" w:rsidP="00BB45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B4546" w:rsidRDefault="00BB4546" w:rsidP="00BB45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B4546" w:rsidRDefault="00BB4546" w:rsidP="00BB45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B4546" w:rsidRDefault="00BB4546" w:rsidP="00BB45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B4546" w:rsidRDefault="00BB4546" w:rsidP="00BB454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B4546" w:rsidRDefault="00BB4546" w:rsidP="00BB45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B4546" w:rsidRDefault="00BB4546" w:rsidP="00BB45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B4546" w:rsidRDefault="00BB4546" w:rsidP="00BB45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B4546" w:rsidRDefault="00BB4546" w:rsidP="00BB45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BB4546" w:rsidRDefault="00BB4546" w:rsidP="00BB45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B4546" w:rsidRDefault="00BB4546" w:rsidP="00BB45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BB4546" w:rsidRDefault="00BB4546" w:rsidP="00BB454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B4546" w:rsidRDefault="00BB4546" w:rsidP="00BB454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№62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BB4546" w:rsidRDefault="00BB4546" w:rsidP="00BB454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B4546" w:rsidRDefault="00BB4546" w:rsidP="00BB454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BB4546" w:rsidRDefault="00BB4546" w:rsidP="00BB454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BB4546" w:rsidRDefault="00BB4546" w:rsidP="00BB4546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BB4546" w:rsidRPr="00DE50C9" w:rsidRDefault="00BB4546" w:rsidP="00BB4546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Романюку В.В.</w:t>
      </w:r>
    </w:p>
    <w:p w:rsidR="00BB4546" w:rsidRDefault="00BB4546" w:rsidP="00BB45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B4546" w:rsidRDefault="00BB4546" w:rsidP="00BB45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Романюка В.В.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BB4546" w:rsidRDefault="00BB4546" w:rsidP="00BB45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BB4546" w:rsidRDefault="00BB4546" w:rsidP="00BB45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Романюку Віктору Вікторовичу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 для будівництва і обслуговування житлового будинку, господарських будівель і споруд (присадибна ділянка), площею  0.2500 га, яка розташована Хмельницька область, Шепетівський район, село Крупець.</w:t>
      </w:r>
    </w:p>
    <w:p w:rsidR="00BB4546" w:rsidRPr="006F7CB7" w:rsidRDefault="00BB4546" w:rsidP="00BB45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Романюку Віктору Вікторовичу,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який 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FF204A">
        <w:rPr>
          <w:rFonts w:ascii="Times New Roman" w:eastAsia="Calibri" w:hAnsi="Times New Roman" w:cs="Times New Roman"/>
          <w:sz w:val="24"/>
          <w:lang w:val="ru-RU" w:eastAsia="en-US"/>
        </w:rPr>
        <w:t>__________________,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FF204A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0,2500 га, кадастровий номер: 6823984000:03:016:0006, для будівництва і обслуговування житлового будинку, господарських будівель і споруд (присадибна ділянка), яка розташована Хмельницька область, Шепетівський район, село Крупець .</w:t>
      </w:r>
    </w:p>
    <w:p w:rsidR="00BB4546" w:rsidRDefault="00BB4546" w:rsidP="00BB454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Романюку В.В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BB4546" w:rsidRDefault="00BB4546" w:rsidP="00BB454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BB4546" w:rsidRDefault="00BB4546" w:rsidP="00BB45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B4546" w:rsidRPr="00BB4546" w:rsidRDefault="00BB4546" w:rsidP="00BB45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4E5E66" w:rsidRPr="00BB4546" w:rsidRDefault="00BB4546" w:rsidP="00BB454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4E5E66" w:rsidRPr="00BB454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546"/>
    <w:rsid w:val="004E5E66"/>
    <w:rsid w:val="00BB4546"/>
    <w:rsid w:val="00FF2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54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BB454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B454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BB4546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54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BB454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B454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BB4546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279</Words>
  <Characters>1596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2021-07-26T12:40:00Z</dcterms:created>
  <dcterms:modified xsi:type="dcterms:W3CDTF">2021-07-27T07:27:00Z</dcterms:modified>
</cp:coreProperties>
</file>