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437" w:rsidRPr="000D1FDD" w:rsidRDefault="00103437" w:rsidP="00103437">
      <w:pPr>
        <w:pStyle w:val="HTML0"/>
        <w:spacing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               </w:t>
      </w:r>
    </w:p>
    <w:p w:rsidR="00103437" w:rsidRDefault="00103437" w:rsidP="001034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03437" w:rsidRDefault="00103437" w:rsidP="00103437"/>
    <w:p w:rsidR="00103437" w:rsidRDefault="00103437" w:rsidP="00103437"/>
    <w:p w:rsidR="00103437" w:rsidRDefault="00103437" w:rsidP="001034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03437" w:rsidRDefault="00103437" w:rsidP="001034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03437" w:rsidRDefault="00103437" w:rsidP="001034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03437" w:rsidRDefault="00103437" w:rsidP="001034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03437" w:rsidRDefault="00103437" w:rsidP="001034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03437" w:rsidRDefault="00103437" w:rsidP="001034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03437" w:rsidRDefault="00103437" w:rsidP="001034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03437" w:rsidRDefault="00103437" w:rsidP="0010343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03437" w:rsidRPr="00685040" w:rsidRDefault="00103437" w:rsidP="0010343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№37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03437" w:rsidRPr="002606EF" w:rsidRDefault="00103437" w:rsidP="0010343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03437" w:rsidRPr="00822353" w:rsidRDefault="00103437" w:rsidP="0010343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606EF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2606EF">
        <w:rPr>
          <w:rFonts w:ascii="Times New Roman" w:hAnsi="Times New Roman" w:cs="Times New Roman"/>
          <w:b/>
          <w:sz w:val="24"/>
          <w:szCs w:val="24"/>
        </w:rPr>
        <w:t xml:space="preserve"> заяви Савчук Т.В.</w:t>
      </w:r>
    </w:p>
    <w:p w:rsidR="00103437" w:rsidRPr="002606EF" w:rsidRDefault="00103437" w:rsidP="0010343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03437" w:rsidRPr="002606EF" w:rsidRDefault="00103437" w:rsidP="0010343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</w:t>
      </w:r>
      <w:r>
        <w:rPr>
          <w:rFonts w:ascii="Times New Roman" w:hAnsi="Times New Roman" w:cs="Times New Roman"/>
          <w:sz w:val="24"/>
          <w:szCs w:val="24"/>
        </w:rPr>
        <w:t xml:space="preserve">ст.141 </w:t>
      </w:r>
      <w:r w:rsidRPr="002606EF">
        <w:rPr>
          <w:rFonts w:ascii="Times New Roman" w:hAnsi="Times New Roman" w:cs="Times New Roman"/>
          <w:sz w:val="24"/>
          <w:szCs w:val="24"/>
        </w:rPr>
        <w:t xml:space="preserve">Земельного кодексу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Савчук Т.В.,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103437" w:rsidRPr="002606EF" w:rsidRDefault="00103437" w:rsidP="0010343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>ВИРІШИЛА:</w:t>
      </w:r>
    </w:p>
    <w:p w:rsidR="00103437" w:rsidRPr="002606EF" w:rsidRDefault="00103437" w:rsidP="0010343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Савчук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Тетяни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Володимирівни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: </w:t>
      </w:r>
      <w:r w:rsidR="00B4233B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bookmarkStart w:id="0" w:name="_GoBack"/>
      <w:bookmarkEnd w:id="0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0,05 га, яка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омарівка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 по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Лісова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606EF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№44, та перевести в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103437" w:rsidRPr="002606EF" w:rsidRDefault="00103437" w:rsidP="0010343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2. 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03437" w:rsidRPr="002606EF" w:rsidRDefault="00103437" w:rsidP="0010343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3437" w:rsidRPr="002606EF" w:rsidRDefault="00103437" w:rsidP="0010343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3437" w:rsidRPr="002606EF" w:rsidRDefault="00103437" w:rsidP="0010343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3437" w:rsidRPr="002606EF" w:rsidRDefault="00103437" w:rsidP="0010343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3437" w:rsidRPr="002606EF" w:rsidRDefault="00103437" w:rsidP="0010343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3437" w:rsidRPr="002606EF" w:rsidRDefault="00103437" w:rsidP="0010343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3437" w:rsidRPr="002606EF" w:rsidRDefault="00103437" w:rsidP="0010343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3437" w:rsidRPr="002606EF" w:rsidRDefault="00103437" w:rsidP="0010343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DC45C4" w:rsidRDefault="00DC45C4"/>
    <w:sectPr w:rsidR="00DC45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437"/>
    <w:rsid w:val="00103437"/>
    <w:rsid w:val="00171A2E"/>
    <w:rsid w:val="00304C90"/>
    <w:rsid w:val="00505B6D"/>
    <w:rsid w:val="006D3977"/>
    <w:rsid w:val="007D6C18"/>
    <w:rsid w:val="00B4233B"/>
    <w:rsid w:val="00D1641A"/>
    <w:rsid w:val="00DC4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0343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034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0343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0343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034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0343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193</Words>
  <Characters>1104</Characters>
  <Application>Microsoft Office Word</Application>
  <DocSecurity>0</DocSecurity>
  <Lines>9</Lines>
  <Paragraphs>2</Paragraphs>
  <ScaleCrop>false</ScaleCrop>
  <Company>Microsoft</Company>
  <LinksUpToDate>false</LinksUpToDate>
  <CharactersWithSpaces>1295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2020-05-27T16:49:00Z</dcterms:created>
  <dcterms:modified xsi:type="dcterms:W3CDTF">2020-05-27T17:26:00Z</dcterms:modified>
</cp:coreProperties>
</file>