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7F" w:rsidRDefault="0095277F" w:rsidP="0095277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6F6C7B" wp14:editId="2CA19396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37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77F" w:rsidRDefault="0095277F" w:rsidP="009527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8/S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qT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7IP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Hp5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9OVayJbz8o&#10;12nz4yOJomLNdjlwCT4Xkw7VS8I46Fiy+I30qIPxjs65MbIhCe+MzY+eY8GPCj2Y7fK8H5x6eiO5&#10;JsAPfhybHx9rKMNp0/Hh28egbXUbhEMotNt57crm5tQrHMXc8trlgi3OETFygruz9Updjhivqg+W&#10;Ir8gZHtJRh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j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adh+KGB7GrYfZvf3DtvHE2jcw4OFmCV9Yo+jmP1goMSt5tuC9kN5PhoX&#10;mGkh+1SiDcXAYRMFizEnQydTEAvF11Q4YetJJL3OCbt8IlM44QxKJKE3Wq9wBiVC6ny1XzjH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PAIEpPJo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Puzz9K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B1s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vuLpB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E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ogQ8kA&#10;AADdAAAADwAAAGRycy9kb3ducmV2LnhtbESPW0sDMRSE3wX/QziCL6XNVunFtWmRwqr1odAL9PWw&#10;OW7Wbk6WJLZrf70RCj4OM/MNM1t0thEn8qF2rGA4yEAQl07XXCnY74r+FESIyBobx6TghwIs5rc3&#10;M8y1O/OGTttYiQThkKMCE2ObSxlKQxbDwLXEyft03mJM0ldSezwnuG3kQ5aNpcWa04LBlpaGyuP2&#10;2yr4KtbmsJxcXn3vaUOXXvHx1qzGSt3fdS/PICJ18T98bb9rBaPHy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FogQ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cS8UA&#10;AADdAAAADwAAAGRycy9kb3ducmV2LnhtbESP32rCMBTG74W9QziD3chMt6Ib1SgyVhm9Keoe4NAc&#10;m2JzUpqs7d5+EQZefnx/fnyb3WRbMVDvG8cKXhYJCOLK6YZrBd/n/PkdhA/IGlvHpOCXPOy2D7MN&#10;ZtqNfKThFGoRR9hnqMCE0GVS+sqQRb9wHXH0Lq63GKLsa6l7HOO4beVrkqykxYYjwWBHH4aq6+nH&#10;RkiZYllcxnN+mHDEz8LwfH9U6ulx2q9BBJrCPfzf/tIKlunb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xL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escMYA&#10;AADdAAAADwAAAGRycy9kb3ducmV2LnhtbESPQUsDMRSE70L/Q3iCN5u12q6sTUupCiL00FYQb4/N&#10;6+7i5iUkz+76740geBxm5htmuR5dr84UU+fZwM20AEVce9txY+Dt+Hx9DyoJssXeMxn4pgTr1eRi&#10;iZX1A+/pfJBGZQinCg20IqHSOtUtOUxTH4izd/LRoWQZG20jDhnuej0rioV22HFeaDHQtqX68/Dl&#10;DOyGp/BaLuan8BHvZjo9WnnfijFXl+PmAZTQKP/hv/aLNTC/LU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esc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Ptos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++x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D7a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dmc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2B2s7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0nZn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vkXcMA&#10;AADdAAAADwAAAGRycy9kb3ducmV2LnhtbERPXWvCMBR9F/wP4Qp7EU2dOKQaRQdhAwcyFXy9NNe2&#10;2NyUJLPdv18ehD0ezvd629tGPMiH2rGC2TQDQVw4U3Op4HLWkyWIEJENNo5JwS8F2G6GgzXmxnX8&#10;TY9TLEUK4ZCjgirGNpcyFBVZDFPXEifu5rzFmKAvpfHYpXDbyNcse5MWa04NFbb0XlFxP/1YBftj&#10;V879uNj37nD7uC60NvpLK/Uy6ncrEJH6+C9+uj+NgsV8mfanN+k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vkX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bg8UA&#10;AADdAAAADwAAAGRycy9kb3ducmV2LnhtbESPwWrDMBBE74X+g9hCbo2cpCnGtRJCiyGEXpL2AxZr&#10;a7m2VkZSHOfvo0Ihx2Fm3jDldrK9GMmH1rGCxTwDQVw73XKj4Pures5BhIissXdMCq4UYLt5fCix&#10;0O7CRxpPsREJwqFABSbGoZAy1IYshrkbiJP347zFmKRvpPZ4SXDby2WWvUqLLacFgwO9G6q709kq&#10;qA7Lz7E7a1+53fRiaW1+8w+j1Oxp2r2BiDTFe/i/vdcK1qt8A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xu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fsc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wn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Xfs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gb8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tYzv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xIG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iPcEA&#10;AADdAAAADwAAAGRycy9kb3ducmV2LnhtbESP0YrCMBRE3wX/IVzBN5u6WpFqFBGU9dHqB1yaa1ts&#10;bmqTtfXvN4Lg4zAzZ5j1tje1eFLrKssKplEMgji3uuJCwfVymCxBOI+ssbZMCl7kYLsZDtaYatvx&#10;mZ6ZL0SAsEtRQel9k0rp8pIMusg2xMG72dagD7ItpG6xC3BTy584XkiDFYeFEhval5Tfsz+jYP7q&#10;jo8succHbWh6mjUn9nmi1HjU71YgPPX+G/60f7WCZLac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oj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eusUA&#10;AADdAAAADwAAAGRycy9kb3ducmV2LnhtbESPQWvCQBSE7wX/w/KE3upGRbExq4iSUnqq0Xp+ZJ9J&#10;MPs2ZDcx/vtuoeBxmJlvmGQ7mFr01LrKsoLpJAJBnFtdcaHgfErfViCcR9ZYWyYFD3Kw3YxeEoy1&#10;vfOR+swXIkDYxaig9L6JpXR5SQbdxDbEwbva1qAPsi2kbvEe4KaWsyhaSoMVh4USG9qXlN+yzijo&#10;lpfZma9f+js7PD7eD+nOyZ9CqdfxsFuD8DT4Z/i//akVLOarBfy9C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x66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/y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Ro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y/8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YosYA&#10;AADdAAAADwAAAGRycy9kb3ducmV2LnhtbESPSYvCQBSE7wP+h+YJcxs7LqMh2sosuOApLuD1kX4m&#10;wfTrkO7ROL9+WhjwWFTVV9Rs0ZpKXKlxpWUF/V4EgjizuuRcwfGwfItBOI+ssbJMCu7kYDHvvMww&#10;0fbGO7rufS4ChF2CCgrv60RKlxVk0PVsTRy8s20M+iCbXOoGbwFuKjmIorE0WHJYKLCmr4Kyy/7H&#10;KPgdnzB168Hn91B7uo/ild2mK6Veu+3HFISn1j/D/+2NVvA+jCfweBOe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aYo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faM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ymsW5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FfaM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wm8UA&#10;AADdAAAADwAAAGRycy9kb3ducmV2LnhtbESPzW7CMBCE75V4B2uRegOHIiCkGESRKnHl58BxsZck&#10;JV6H2EDap8dISD2OZuYbzWzR2krcqPGlYwWDfgKCWDtTcq5gv/vupSB8QDZYOSYFv+RhMe+8zTAz&#10;7s4bum1DLiKEfYYKihDqTEqvC7Lo+64mjt7JNRZDlE0uTYP3CLeV/EiSsbRYclwosKZVQfq8vVoF&#10;6/JIo7E+TW36pTeHv0sYTn6MUu/ddvkJIlAb/sOv9tooGA3TK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HC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a8L8YA&#10;AADdAAAADwAAAGRycy9kb3ducmV2LnhtbESPQWvCQBCF7wX/wzJCb7qppVJTV9FCwaIVakt7HbLT&#10;bDA7G7JrjP/eOQg9zsyb9943X/a+Vh21sQps4GGcgSIugq24NPD99TZ6BhUTssU6MBm4UITlYnA3&#10;x9yGM39Sd0ilEhOOORpwKTW51rFw5DGOQ0Mst7/QekwytqW2LZ7F3Nd6kmVT7bFiSXDY0Kuj4ng4&#10;eQMd7i/Zr1t/zN6rXTHZr3+2VvbmftivXkAl6tO/+Pa9sQaeHmf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a8L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Gn1MUA&#10;AADdAAAADwAAAGRycy9kb3ducmV2LnhtbESPQUvDQBSE70L/w/IEb3bTiFJjt6UIFY+a9uDxmX3N&#10;pmbfC7trE/31riB4HGbmG2a1mXyvzhRiJ2xgMS9AETdiO24NHPa76yWomJAt9sJk4IsibNazixVW&#10;VkZ+pXOdWpUhHCs04FIaKq1j48hjnMtAnL2jBI8py9BqG3DMcN/rsijutMeO84LDgR4dNR/1pzcw&#10;PjXvp/L4Zt13GGRXv8ip7MWYq8tp+wAq0ZT+w3/tZ2vg9uZ+A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8af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/BM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j4NxCt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H8E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XJscA&#10;AADdAAAADwAAAGRycy9kb3ducmV2LnhtbESP3WrCQBSE7wt9h+UUeiO6aYOiMauUQtGCgn/g7Un2&#10;mASzZ0N2G9O37wpCL4eZ+YZJl72pRUetqywreBtFIIhzqysuFJyOX8MpCOeRNdaWScEvOVgunp9S&#10;TLS98Z66gy9EgLBLUEHpfZNI6fKSDLqRbYiDd7GtQR9kW0jd4i3ATS3fo2giDVYcFkps6LOk/Hr4&#10;MQq63SYr1p1rvq/TgRvH2Wq11WelXl/6jzkIT73/Dz/aa61gHM9iuL8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jFy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zm8cA&#10;AADdAAAADwAAAGRycy9kb3ducmV2LnhtbESPT2sCMRTE70K/Q3gFb5rVquhqFC0UeinUPwe9PTfP&#10;3cXNy5pE3fbTN0LB4zAzv2Fmi8ZU4kbOl5YV9LoJCOLM6pJzBbvtR2cMwgdkjZVlUvBDHhbzl9YM&#10;U23vvKbbJuQiQtinqKAIoU6l9FlBBn3X1sTRO1lnMETpcqkd3iPcVLKfJCNpsOS4UGBN7wVl583V&#10;KFhNxqvL94C/ftfHAx32x/Ow7xKl2q/NcgoiUBOe4f/2p1YwfJs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r85vHAAAA3QAAAA8AAAAAAAAAAAAAAAAAmAIAAGRy&#10;cy9kb3ducmV2LnhtbFBLBQYAAAAABAAEAPUAAACMAwAAAAA=&#10;" fillcolor="black" stroked="f"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VDsgA&#10;AADdAAAADwAAAGRycy9kb3ducmV2LnhtbESPT2vCQBTE74LfYXlCb7qpErGpq/inhYL2oO2hx9fs&#10;a7Ik+zZkt5r66V1B6HGYmd8w82Vna3Gi1hvHCh5HCQji3GnDhYLPj9fhDIQPyBprx6TgjzwsF/3e&#10;HDPtznyg0zEUIkLYZ6igDKHJpPR5SRb9yDXE0ftxrcUQZVtI3eI5wm0tx0kylRYNx4USG9qUlFfH&#10;X6vgazc1s4Oh8ff+sn7R+7Rav28rpR4G3eoZRKAu/Ifv7TetIJ08pX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jpUO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1zMYA&#10;AADdAAAADwAAAGRycy9kb3ducmV2LnhtbESPQWsCMRSE74L/ITyhN83WotitUcRS6sWDtqXXx+Z1&#10;s93NyzaJuvrrjSD0OMzMN8x82dlGHMmHyrGCx1EGgrhwuuJSwefH23AGIkRkjY1jUnCmAMtFvzfH&#10;XLsT7+i4j6VIEA45KjAxtrmUoTBkMYxcS5y8H+ctxiR9KbXHU4LbRo6zbCotVpwWDLa0NlTU+4NV&#10;4Fffr/WFD191dtmew/tv9zdDo9TDoFu9gIjUxf/wvb3RCiZPz1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1z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15c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fe38R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15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Ku08MA&#10;AADdAAAADwAAAGRycy9kb3ducmV2LnhtbERPu27CMBTdK/UfrFupW3FK1QoCBvEQUpYODSDWS3yJ&#10;o9rXUWwg5evxUInx6Lyn895ZcaEuNJ4VvA8yEMSV1w3XCnbbzdsIRIjIGq1nUvBHAeaz56cp5tpf&#10;+YcuZaxFCuGQowITY5tLGSpDDsPAt8SJO/nOYUywq6Xu8JrCnZXDLPuSDhtODQZbWhmqfsuzU7Au&#10;WzvcFWYZDvvv49EWtw0d1kq9vvSLCYhIfXyI/92FVvD5MU5z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Ku0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E+cUA&#10;AADdAAAADwAAAGRycy9kb3ducmV2LnhtbESPT2sCMRTE74V+h/AK3mrSirauRimiIHiqfw7eHslz&#10;d+3mZdlEd/32Rih4HGbmN8x03rlKXKkJpWcNH30Fgth4W3KuYb9bvX+DCBHZYuWZNNwowHz2+jLF&#10;zPqWf+m6jblIEA4ZaihirDMpgynIYej7mjh5J984jEk2ubQNtgnuKvmp1Eg6LDktFFjToiDzt704&#10;DeeV3Hij0Bz2h3Ztv47LEVVK695b9zMBEamLz/B/e201DAfjMTz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UT5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XqMIA&#10;AADdAAAADwAAAGRycy9kb3ducmV2LnhtbERPy4rCMBTdD/gP4Qqz01RHRapRVBCGkVn4QFxem2tb&#10;2tyUJGr9e7MYmOXhvOfL1tTiQc6XlhUM+gkI4szqknMFp+O2NwXhA7LG2jIpeJGH5aLzMcdU2yfv&#10;6XEIuYgh7FNUUITQpFL6rCCDvm8b4sjdrDMYInS51A6fMdzUcpgkE2mw5NhQYEObgrLqcDcKLvcd&#10;336/flZuHc62PfpqeJ1WSn1229UMRKA2/Iv/3N9awXiUxP3xTXw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heo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wI4ccA&#10;AADdAAAADwAAAGRycy9kb3ducmV2LnhtbESPT2sCMRTE74V+h/AKvXUTRYtdjaKFQi8F/x3q7bl5&#10;7i5uXtYk1W0/fSMIHoeZ+Q0zmXW2EWfyoXasoZcpEMSFMzWXGrabj5cRiBCRDTaOScMvBZhNHx8m&#10;mBt34RWd17EUCcIhRw1VjG0uZSgqshgy1xIn7+C8xZikL6XxeElw28i+Uq/SYs1pocKW3isqjusf&#10;q2HxNlqclgP++lvtd7T73h+Hfa+0fn7q5mMQkbp4D9/an0bDcKB6cH2Tn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8COHHAAAA3QAAAA8AAAAAAAAAAAAAAAAAmAIAAGRy&#10;cy9kb3ducmV2LnhtbFBLBQYAAAAABAAEAPUAAACMAwAAAAA=&#10;" fillcolor="black" stroked="f"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sl8UA&#10;AADdAAAADwAAAGRycy9kb3ducmV2LnhtbESPQUsDMRSE74L/ITzBm81abZG1aVkKonja1orX183r&#10;ZunmZUliuv77plDwOMzMN8xiNdpeJPKhc6zgcVKAIG6c7rhVsPt6e3gBESKyxt4xKfijAKvl7c0C&#10;S+1OvKG0ja3IEA4lKjAxDqWUoTFkMUzcQJy9g/MWY5a+ldrjKcNtL6dFMZcWO84LBgdaG2qO21+r&#10;IO3XdfWUfpLZfPqq9a5+/97XSt3fjdUriEhj/A9f2x9awey5mM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my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p/scA&#10;AADdAAAADwAAAGRycy9kb3ducmV2LnhtbESPQWvCQBSE74X+h+UVvOlGraKpq4jYYr3YRqE9PrKv&#10;2WD2bchuY9pf7xaEHoeZ+YZZrDpbiZYaXzpWMBwkIIhzp0suFJyOz/0ZCB+QNVaOScEPeVgt7+8W&#10;mGp34Xdqs1CICGGfogITQp1K6XNDFv3A1cTR+3KNxRBlU0jd4CXCbSVHSTKVFkuOCwZr2hjKz9m3&#10;VeCHm+3H3v7O288Xw4fs1UzfCqNU76FbP4EI1IX/8K290womj8kY/t7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Kf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277F" w:rsidRDefault="0095277F" w:rsidP="009527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277F" w:rsidRDefault="0095277F" w:rsidP="0095277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277F" w:rsidRDefault="0095277F" w:rsidP="009527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5277F" w:rsidRDefault="0095277F" w:rsidP="009527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277F" w:rsidRDefault="0095277F" w:rsidP="009527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№67</w:t>
      </w:r>
    </w:p>
    <w:p w:rsidR="0095277F" w:rsidRPr="00FE0035" w:rsidRDefault="0095277F" w:rsidP="009527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77F" w:rsidRPr="00FE0035" w:rsidRDefault="0095277F" w:rsidP="0095277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95277F" w:rsidRPr="00FE0035" w:rsidRDefault="0095277F" w:rsidP="0095277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95277F" w:rsidRPr="00FE0035" w:rsidRDefault="0095277F" w:rsidP="0095277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5277F" w:rsidRPr="00FE0035" w:rsidRDefault="0095277F" w:rsidP="0095277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6823986800:05:005:0011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95277F" w:rsidRPr="00FE0035" w:rsidRDefault="0095277F" w:rsidP="0095277F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277F" w:rsidRPr="00FE0035" w:rsidRDefault="0095277F" w:rsidP="009527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ст.12,79 </w:t>
      </w:r>
      <w:r w:rsidRPr="00E170B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пропозицію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5277F" w:rsidRPr="00FE0035" w:rsidRDefault="0095277F" w:rsidP="009527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5277F" w:rsidRPr="00FE0035" w:rsidRDefault="0095277F" w:rsidP="009527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6823986800:05:005:0011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рада.  </w:t>
      </w:r>
    </w:p>
    <w:p w:rsidR="0095277F" w:rsidRPr="00FE0035" w:rsidRDefault="0095277F" w:rsidP="009527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E0035">
        <w:rPr>
          <w:rFonts w:ascii="Times New Roman" w:eastAsia="Calibri" w:hAnsi="Times New Roman" w:cs="Times New Roman"/>
          <w:sz w:val="24"/>
        </w:rPr>
        <w:t xml:space="preserve">Крупецькій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FE0035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</w:rPr>
        <w:t xml:space="preserve">та подати на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ради.</w:t>
      </w:r>
    </w:p>
    <w:p w:rsidR="0095277F" w:rsidRPr="00FE0035" w:rsidRDefault="0095277F" w:rsidP="009527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5277F" w:rsidRPr="00FE0035" w:rsidRDefault="0095277F" w:rsidP="009527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277F" w:rsidRPr="00FE0035" w:rsidRDefault="0095277F" w:rsidP="009527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7532" w:rsidRPr="0095277F" w:rsidRDefault="0095277F" w:rsidP="0095277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E67532" w:rsidRPr="009527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7F"/>
    <w:rsid w:val="0095277F"/>
    <w:rsid w:val="00E6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527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27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5277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527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27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5277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2021-09-13T10:37:00Z</dcterms:created>
  <dcterms:modified xsi:type="dcterms:W3CDTF">2021-09-13T10:37:00Z</dcterms:modified>
</cp:coreProperties>
</file>