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EF" w:rsidRPr="0081108E" w:rsidRDefault="001E16EF" w:rsidP="001E16E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                          ПРОЕКТ</w:t>
      </w:r>
    </w:p>
    <w:p w:rsidR="001E16EF" w:rsidRPr="0081108E" w:rsidRDefault="001E16EF" w:rsidP="001E16E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E16EF" w:rsidRPr="0081108E" w:rsidRDefault="005F67B4" w:rsidP="001E16E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3002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kyM3gAAGBZBAAOAAAAZHJzL2Uyb0RvYy54bWzsfX9uJTmS3v8GfIcH/TlAtZL5OwtTs5ju&#10;6hosMLYHmOcDvJJUJcEqPe2TuqtmFwss4CP4Ir6Br7B7I39BBvlIVUZETvXMeBdm72JS3QpFkhFB&#10;Jhm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GPcsMA&#10;AADeAAAADwAAAGRycy9kb3ducmV2LnhtbERPS2vCQBC+F/wPywi91V0TaCW6ShBbcgiIr/uQHZNg&#10;djZkt5r++25B6G0+vuesNqPtxJ0G3zrWMJ8pEMSVMy3XGs6nz7cFCB+QDXaOScMPedisJy8rzIx7&#10;8IHux1CLGMI+Qw1NCH0mpa8asuhnrieO3NUNFkOEQy3NgI8YbjuZKPUuLbYcGxrsadtQdTt+Ww0u&#10;/SrKS50c0h1/BM73i+tlLLV+nY75EkSgMfyLn+7CxPmpUin8vRNv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GPc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ylpcYA&#10;AADeAAAADwAAAGRycy9kb3ducmV2LnhtbERPTUsDMRC9C/6HMIKXYpO2UnVtWkphrfUgtApeh824&#10;WbuZLEls1/56IxS8zeN9zmzRu1YcKMTGs4bRUIEgrrxpuNbw/lbe3IOICdlg65k0/FCExfzyYoaF&#10;8Ufe0mGXapFDOBaowabUFVLGypLDOPQdceY+fXCYMgy1NAGPOdy1cqzUVDpsODdY7Ghlqdrvvp2G&#10;r/LVfqzuTk9h8LCl06B8WbebqdbXV/3yEUSiPv2Lz+5nk+dPlLqFv3fyDX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ylp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OkP8YA&#10;AADeAAAADwAAAGRycy9kb3ducmV2LnhtbESPwWrDMBBE74X+g9hCLiWRktAS3MjGhCaUXEKSfsBi&#10;bSxTa2Us1Xb+vioUettlZufNbovJtWKgPjSeNSwXCgRx5U3DtYbP636+AREissHWM2m4U4Aif3zY&#10;Ymb8yGcaLrEWKYRDhhpsjF0mZagsOQwL3xEn7eZ7hzGtfS1Nj2MKd61cKfUqHTacCBY72lmqvi7f&#10;LkFOazwdb+N1f5hwxPej5efyrPXsaSrfQESa4r/57/rDpPprpV7g9500g8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OkP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UvcsYA&#10;AADeAAAADwAAAGRycy9kb3ducmV2LnhtbESPQUsDMRCF74L/IYzQW5u11Spr01LaCiL0YBXE27CZ&#10;7i5uJiGZdtd/b4SCtxnee9+8WawG16kzxdR6NnA7KUARV962XBv4eH8eP4JKgmyx80wGfijBanl9&#10;tcDS+p7f6HyQWmUIpxINNCKh1DpVDTlMEx+Is3b00aHkNdbaRuwz3HV6WhRz7bDlfKHBQJuGqu/D&#10;yRnY97vw+jC/P4aveDfVaWvlcyPGjG6G9RMooUH+zZf0i831ZxkJf+/kG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Uvc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2f08YA&#10;AADeAAAADwAAAGRycy9kb3ducmV2LnhtbESPwWrDMBBE74X+g9hCLiWRkkAb3MjGhCaUXEKSfsBi&#10;bSxTa2Us1Xb+vioUettlZufNbovJtWKgPjSeNSwXCgRx5U3DtYbP636+AREissHWM2m4U4Aif3zY&#10;Ymb8yGcaLrEWKYRDhhpsjF0mZagsOQwL3xEn7eZ7hzGtfS1Nj2MKd61cKfUiHTacCBY72lmqvi7f&#10;LkFOazwdb+N1f5hwxPej5efyrPXsaSrfQESa4r/57/rDpPprpV7h9500g8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2f0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em8cA&#10;AADeAAAADwAAAGRycy9kb3ducmV2LnhtbESPQUsDMRCF70L/QxjBm02sWmXbtJSqIIIHa6F4GzbT&#10;3aWbSUhid/33zkHwNsN78943y/Xoe3WmlLvAFm6mBhRxHVzHjYX958v1I6hckB32gcnCD2VYryYX&#10;S6xcGPiDzrvSKAnhXKGFtpRYaZ3rljzmaYjEoh1D8lhkTY12CQcJ972eGTPXHjuWhhYjbVuqT7tv&#10;b+F9eI5vD/P7Y/xKdzOdn1w5bIu1V5fjZgGq0Fj+zX/Xr07wb40RXnl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5WHpv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+m6cUA&#10;AADeAAAADwAAAGRycy9kb3ducmV2LnhtbERP20oDMRB9F/yHMEJfpE1sUdq1abFCsGBBegFfh810&#10;d3EzWZLYXf/eFATf5nCus1wPrhUXCrHxrOFhokAQl942XGk4Hc14DiImZIutZ9LwQxHWq9ubJRbW&#10;97ynyyFVIodwLFBDnVJXSBnLmhzGie+IM3f2wWHKMFTSBuxzuGvlVKkn6bDh3FBjR681lV+Hb6dh&#10;89FXs3Bfbgb/fn77fDTGmp3RenQ3vDyDSDSkf/Gfe2vz/JlSC7i+k2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6b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TVsYA&#10;AADeAAAADwAAAGRycy9kb3ducmV2LnhtbESPQW/CMAyF75P2HyJP2m2kMDahQkBoUyU07TLGD7Aa&#10;0xQap0pCKf9+PiDtZsvP771vtRl9pwaKqQ1sYDopQBHXwbbcGDj8Vi8LUCkjW+wCk4EbJdisHx9W&#10;WNpw5R8a9rlRYsKpRAMu577UOtWOPKZJ6InldgzRY5Y1NtpGvIq57/SsKN61x5YlwWFPH47q8/7i&#10;DVRfs+/hfLGxCttx7unNnRafzpjnp3G7BJVpzP/i+/fOSv3XYioAgi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zTV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A8MsQA&#10;AADeAAAADwAAAGRycy9kb3ducmV2LnhtbERP32vCMBB+H/g/hBvsRWbaiWN0RlEhKDiQucFej+Zs&#10;y5pLSaKt/70RBnu7j+/nzZeDbcWFfGgcK8gnGQji0pmGKwXfX/r5DUSIyAZbx6TgSgGWi9HDHAvj&#10;ev6kyzFWIoVwKFBBHWNXSBnKmiyGieuIE3dy3mJM0FfSeOxTuG3lS5a9SosNp4YaO9rUVP4ez1bB&#10;+tBXUz8u14Pbn7Y/M62N/tBKPT0Oq3cQkYb4L/5z70yaP83yHO7vpBv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wPD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LousIA&#10;AADeAAAADwAAAGRycy9kb3ducmV2LnhtbERP3WrCMBS+H/gO4QjezdRuE6lGEUdBxm6mPsChOTbV&#10;5qQksda3N4PB7s7H93tWm8G2oicfGscKZtMMBHHldMO1gtOxfF2ACBFZY+uYFDwowGY9ellhod2d&#10;f6g/xFqkEA4FKjAxdoWUoTJkMUxdR5y4s/MWY4K+ltrjPYXbVuZZNpcWG04NBjvaGaquh5tVUH7l&#10;3/31pn3ptsO7pQ9zWXwapSbjYbsEEWmI/+I/916n+W/ZLIf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Uui6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TycIA&#10;AADeAAAADwAAAGRycy9kb3ducmV2LnhtbERPzWqDQBC+F/oOyxRyq7vWWop1E0IhIR5r+wCDO1WJ&#10;O2vcTTRvnw0UepuP73fKzWIHcaHJ9441pIkCQdw403Or4ed79/wOwgdkg4Nj0nAlD5v140OJhXEz&#10;f9GlDq2IIewL1NCFMBZS+qYjiz5xI3Hkft1kMUQ4tdJMOMdwO8gXpd6kxZ5jQ4cjfXbUHOuz1fB6&#10;nfenOj+qnbGUVtlYcWhyrVdPy/YDRKAl/Iv/3AcT52cqzeD+TrxB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0NP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tdEsQA&#10;AADeAAAADwAAAGRycy9kb3ducmV2LnhtbERPS2vCQBC+F/wPywi91U1UpE2zCUGxSE9tqp6H7ORB&#10;s7Mhu2r8991Cobf5+J6T5pPpxZVG11lWEC8iEMSV1R03Co5f+6dnEM4ja+wtk4I7Ociz2UOKibY3&#10;/qRr6RsRQtglqKD1fkikdFVLBt3CDsSBq+1o0Ac4NlKPeAvhppfLKNpIgx2HhhYH2rZUfZcXo+Cy&#10;OS+PXL/rj3J3f3vZ7QsnT41Sj/OpeAXhafL/4j/3QYf5qyhew+874Qa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7XR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hIlMYA&#10;AADeAAAADwAAAGRycy9kb3ducmV2LnhtbERPTWvCQBC9C/6HZQRvulHboNFVVCjUHiq1evA2Zsck&#10;mp1Ns6um/75bKPQ2j/c5s0VjSnGn2hWWFQz6EQji1OqCMwX7z5feGITzyBpLy6Tgmxws5u3WDBNt&#10;H/xB953PRAhhl6CC3PsqkdKlORl0fVsRB+5sa4M+wDqTusZHCDelHEZRLA0WHBpyrGidU3rd3YyC&#10;w3YcT7arzdPl7f2EI6O/jrqIlep2muUUhKfG/4v/3K86zB9Fg2f4fSfc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hIl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NBd8MA&#10;AADeAAAADwAAAGRycy9kb3ducmV2LnhtbERPS4vCMBC+C/sfwizsTVN1KaUaZVXWFU++wOvQjG3Z&#10;ZlKaqNVfbwTB23x8zxlPW1OJCzWutKyg34tAEGdWl5wrOOx/uwkI55E1VpZJwY0cTCcfnTGm2l55&#10;S5edz0UIYZeigsL7OpXSZQUZdD1bEwfuZBuDPsAml7rBawg3lRxEUSwNlhwaCqxpXlD2vzsbBff4&#10;iBv3N5gthtrT7TtZ2vVmqdTXZ/szAuGp9W/xy73SYf4w6sfwfCfcIC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NBd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aNQsQA&#10;AADeAAAADwAAAGRycy9kb3ducmV2LnhtbERPzWrCQBC+C77DMkJvdRNrWxuzioiF3tqkPsCQnW6C&#10;2dmYXTX16d1Cwdt8fL+TrwfbijP1vnGsIJ0mIIgrpxs2Cvbf748LED4ga2wdk4Jf8rBejUc5Ztpd&#10;uKBzGYyIIewzVFCH0GVS+qomi37qOuLI/bjeYoiwN1L3eInhtpWzJHmRFhuODTV2tK2pOpQnq+Do&#10;Zs96KHf4edi9fTXGzI/XYq7Uw2TYLEEEGsJd/O/+0HH+U5K+wt878Qa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GjU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V/28YA&#10;AADeAAAADwAAAGRycy9kb3ducmV2LnhtbESPS2/CMBCE75X4D9Yi9VYcing0xSCKVIkrj0OPW3tJ&#10;AvE6xAZCf333UKm3Xc3szLfzZedrdaM2VoENDAcZKGIbXMWFgcP+82UGKiZkh3VgMvCgCMtF72mO&#10;uQt33tJtlwolIRxzNFCm1ORaR1uSxzgIDbFox9B6TLK2hXYt3iXc1/o1yybaY8XSUGJD65LseXf1&#10;BjbVN40n9vjmZx92+/VzSaPpyRnz3O9W76ASdenf/He9cYI/yobCK+/ID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V/2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jl8UA&#10;AADeAAAADwAAAGRycy9kb3ducmV2LnhtbERP0WoCMRB8F/oPYQu+aaKC1NMotVCoWAW11Nflsr0c&#10;vWyOSzzPv2+Egm+zOzszO4tV5yrRUhNKzxpGQwWCOPem5ELD1+l98AIiRGSDlWfScKMAq+VTb4GZ&#10;8Vc+UHuMhUgmHDLUYGOsMylDbslhGPqaOHE/vnEY09gU0jR4TeaukmOlptJhySnBYk1vlvLf48Vp&#10;aHF/U2e73s025Wc+3q+/tybtdf+5e52DiNTFx/G/+sOk9ydqNIN7nYRB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CCOX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OfLcQA&#10;AADeAAAADwAAAGRycy9kb3ducmV2LnhtbESPQU/DMAyF70j8h8hI3FhKkRAqyyaENMQRCocdTeM1&#10;HY1dJWEt/Hp8QOJmy8/vvW+9XeJoTpTyIOzgelWBIe7ED9w7eH/bXd2ByQXZ4yhMDr4pw3ZzfrbG&#10;xsvMr3RqS2/UhHODDkIpU2Nt7gJFzCuZiPV2kBSx6Jp66xPOah5HW1fVrY04sCYEnOgxUPfZfkUH&#10;81P3cawPex9+0iS79kWO9SjOXV4sD/dgCi3lX/z3/ey1/k1VK4Di6Ax2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Tny3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cqocUA&#10;AADeAAAADwAAAGRycy9kb3ducmV2LnhtbERP22oCMRB9L/gPYYS+1axbaGU1ipcKRSri7X3cjLur&#10;yWTZpLr+fVMo9G0O5zqjSWuNuFHjK8cK+r0EBHHudMWFgsN++TIA4QOyRuOYFDzIw2TceRphpt2d&#10;t3TbhULEEPYZKihDqDMpfV6SRd9zNXHkzq6xGCJsCqkbvMdwa2SaJG/SYsWxocSa5iXl1923VbDc&#10;LMwlXW+nRxnmH+8nM1jNFl9KPXfb6RBEoDb8i//cnzrOf03SPvy+E2+Q4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5yq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NpQsQA&#10;AADeAAAADwAAAGRycy9kb3ducmV2LnhtbERP24rCMBB9X/Afwgi+yJpaWZGuUUQQFVzwsrCvYzO2&#10;xWZSmljr3xtB2Lc5nOtM560pRUO1KywrGA4iEMSp1QVnCn5Pq88JCOeRNZaWScGDHMxnnY8pJtre&#10;+UDN0WcihLBLUEHufZVI6dKcDLqBrYgDd7G1QR9gnUld4z2Em1LGUTSWBgsODTlWtMwpvR5vRkGz&#10;352zTeOq7XXSd1+j83r9o/+U6nXbxTcIT63/F7/dGx3mj6I4htc74QY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DaU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OyxMYA&#10;AADeAAAADwAAAGRycy9kb3ducmV2LnhtbERPTUvDQBC9C/6HZQRvZtdUpY3ZFlsQvAi2emhvk+yY&#10;hGZn0921jf56tyB4m8f7nHIx2l4cyYfOsYbbTIEgrp3puNHw8f58MwURIrLB3jFp+KYAi/nlRYmF&#10;cSde03ETG5FCOBSooY1xKKQMdUsWQ+YG4sR9Om8xJugbaTyeUrjtZa7Ug7TYcWpocaBVS/V+82U1&#10;LGfT5eHtjl9/1tWOdttqf597pfX11fj0CCLSGP/Ff+4Xk+ZPVD6B8zvpBj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OyxMYAAADeAAAADwAAAAAAAAAAAAAAAACYAgAAZHJz&#10;L2Rvd25yZXYueG1sUEsFBgAAAAAEAAQA9QAAAIsDAAAAAA==&#10;" fillcolor="black" stroked="f"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kksMYA&#10;AADeAAAADwAAAGRycy9kb3ducmV2LnhtbERPS2vCQBC+C/6HZYTedGNaRaKraB9QUA8+Dh6n2Wmy&#10;JDsbsltN++u7hYK3+fies1h1thZXar1xrGA8SkAQ504bLhScT2/DGQgfkDXWjknBN3lYLfu9BWba&#10;3fhA12MoRAxhn6GCMoQmk9LnJVn0I9cQR+7TtRZDhG0hdYu3GG5rmSbJVFo0HBtKbOi5pLw6flkF&#10;l+3UzA6G0o/dz+ZV7ybVZv9SKfUw6NZzEIG6cBf/u991nP+YpE/w9068QS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kksM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fsGcQA&#10;AADeAAAADwAAAGRycy9kb3ducmV2LnhtbERPTUsDMRC9F/wPYQRvNrGiLNtml6KIXjxYFa/DZrpZ&#10;dzNZk7Td9tcbQehtHu9zVvXkBrGnEDvPGm7mCgRx403HrYaP96frAkRMyAYHz6ThSBHq6mK2wtL4&#10;A7/RfpNakUM4lqjBpjSWUsbGksM49yNx5rY+OEwZhlaagIcc7ga5UOpeOuw4N1gc6cFS0292TkNY&#10;fz32J9599ur0eozP39NPgVbrq8tpvQSRaEpn8b/7xeT5t2pxB3/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X7B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TEJcQA&#10;AADeAAAADwAAAGRycy9kb3ducmV2LnhtbERPbUsCQRD+HvQflgn8ErnrBVaXq4ggBImg+QOm2+nu&#10;aHf2uB317Ne3gdC3eXheZ7YYglcn6lMb2cJkbEARV9G1XFs4fKwfnkElQXboI5OFCyVYzG9vZli6&#10;eOYdnfZSqxzCqUQLjUhXap2qhgKmceyIM/cV+4CSYV9r1+M5hwevC2OmOmDLuaHBjlYNVd/7Y7Dg&#10;i0//8v6UNnI56I35CbK73zprR3fD8hWU0CD/4qv7zeX5j6aYwt87+QY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0xCX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gg5MQA&#10;AADeAAAADwAAAGRycy9kb3ducmV2LnhtbERPTWsCMRC9F/ofwgi9adYtaFmNYivCXjx0tXgdN+Nm&#10;MZksm1S3/fVNodDbPN7nLNeDs+JGfWg9K5hOMhDEtdctNwqOh934BUSIyBqtZ1LwRQHWq8eHJRba&#10;3/mdblVsRArhUKACE2NXSBlqQw7DxHfEibv43mFMsG+k7vGewp2VeZbNpMOWU4PBjt4M1dfq0ynY&#10;Vp3Nj6V5DaeP/flsy+8dnbZKPY2GzQJEpCH+i//cpU7zn7N8D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oIOT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IGoMYA&#10;AADeAAAADwAAAGRycy9kb3ducmV2LnhtbESPT2sCMRDF74V+hzAFbzWpgsrWKKVUEDzVP4fehmTc&#10;XbuZLJvUXb995yB4m+G9ee83y/UQGnWlLtWRLbyNDShiF33NpYXjYfO6AJUysscmMlm4UYL16vlp&#10;iYWPPX/TdZ9LJSGcCrRQ5dwWWidXUcA0ji2xaOfYBcyydqX2HfYSHho9MWamA9YsDRW29FmR+93/&#10;BQuXjd5FZ9Cdjqd+6+c/XzNqjLWjl+HjHVSmIT/M9+utF/ypmQivvC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IGo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ZQXMQA&#10;AADeAAAADwAAAGRycy9kb3ducmV2LnhtbERPTYvCMBC9C/6HMMLeNLWCuNUoKiwsu3hYFfE4NmNb&#10;2kxKErX7742wsLd5vM9ZrDrTiDs5X1lWMB4lIIhzqysuFBwPH8MZCB+QNTaWScEveVgt+70FZto+&#10;+Ifu+1CIGMI+QwVlCG0mpc9LMuhHtiWO3NU6gyFCV0jt8BHDTSPTJJlKgxXHhhJb2paU1/ubUXC+&#10;ffN1N/lau0042e7g6/Qyq5V6G3TrOYhAXfgX/7k/dZw/SdJ3eL0Tb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WUFz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i6bsgA&#10;AADeAAAADwAAAGRycy9kb3ducmV2LnhtbESPQU8CMRCF7yb8h2ZIvEkLqIGFQsTExIuJoAe5Ddth&#10;d8N2urYVVn+9czDxNpN58977luvet+pMMTWBLYxHBhRxGVzDlYX3t6ebGaiUkR22gcnCNyVYrwZX&#10;SyxcuPCWzrtcKTHhVKCFOueu0DqVNXlMo9ARy+0Yoscsa6y0i3gRc9/qiTH32mPDklBjR481lafd&#10;l7ewmc82n6+3/PKzPexp/3E43U2isfZ62D8sQGXq87/47/vZSf2pmQqA4MgMe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6LpuyAAAAN4AAAAPAAAAAAAAAAAAAAAAAJgCAABk&#10;cnMvZG93bnJldi54bWxQSwUGAAAAAAQABAD1AAAAjQMAAAAA&#10;" fillcolor="black" stroked="f"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IUX8MA&#10;AADeAAAADwAAAGRycy9kb3ducmV2LnhtbERP30vDMBB+F/wfwg325tJZEKnLRhmIsqdubuz11pxN&#10;WXMpSczqf28Ewbf7+H7eajPZQSTyoXesYLkoQBC3TvfcKTh+vD48gwgRWePgmBR8U4DN+v5uhZV2&#10;N95TOsRO5BAOFSowMY6VlKE1ZDEs3EicuU/nLcYMfSe1x1sOt4N8LIonabHn3GBwpK2h9nr4sgrS&#10;ZdvUZTons9/5uvOueTtdGqXms6l+ARFpiv/iP/e7zvPLolzC7zv5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IUX8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zOIcQA&#10;AADeAAAADwAAAGRycy9kb3ducmV2LnhtbERPTWvCQBC9F/wPywi91Y0K0kZXEdFSvdRGQY9DdswG&#10;s7Mhu43RX98tFHqbx/uc2aKzlWip8aVjBcNBAoI4d7rkQsHxsHl5BeEDssbKMSm4k4fFvPc0w1S7&#10;G39Rm4VCxBD2KSowIdSplD43ZNEPXE0cuYtrLIYIm0LqBm8x3FZylCQTabHk2GCwppWh/Jp9WwV+&#10;uFqfdvbx1p7fDX9mWzPZF0ap5363nIII1IV/8Z/7Q8f542Q8gt934g1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sziHEAAAA3g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E16EF" w:rsidRPr="0081108E" w:rsidRDefault="001E16EF" w:rsidP="001E16E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E16EF" w:rsidRPr="0081108E" w:rsidRDefault="001E16EF" w:rsidP="001E16E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E16EF" w:rsidRPr="0081108E" w:rsidRDefault="001E16EF" w:rsidP="001E16E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E16EF" w:rsidRPr="0081108E" w:rsidRDefault="001E16EF" w:rsidP="001E16E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E16EF" w:rsidRPr="0081108E" w:rsidRDefault="001E16EF" w:rsidP="001E16E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1E16EF" w:rsidRPr="0081108E" w:rsidRDefault="001E16EF" w:rsidP="001E16E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1E16EF" w:rsidRPr="0081108E" w:rsidRDefault="001E16EF" w:rsidP="001E16E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1E16EF" w:rsidRPr="0081108E" w:rsidRDefault="001E16EF" w:rsidP="001E16E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1E16EF" w:rsidRPr="0081108E" w:rsidRDefault="001E16EF" w:rsidP="001E16E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1E16EF" w:rsidRPr="0081108E" w:rsidRDefault="001E16EF" w:rsidP="001E16E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F67B4">
        <w:rPr>
          <w:noProof/>
        </w:rPr>
        <w:pict>
          <v:group id="Группа 13033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bond3cAAHh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Tdu8EA&#10;AADeAAAADwAAAGRycy9kb3ducmV2LnhtbERPy6rCMBDdX/AfwgjurqlWrlKNIqLiQrjUx35oxrbY&#10;TEoTtf69EQR3czjPmS1aU4k7Na60rGDQj0AQZ1aXnCs4HTe/ExDOI2usLJOCJzlYzDs/M0y0fXBK&#10;94PPRQhhl6CCwvs6kdJlBRl0fVsTB+5iG4M+wCaXusFHCDeVHEbRnzRYcmgosKZVQdn1cDMKbLzd&#10;7c/5MI3XPPa8/J9czu1eqV63XU5BeGr9V/xx73SYH0fxCN7vhBv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k3bv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zKg8cA&#10;AADeAAAADwAAAGRycy9kb3ducmV2LnhtbERPS2sCMRC+F/ofwhS8iGarVO3WKEVYrT0IPqDXYTPd&#10;bLuZLEmqW399Uyj0Nh/fc+bLzjbiTD7UjhXcDzMQxKXTNVcKTsdiMAMRIrLGxjEp+KYAy8XtzRxz&#10;7S68p/MhViKFcMhRgYmxzaUMpSGLYeha4sS9O28xJugrqT1eUrht5CjLJtJizanBYEsrQ+Xn4csq&#10;+Ch25m01va59/3FP137xumm2E6V6d93zE4hIXfwX/7lfdJo/zsYP8PtOukE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syo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3w9cUA&#10;AADeAAAADwAAAGRycy9kb3ducmV2LnhtbESP3YrCMBCF74V9hzAL3siaakGk21RkURFvxJ8HGJqx&#10;KdtMShNtfXsjLOzdDOfM+c7kq8E24kGdrx0rmE0TEMSl0zVXCq6X7dcShA/IGhvHpOBJHlbFxyjH&#10;TLueT/Q4h0rEEPYZKjAhtJmUvjRk0U9dSxy1m+sshrh2ldQd9jHcNnKeJAtpseZIMNjSj6Hy93y3&#10;EXJM8Xi49ZftbsAeNwfDk/VJqfHnsP4GEWgI/+a/672O9dMkXcD7nTiDL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fD1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VAVMUA&#10;AADeAAAADwAAAGRycy9kb3ducmV2LnhtbERPTUsDMRC9C/6HMII3m7XVtqxNi9QKIvRgFaS3YTPd&#10;XdxMQjLtbv99Iwje5vE+Z7EaXKdOFFPr2cD9qABFXHnbcm3g6/P1bg4qCbLFzjMZOFOC1fL6aoGl&#10;9T1/0GkntcohnEo00IiEUutUNeQwjXwgztzBR4eSYay1jdjncNfpcVFMtcOWc0ODgdYNVT+7ozOw&#10;7TfhfTZ9PIR9fBjr9GLley3G3N4Mz0+ghAb5F/+532yePykmM/h9J9+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UBU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7BHMQA&#10;AADeAAAADwAAAGRycy9kb3ducmV2LnhtbESPzWrCQBDH74LvsEzBi9RNDYikriJSi3gRPx5gyI7Z&#10;0OxsyG5N+vadg+Bthvl//Ga1GXyjHtTFOrCBj1kGirgMtubKwO26f1+CignZYhOYDPxRhM16PFph&#10;YUPPZ3pcUqUkhGOBBlxKbaF1LB15jLPQEsvtHjqPSdau0rbDXsJ9o+dZttAea5YGhy3tHJU/l18v&#10;JaccT8d7f91/D9jj19HxdHs2ZvI2bD9BJRrSS/x0H6zg51kuvPKOz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+wR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ZxvcUA&#10;AADeAAAADwAAAGRycy9kb3ducmV2LnhtbERPTUsDMRC9C/0PYQrebNZWq65NS6kKUvBgWxBvw2a6&#10;u3QzCcnYXf+9EQRv83ifs1gNrlNniqn1bOB6UoAirrxtuTZw2L9c3YNKgmyx80wGvinBajm6WGBp&#10;fc/vdN5JrXIIpxINNCKh1DpVDTlMEx+IM3f00aFkGGttI/Y53HV6WhRz7bDl3NBgoE1D1Wn35Qy8&#10;9c9heze/PYbPeDPV6cnKx0aMuRwP60dQQoP8i//crzbPnxWzB/h9J9+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nG9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+2tMgA&#10;AADeAAAADwAAAGRycy9kb3ducmV2LnhtbESPQUsDMRCF70L/Q5hCL8VmtVVkbVqsECwoiFXwOmym&#10;u4ubyZKk3fXfdw6CtxnmzXvvW29H36kzxdQGNnCzKEARV8G1XBv4+rTXD6BSRnbYBSYDv5Rgu5lc&#10;rbF0YeAPOh9yrcSEU4kGmpz7UutUNeQxLUJPLLdjiB6zrLHWLuIg5r7Tt0Vxrz22LAkN9vTcUPVz&#10;OHkDu/ehXsZ5tRvD6/Hl+85aZ9+sMbPp+PQIKtOY/8V/33sn9ZfFSgAER2bQm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T7a0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NZ0MIA&#10;AADeAAAADwAAAGRycy9kb3ducmV2LnhtbERP3WrCMBS+F/YO4Qy809S/IdUoohSG7MZuD3Bozppq&#10;c1KSWLu3N4PB7s7H93u2+8G2oicfGscKZtMMBHHldMO1gq/PYrIGESKyxtYxKfihAPvdy2iLuXYP&#10;vlBfxlqkEA45KjAxdrmUoTJkMUxdR5y4b+ctxgR9LbXHRwq3rZxn2Zu02HBqMNjR0VB1K+9WQXGe&#10;f/S3u/aFOwxLSytzXZ+MUuPX4bABEWmI/+I/97tO8xfZcga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M1nQ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GNWMUA&#10;AADeAAAADwAAAGRycy9kb3ducmV2LnhtbERP22oCMRB9L/QfwhT6Ipr1UpGtUbQQKlgoVcHXYTPu&#10;Lt1MliR1t3/fCELf5nCus1z3thFX8qF2rGA8ykAQF87UXCo4HfVwASJEZIONY1LwSwHWq8eHJebG&#10;dfxF10MsRQrhkKOCKsY2lzIUFVkMI9cSJ+7ivMWYoC+l8dilcNvISZbNpcWaU0OFLb1VVHwffqyC&#10;7WdXTv2g2PZuf3k/v2ht9IdW6vmp37yCiNTHf/HdvTNp/jSbTeD2Trp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0Y1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1iPMIA&#10;AADeAAAADwAAAGRycy9kb3ducmV2LnhtbERP24rCMBB9X/Afwgj7tqZedpFqFHEpiPiyrh8wNGNT&#10;bSYlibX+vVlY8G0O5zrLdW8b0ZEPtWMF41EGgrh0uuZKwem3+JiDCBFZY+OYFDwowHo1eFtirt2d&#10;f6g7xkqkEA45KjAxtrmUoTRkMYxcS5y4s/MWY4K+ktrjPYXbRk6y7EtarDk1GGxpa6i8Hm9WQbGf&#10;HLrrTfvCbfqZpU9zmX8bpd6H/WYBIlIfX+J/906n+dNsNoW/d9IN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rWI8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pkoMIA&#10;AADeAAAADwAAAGRycy9kb3ducmV2LnhtbERP3WrCMBS+H/gO4Qx2NxNtldEZZQwc89LqAxyas6bY&#10;nNQmtvXtl8HAu/Px/Z7NbnKtGKgPjWcNi7kCQVx503Ct4Xzav76BCBHZYOuZNNwpwG47e9pgYfzI&#10;RxrKWIsUwqFADTbGrpAyVJYchrnviBP343uHMcG+lqbHMYW7Vi6VWkuHDacGix19Wqou5c1pyO/j&#10;17VcXdTeOFocsu7AsVpp/fI8fbyDiDTFh/jf/W3S/EzlOfy9k2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imSg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TXlMIA&#10;AADeAAAADwAAAGRycy9kb3ducmV2LnhtbERPS4vCMBC+L/gfwgje1tTHilajiKLInrQ+zkMztsVm&#10;Upqo9d8bYWFv8/E9Z7ZoTCkeVLvCsoJeNwJBnFpdcKbgdNx8j0E4j6yxtEwKXuRgMW99zTDW9skH&#10;eiQ+EyGEXYwKcu+rWEqX5mTQdW1FHLirrQ36AOtM6hqfIdyUsh9FI2mw4NCQY0WrnNJbcjcK7qNL&#10;/8TXX71P1q/tZL1ZOnnOlOq0m+UUhKfG/4v/3Dsd5g+i4Q983gk3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Ne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5/sYA&#10;AADeAAAADwAAAGRycy9kb3ducmV2LnhtbERPS2vCQBC+F/wPywi91Y2NBI2u0hYKtYeG+jh4G7Nj&#10;Es3OptlV03/vFgre5uN7zmzRmVpcqHWVZQXDQQSCOLe64kLBZv3+NAbhPLLG2jIp+CUHi3nvYYap&#10;tlf+psvKFyKEsEtRQel9k0rp8pIMuoFtiAN3sK1BH2BbSN3iNYSbWj5HUSINVhwaSmzoraT8tDob&#10;BdtsnEyy1+Xo+Pm1x9jon52uEqUe+93LFISnzt/F/+4PHebH0SiBv3fCD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n5/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zL8cMA&#10;AADeAAAADwAAAGRycy9kb3ducmV2LnhtbERPS4vCMBC+C/6HMII3TX2gUo3ig3VlT77A69CMbbGZ&#10;lCardX+9EYS9zcf3nNmiNoW4U+Vyywp63QgEcWJ1zqmC8+mrMwHhPLLGwjIpeJKDxbzZmGGs7YMP&#10;dD/6VIQQdjEqyLwvYyldkpFB17UlceCutjLoA6xSqSt8hHBTyH4UjaTBnENDhiWtM0pux1+j4G90&#10;wb377q82A+3pOZxs7c9+q1S7VS+nIDzV/l/8ce90mD+IhmN4vxN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zL8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o2LcYA&#10;AADeAAAADwAAAGRycy9kb3ducmV2LnhtbESPQW/CMAyF75P4D5GRdhsprENQCAhNTNpto/ADrMak&#10;FY1Tmgy6/fr5MGk3W+/5vc/r7eBbdaM+NoENTCcZKOIq2IadgdPx7WkBKiZki21gMvBNEbab0cMa&#10;CxvufKBbmZySEI4FGqhT6gqtY1WTxzgJHbFo59B7TLL2Ttse7xLuWz3Lsrn22LA01NjRa03Vpfzy&#10;Bq5h9mKHco8fl/3ys3Euv/4ccmMex8NuBSrRkP7Nf9fvVvCfs1x45R2ZQW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o2L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1XcMA&#10;AADeAAAADwAAAGRycy9kb3ducmV2LnhtbERPyW7CMBC9V+IfrEHqrTgtZQsxqK1UiSvLgeNgTxYa&#10;j9PYhZSvx0hI3ObprZMtO1uLE7W+cqzgdZCAINbOVFwo2G2/X6YgfEA2WDsmBf/kYbnoPWWYGnfm&#10;NZ02oRAxhH2KCsoQmlRKr0uy6AeuIY5c7lqLIcK2kKbFcwy3tXxLkrG0WHFsKLGhr5L0z+bPKlhV&#10;BxqNdT6z00+93l9+w3ByNEo997uPOYhAXXiI7+6VifOHyfsMbu/EG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r1X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gzysUA&#10;AADeAAAADwAAAGRycy9kb3ducmV2LnhtbERPTUsDMRC9C/6HMEJvNrHFUtemxQqC0g9oFb0Om3Gz&#10;uJksm7jd/vvOQfA2M+9j3lushtConrpUR7ZwNzagiMvoaq4sfLy/3M5BpYzssIlMFs6UYLW8vlpg&#10;4eKJD9Qfc6XEhFOBFnzObaF1Kj0FTOPYEgv2HbuAWdau0q7Dk5iHRk+MmemANcsHjy09eyp/jr/B&#10;Qo/7s/ny693DW70tJ/v158bJ3Y5uhqdHUJmG/E/+U786iT8191JA6sgMe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WDPK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lJy8MA&#10;AADeAAAADwAAAGRycy9kb3ducmV2LnhtbERPTUvDQBC9C/0PyxS82U1TFIndllKo9KjRg8cxO82m&#10;ZmfC7tpEf70rCN7m8T5nvZ18ry4UYidsYLkoQBE3YjtuDby+HG7uQcWEbLEXJgNfFGG7mV2tsbIy&#10;8jNd6tSqHMKxQgMupaHSOjaOPMaFDMSZO0nwmDIMrbYBxxzue10WxZ322HFucDjQ3lHzUX96A+Nj&#10;834uT2/WfYdBDvWTnMtejLmeT7sHUImm9C/+cx9tnr8qbp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lJy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PHq8UA&#10;AADeAAAADwAAAGRycy9kb3ducmV2LnhtbERP22oCMRB9L/gPYQTfatYVq2yNYr1AKUrx0vfpZrq7&#10;Npksm6jbvzeFQt/mcK4znbfWiCs1vnKsYNBPQBDnTldcKDgdN48TED4gazSOScEPeZjPOg9TzLS7&#10;8Z6uh1CIGMI+QwVlCHUmpc9Lsuj7riaO3JdrLIYIm0LqBm8x3BqZJsmTtFhxbCixpmVJ+ffhYhVs&#10;3lfmnO72iw8Zluvxp5m8vay2SvW67eIZRKA2/Iv/3K86zh8moxR+34k3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M8er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m/pMUA&#10;AADeAAAADwAAAGRycy9kb3ducmV2LnhtbERPTWvCQBC9F/oflhF6KXVTQySkrlIKooIFjYVex+yY&#10;BLOzIbtN4r93C4Xe5vE+Z7EaTSN66lxtWcHrNAJBXFhdc6ng67R+SUE4j6yxsUwKbuRgtXx8WGCm&#10;7cBH6nNfihDCLkMFlfdtJqUrKjLoprYlDtzFdgZ9gF0pdYdDCDeNnEXRXBqsOTRU2NJHRcU1/zEK&#10;+sP+XG571+6u6bNL4vNm86m/lXqajO9vIDyN/l/8597qMD+Okhh+3wk3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b+k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xZzcYA&#10;AADeAAAADwAAAGRycy9kb3ducmV2LnhtbERPS2sCMRC+F/wPYYTealIfxW6NUoVCL4LaHupt3Ex3&#10;FzeTbZLq6q83guBtPr7nTGatrcWBfKgca3juKRDEuTMVFxq+vz6exiBCRDZYOyYNJwowm3YeJpgZ&#10;d+Q1HTaxECmEQ4YayhibTMqQl2Qx9FxDnLhf5y3GBH0hjcdjCre17Cv1Ii1WnBpKbGhRUr7f/FsN&#10;89fx/G815OV5vdvS9me3H/W90vqx276/gYjUxrv45v40af5AjYZwfSfd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xZzcYAAADeAAAADwAAAAAAAAAAAAAAAACYAgAAZHJz&#10;L2Rvd25yZXYueG1sUEsFBgAAAAAEAAQA9QAAAIsDAAAAAA==&#10;" fillcolor="black" stroked="f"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yVsUA&#10;AADeAAAADwAAAGRycy9kb3ducmV2LnhtbERPS2vCQBC+F/oflin0VjdaIhJdRfuAgvbg4+BxzI7J&#10;kuxsyG41+utdQehtPr7nTGadrcWJWm8cK+j3EhDEudOGCwW77ffbCIQPyBprx6TgQh5m0+enCWba&#10;nXlNp00oRAxhn6GCMoQmk9LnJVn0PdcQR+7oWoshwraQusVzDLe1HCTJUFo0HBtKbOijpLza/FkF&#10;++XQjNaGBofVdfGlV2m1+P2slHp96eZjEIG68C9+uH90nP+epCnc34k3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/JWxQAAAN4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MBE8QA&#10;AADeAAAADwAAAGRycy9kb3ducmV2LnhtbERPTWsCMRC9F/ofwhR600RLRVajSKW0lx5qK16HzbhZ&#10;dzPZJlFXf31TEHqbx/uc+bJ3rThRiLVnDaOhAkFcelNzpeH763UwBRETssHWM2m4UITl4v5ujoXx&#10;Z/6k0yZVIodwLFCDTakrpIylJYdx6DvizO19cJgyDJU0Ac853LVyrNREOqw5N1js6MVS2WyOTkNY&#10;7dbNlY/bRl0/LvHt0P9M0Wr9+NCvZiAS9elffHO/mzz/ST1P4O+df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DAR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4Sw8QA&#10;AADeAAAADwAAAGRycy9kb3ducmV2LnhtbERP20oDMRB9F/yHMIW+iE2s2OratEihULAUevmAcTPu&#10;Lk0my2Zst369EQTf5nCuM1v0waszdamJbOFhZEARl9E1XFk4Hlb3z6CSIDv0kcnClRIs5rc3Myxc&#10;vPCOznupVA7hVKCFWqQttE5lTQHTKLbEmfuMXUDJsKu06/CSw4PXY2MmOmDDuaHGlpY1laf9V7Dg&#10;xx/+5X2aNnI96o35DrK72zprh4P+7RWUUC//4j/32uX5j+ZpCr/v5Bv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+EsP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HH68cA&#10;AADeAAAADwAAAGRycy9kb3ducmV2LnhtbESPT0/DMAzF70h8h8hI3Fi6IRAqy6b90aReOFCGdvUa&#10;r6mWOFUTtsKnxwckbrbe83s/z5dj8OpCQ+oiG5hOClDETbQdtwb2H7uHF1ApI1v0kcnANyVYLm5v&#10;5ljaeOV3utS5VRLCqUQDLue+1Do1jgKmSeyJRTvFIWCWdWi1HfAq4cHrWVE864AdS4PDnjaOmnP9&#10;FQxs697P9pVbp8Pn2/Hoq58dHbbG3N+Nq1dQmcb8b/67rqzgPxZPwivvyAx6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xx+vHAAAA3g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jQRsQA&#10;AADeAAAADwAAAGRycy9kb3ducmV2LnhtbERPS2sCMRC+F/ofwhS81aQVtd2alSIKgqf6OPQ2JNPd&#10;bTeTZRN3139vhIK3+fies1gOrhYdtaHyrOFlrEAQG28rLjQcD5vnNxAhIlusPZOGCwVY5o8PC8ys&#10;7/mLun0sRArhkKGGMsYmkzKYkhyGsW+IE/fjW4cxwbaQtsU+hbtavio1kw4rTg0lNrQqyfztz07D&#10;70buvFFoTsdTv7Xz7/WMaqX16Gn4/AARaYh38b97a9P8iZq+w+2ddIP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40Eb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ZAAcYA&#10;AADeAAAADwAAAGRycy9kb3ducmV2LnhtbESPQWvCQBCF7wX/wzKCt7qpgkjqKrZQEMVDVUqP0+yY&#10;hGRnw+6q8d87B6G3GebNe+9brHrXqiuFWHs28DbOQBEX3tZcGjgdv17noGJCtth6JgN3irBaDl4W&#10;mFt/42+6HlKpxIRjjgaqlLpc61hU5DCOfUcst7MPDpOsodQ24E3MXasnWTbTDmuWhAo7+qyoaA4X&#10;Z+D3suPzfrpdh4/04/tjbCZ/88aY0bBfv4NK1Kd/8fN7Y6X+NJsJgODIDHr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ZAAcYAAADe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cw6MUA&#10;AADeAAAADwAAAGRycy9kb3ducmV2LnhtbERPTWsCMRC9C/6HMIXeNNG2oqtRtFDoRajWg97GzXR3&#10;cTPZJqmu/npTKPQ2j/c5s0Vra3EmHyrHGgZ9BYI4d6biQsPu8603BhEissHaMWm4UoDFvNuZYWbc&#10;hTd03sZCpBAOGWooY2wyKUNeksXQdw1x4r6ctxgT9IU0Hi8p3NZyqNRIWqw4NZTY0GtJ+Wn7YzWs&#10;JuPV98czr2+b44EO++PpZeiV1o8P7XIKIlIb/8V/7neT5j+p0QB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zDoxQAAAN4AAAAPAAAAAAAAAAAAAAAAAJgCAABkcnMv&#10;ZG93bnJldi54bWxQSwUGAAAAAAQABAD1AAAAigMAAAAA&#10;" fillcolor="black" stroked="f"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OlNcMA&#10;AADeAAAADwAAAGRycy9kb3ducmV2LnhtbERPTWsCMRC9C/0PYQq9abYKUrZGWYRi6Wm1Lb2Om3Gz&#10;uJksSYzbf2+EQm/zeJ+z2oy2F4l86BwreJ4VIIgbpztuFXx9vk1fQISIrLF3TAp+KcBm/TBZYand&#10;lfeUDrEVOYRDiQpMjEMpZWgMWQwzNxBn7uS8xZihb6X2eM3htpfzolhKix3nBoMDbQ0158PFKkjH&#10;bV0t0k8y+w9ftd7Vu+9jrdTT41i9gog0xn/xn/td5/mLYjmH+zv5Br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OlNc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NEp8UA&#10;AADeAAAADwAAAGRycy9kb3ducmV2LnhtbERPTWvCQBC9C/0PyxS86UaF0KauUqRK9aKmhfY4ZKfZ&#10;0OxsyG5j9Ne7BcHbPN7nzJe9rUVHra8cK5iMExDEhdMVlwo+P9ajJxA+IGusHZOCM3lYLh4Gc8y0&#10;O/GRujyUIoawz1CBCaHJpPSFIYt+7BriyP241mKIsC2lbvEUw20tp0mSSosVxwaDDa0MFb/5n1Xg&#10;J6u3r529PHffG8P7fGvSQ2mUGj72ry8gAvXhLr6533WcP0vSGfy/E2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k0Sn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E16EF" w:rsidRDefault="001E16EF" w:rsidP="001E16E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E16EF" w:rsidRPr="0081108E" w:rsidRDefault="001E16EF" w:rsidP="001E16E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1E16EF" w:rsidRPr="0081108E" w:rsidRDefault="001E16EF" w:rsidP="001E16E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1E16EF" w:rsidRPr="0081108E" w:rsidRDefault="001E16EF" w:rsidP="001E16EF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1E16EF" w:rsidRPr="0081108E" w:rsidRDefault="001E16EF" w:rsidP="001E16EF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1E16EF" w:rsidRPr="00A32618" w:rsidRDefault="001E16EF" w:rsidP="001E16EF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1E16EF" w:rsidRPr="00A32618" w:rsidRDefault="001E16EF" w:rsidP="001E16E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E16EF" w:rsidRPr="00A32618" w:rsidRDefault="001E16EF" w:rsidP="001E16E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E16EF" w:rsidRPr="00A32618" w:rsidRDefault="001E16EF" w:rsidP="001E16E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A3261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E16EF" w:rsidRPr="00A32618" w:rsidRDefault="001E16EF" w:rsidP="001E16E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E16EF" w:rsidRPr="00A32618" w:rsidRDefault="001E16EF" w:rsidP="001E16E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1E16EF" w:rsidRPr="00A32618" w:rsidRDefault="001E16EF" w:rsidP="001E16E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>)</w:t>
      </w:r>
    </w:p>
    <w:p w:rsidR="001E16EF" w:rsidRPr="00A32618" w:rsidRDefault="001E16EF" w:rsidP="001E16E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Підгородецькій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 С.В.</w:t>
      </w:r>
    </w:p>
    <w:p w:rsidR="001E16EF" w:rsidRPr="00A32618" w:rsidRDefault="001E16EF" w:rsidP="001E16E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E16EF" w:rsidRPr="00A32618" w:rsidRDefault="001E16EF" w:rsidP="001E16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uk-UA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ідгородецької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С.В.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</w:t>
      </w:r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рада</w:t>
      </w:r>
    </w:p>
    <w:p w:rsidR="001E16EF" w:rsidRPr="00A32618" w:rsidRDefault="001E16EF" w:rsidP="001E16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>ВИРІШИЛА:</w:t>
      </w:r>
    </w:p>
    <w:p w:rsidR="001E16EF" w:rsidRPr="00A32618" w:rsidRDefault="001E16EF" w:rsidP="001E16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E16EF" w:rsidRPr="00A32618" w:rsidRDefault="001E16EF" w:rsidP="001E16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A32618">
        <w:rPr>
          <w:rFonts w:ascii="Times New Roman" w:eastAsia="Calibri" w:hAnsi="Times New Roman" w:cs="Times New Roman"/>
          <w:sz w:val="24"/>
        </w:rPr>
        <w:t xml:space="preserve">        1.Над</w:t>
      </w:r>
      <w:r>
        <w:rPr>
          <w:rFonts w:ascii="Times New Roman" w:eastAsia="Calibri" w:hAnsi="Times New Roman" w:cs="Times New Roman"/>
          <w:sz w:val="24"/>
        </w:rPr>
        <w:t xml:space="preserve">ати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uk-UA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ідгородецькій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Світлані Володимирівні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зареєстрована за адресою: </w:t>
      </w:r>
      <w:r w:rsidR="005F67B4">
        <w:rPr>
          <w:rFonts w:ascii="Times New Roman" w:eastAsia="Calibri" w:hAnsi="Times New Roman" w:cs="Times New Roman"/>
          <w:sz w:val="24"/>
          <w:lang w:val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</w:t>
      </w:r>
      <w:r>
        <w:rPr>
          <w:rFonts w:ascii="Times New Roman" w:eastAsia="Calibri" w:hAnsi="Times New Roman" w:cs="Times New Roman"/>
          <w:sz w:val="24"/>
          <w:lang w:val="uk-UA"/>
        </w:rPr>
        <w:t>евості), 4,87 в умовних кадастрових гектарах</w:t>
      </w: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,  </w:t>
      </w:r>
      <w:r>
        <w:rPr>
          <w:rFonts w:ascii="Times New Roman" w:eastAsia="Calibri" w:hAnsi="Times New Roman" w:cs="Times New Roman"/>
          <w:sz w:val="24"/>
          <w:lang w:val="uk-UA"/>
        </w:rPr>
        <w:t>для ведення товарного сільськогосподарського виробництва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</w:t>
      </w:r>
      <w:r w:rsidRPr="00955B8B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>сертифікат на  право  на земельну частку  (пай) серія ХМ №0403756,</w:t>
      </w: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 земельна ділян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ка  розташована на території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сільської ради.</w:t>
      </w:r>
    </w:p>
    <w:p w:rsidR="001E16EF" w:rsidRPr="00A32618" w:rsidRDefault="001E16EF" w:rsidP="001E16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 xml:space="preserve">        2.Підгородецькій С.В.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E16EF" w:rsidRPr="00A32618" w:rsidRDefault="001E16EF" w:rsidP="001E16E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E16EF" w:rsidRPr="001E16EF" w:rsidRDefault="001E16EF" w:rsidP="001E16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6956D8" w:rsidRPr="001E16EF" w:rsidRDefault="001E16EF" w:rsidP="001E16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>Валерій   МИХАЛЮК</w:t>
      </w:r>
    </w:p>
    <w:sectPr w:rsidR="006956D8" w:rsidRPr="001E16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E16EF"/>
    <w:rsid w:val="00171A2E"/>
    <w:rsid w:val="001E16EF"/>
    <w:rsid w:val="00304C90"/>
    <w:rsid w:val="00505B6D"/>
    <w:rsid w:val="005F67B4"/>
    <w:rsid w:val="006956D8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6EF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>Microsoft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2020-12-10T13:20:00Z</dcterms:created>
  <dcterms:modified xsi:type="dcterms:W3CDTF">2020-12-11T07:22:00Z</dcterms:modified>
</cp:coreProperties>
</file>