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16E" w:rsidRDefault="0067116E" w:rsidP="00671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7116E" w:rsidRDefault="0067116E" w:rsidP="0067116E"/>
    <w:p w:rsidR="0067116E" w:rsidRDefault="0067116E" w:rsidP="0067116E"/>
    <w:p w:rsidR="0067116E" w:rsidRDefault="0067116E" w:rsidP="00671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7116E" w:rsidRDefault="0067116E" w:rsidP="00671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7116E" w:rsidRDefault="0067116E" w:rsidP="00671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7116E" w:rsidRDefault="0067116E" w:rsidP="00671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7116E" w:rsidRDefault="0067116E" w:rsidP="00671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16E" w:rsidRDefault="0067116E" w:rsidP="00671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7116E" w:rsidRDefault="0067116E" w:rsidP="00671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116E" w:rsidRDefault="0067116E" w:rsidP="006711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7116E" w:rsidRDefault="0067116E" w:rsidP="006711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№53</w:t>
      </w:r>
    </w:p>
    <w:p w:rsidR="0067116E" w:rsidRDefault="0067116E" w:rsidP="0067116E">
      <w:pPr>
        <w:tabs>
          <w:tab w:val="left" w:pos="2160"/>
        </w:tabs>
        <w:jc w:val="both"/>
        <w:rPr>
          <w:rFonts w:ascii="Times New Roman" w:eastAsia="Calibri" w:hAnsi="Times New Roman" w:cs="Times New Roman"/>
          <w:b/>
          <w:lang w:eastAsia="en-US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Яковчуку</w:t>
      </w:r>
      <w:proofErr w:type="spellEnd"/>
      <w:r w:rsidRPr="008A3C14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Т.В.</w:t>
      </w: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Яковчука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Яковчуку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Тарасу</w:t>
      </w:r>
      <w:proofErr w:type="gram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0236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наданні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7116E" w:rsidRPr="008A3C14" w:rsidRDefault="0067116E" w:rsidP="006711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3C14">
        <w:rPr>
          <w:rFonts w:ascii="Times New Roman" w:hAnsi="Times New Roman" w:cs="Times New Roman"/>
          <w:sz w:val="24"/>
          <w:szCs w:val="24"/>
        </w:rPr>
        <w:t xml:space="preserve">       2. Контроль за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A3C1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A3C1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A3C1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A3C1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7116E" w:rsidRPr="008A3C14" w:rsidRDefault="0067116E" w:rsidP="0067116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116E" w:rsidRPr="008A3C14" w:rsidRDefault="0067116E" w:rsidP="00671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8A3C14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4C2B5C" w:rsidRDefault="004C2B5C"/>
    <w:sectPr w:rsidR="004C2B5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16E"/>
    <w:rsid w:val="00023639"/>
    <w:rsid w:val="00171A2E"/>
    <w:rsid w:val="00304C90"/>
    <w:rsid w:val="004C2B5C"/>
    <w:rsid w:val="00505B6D"/>
    <w:rsid w:val="0067116E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210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2020-07-02T11:01:00Z</dcterms:created>
  <dcterms:modified xsi:type="dcterms:W3CDTF">2020-07-02T12:57:00Z</dcterms:modified>
</cp:coreProperties>
</file>