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E23" w:rsidRDefault="000D0E23" w:rsidP="000D0E23">
      <w:pPr>
        <w:tabs>
          <w:tab w:val="left" w:pos="216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2702560</wp:posOffset>
                </wp:positionH>
                <wp:positionV relativeFrom="paragraph">
                  <wp:posOffset>62230</wp:posOffset>
                </wp:positionV>
                <wp:extent cx="436880" cy="613410"/>
                <wp:effectExtent l="6985" t="5080" r="3810" b="635"/>
                <wp:wrapNone/>
                <wp:docPr id="52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53" name="Freeform 5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Freeform 55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Freeform 5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57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Freeform 5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59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Freeform 6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Freeform 61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Freeform 6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Freeform 63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Freeform 6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Freeform 65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6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Freeform 67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Freeform 6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Freeform 69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Freeform 7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Freeform 71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Freeform 7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Freeform 73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Freeform 75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Freeform 76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Freeform 77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Freeform 78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Freeform 79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Freeform 80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Rectangle 81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Freeform 82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Freeform 83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3" o:spid="_x0000_s1026" style="position:absolute;margin-left:212.8pt;margin-top:4.9pt;width:34.4pt;height:48.3pt;z-index:251680768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">
                <v:shape id="Freeform 54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2xvMMA&#10;AADbAAAADwAAAGRycy9kb3ducmV2LnhtbESPQWvCQBSE74X+h+UVvNVNE9QSXaVUFMFT1YrHR/aZ&#10;hGbfht01xn/vCgWPw8x8w8wWvWlER87XlhV8DBMQxIXVNZcKDvvV+ycIH5A1NpZJwY08LOavLzPM&#10;tb3yD3W7UIoIYZ+jgiqENpfSFxUZ9EPbEkfvbJ3BEKUrpXZ4jXDTyDRJxtJgzXGhwpa+Kyr+dhej&#10;YNul4+NpvTT7rEwnrsh+l2ndKDV467+mIAL14Rn+b2+0glEGjy/xB8j5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Z2xvMMAAADb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5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CKr8UA&#10;AADbAAAADwAAAGRycy9kb3ducmV2LnhtbESPzWrDMBCE74G8g9hCL6WWXZof3CghBAp1A4HYhVwX&#10;a2s7tVbGUmPn7aNCIcdhZr5hVpvRtOJCvWssK0iiGARxaXXDlYKv4v15CcJ5ZI2tZVJwJQeb9XSy&#10;wlTbgY90yX0lAoRdigpq77tUSlfWZNBFtiMO3rftDfog+0rqHocAN618ieO5NNhwWKixo11N5U/+&#10;axTIIs98tmjMU/J5OoyJPe/25Vmpx4dx+wbC0+jv4f/2h1Ywe4W/L+EHyP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MIqvxQAAANsAAAAPAAAAAAAAAAAAAAAAAJgCAABkcnMv&#10;ZG93bnJldi54bWxQSwUGAAAAAAQABAD1AAAAig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6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cQ3cYA&#10;AADbAAAADwAAAGRycy9kb3ducmV2LnhtbESPQWsCMRSE7wX/Q3hCL6Vmla7Y1SgqWMRDodren5vn&#10;7urmZU1S3fbXNwXB4zAz3zCTWWtqcSHnK8sK+r0EBHFudcWFgs/d6nkEwgdkjbVlUvBDHmbTzsME&#10;M22v/EGXbShEhLDPUEEZQpNJ6fOSDPqebYijd7DOYIjSFVI7vEa4qeUgSYbSYMVxocSGliXlp+23&#10;UbBa0+n1qzm/vfy6tBgd9++bxe5JqcduOx+DCNSGe/jWXmsFaQr/X+IPkN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WcQ3cYAAADbAAAADwAAAAAAAAAAAAAAAACYAgAAZHJz&#10;L2Rvd25yZXYueG1sUEsFBgAAAAAEAAQA9QAAAIs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57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ToKsIA&#10;AADbAAAADwAAAGRycy9kb3ducmV2LnhtbESPQYvCMBSE7wv+h/AEb2uqoEg1LaIogqfVZb0+m2db&#10;bV5KE2399xtB8DjMzDfMIu1MJR7UuNKygtEwAkGcWV1yruD3uPmegXAeWWNlmRQ8yUGa9L4WGGvb&#10;8g89Dj4XAcIuRgWF93UspcsKMuiGtiYO3sU2Bn2QTS51g22Am0qOo2gqDZYcFgqsaVVQdjvcjYJo&#10;P6nOlz/uZqf1Nrtd2w235UipQb9bzkF46vwn/G7vtILJFF5fwg+Qy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pOgqwgAAANsAAAAPAAAAAAAAAAAAAAAAAJgCAABkcnMvZG93&#10;bnJldi54bWxQSwUGAAAAAAQABAD1AAAAhw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58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krMcYA&#10;AADbAAAADwAAAGRycy9kb3ducmV2LnhtbESPQWsCMRSE7wX/Q3hCL6JZi7Z2NYotKOKhULX35+a5&#10;u7p52SZRt/31piD0OMzMN8xk1phKXMj50rKCfi8BQZxZXXKuYLdddEcgfEDWWFkmBT/kYTZtPUww&#10;1fbKn3TZhFxECPsUFRQh1KmUPivIoO/Zmjh6B+sMhihdLrXDa4SbSj4lybM0WHJcKLCm94Ky0+Zs&#10;FCxWdHr9qr+Xg183zEfH/cf6bdtR6rHdzMcgAjXhP3xvr7SC4Qv8fYk/QE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vkrMcYAAADbAAAADwAAAAAAAAAAAAAAAACYAgAAZHJz&#10;L2Rvd25yZXYueG1sUEsFBgAAAAAEAAQA9QAAAIs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59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fZw70A&#10;AADbAAAADwAAAGRycy9kb3ducmV2LnhtbERPSwrCMBDdC94hjOBOUwVFqlFEUQRXftDt2IxttZmU&#10;Jtp6e7MQXD7ef7ZoTCHeVLncsoJBPwJBnFidc6rgfNr0JiCcR9ZYWCYFH3KwmLdbM4y1rflA76NP&#10;RQhhF6OCzPsyltIlGRl0fVsSB+5uK4M+wCqVusI6hJtCDqNoLA3mHBoyLGmVUfI8voyCaD8qbvcL&#10;N5Preps8H/WG63ygVLfTLKcgPDX+L/65d1rBKIwNX8IPkPMv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nnfZw70AAADbAAAADwAAAAAAAAAAAAAAAACYAgAAZHJzL2Rvd25yZXYu&#10;eG1sUEsFBgAAAAAEAAQA9QAAAII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60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D2G8MA&#10;AADbAAAADwAAAGRycy9kb3ducmV2LnhtbESPQWvCQBSE7wX/w/IEb3WjYtHoKpJa6FWNB2/P7DMJ&#10;yb4N2W1M++tdoeBxmJlvmPW2N7XoqHWlZQWTcQSCOLO65FxBevp6X4BwHlljbZkU/JKD7WbwtsZY&#10;2zsfqDv6XAQIuxgVFN43sZQuK8igG9uGOHg32xr0Qba51C3eA9zUchpFH9JgyWGhwIaSgrLq+GMU&#10;nD+rarbkaPZ36ZKFS65pOr3tlRoN+90KhKfev8L/7W+tYL6E55fwA+Tm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bD2G8MAAADbAAAADwAAAAAAAAAAAAAAAACYAgAAZHJzL2Rv&#10;d25yZXYueG1sUEsFBgAAAAAEAAQA9QAAAIg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61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kJr8QA&#10;AADbAAAADwAAAGRycy9kb3ducmV2LnhtbERPTWvCQBC9C/0PyxR6KXWTIlKiawhFQcEeqqXqbciO&#10;SWh2NmbXJO2v7x4Ej4/3PU8HU4uOWldZVhCPIxDEudUVFwq+9quXNxDOI2usLZOCX3KQLh5Gc0y0&#10;7fmTup0vRAhhl6CC0vsmkdLlJRl0Y9sQB+5sW4M+wLaQusU+hJtavkbRVBqsODSU2NB7SfnP7moU&#10;TKg7Ztu/08f38bL09vx82Lj4oNTT45DNQHga/F18c6+1gmlYH76EHyA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1ZCa/EAAAA2wAAAA8AAAAAAAAAAAAAAAAAmAIAAGRycy9k&#10;b3ducmV2LnhtbFBLBQYAAAAABAAEAPUAAACJAwAAAAA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62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owoMQA&#10;AADbAAAADwAAAGRycy9kb3ducmV2LnhtbESPQWuDQBSE74X8h+UFcmvWRBBrswnFtNBrrT3k9uK+&#10;qOi+FXdjTH99t1DocZiZb5jdYTa9mGh0rWUFm3UEgriyuuVaQfn59piCcB5ZY2+ZFNzJwWG/eNhh&#10;pu2NP2gqfC0ChF2GChrvh0xKVzVk0K3tQBy8ix0N+iDHWuoRbwFuermNokQabDksNDhQ3lDVFVej&#10;4OvYdfETR/H3acpTl5/Lcnt5VWq1nF+eQXia/X/4r/2uFSQb+P0SfoDc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2qMKD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63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cyQ8YA&#10;AADbAAAADwAAAGRycy9kb3ducmV2LnhtbESPQWvCQBSE7wX/w/KEXkrdKEUkdRNEFBT0UCuNvT2y&#10;zySYfRuz25j667uFQo/DzHzDzNPe1KKj1lWWFYxHEQji3OqKCwXH9/XzDITzyBpry6TgmxykyeBh&#10;jrG2N36j7uALESDsYlRQet/EUrq8JINuZBvi4J1ta9AH2RZSt3gLcFPLSRRNpcGKw0KJDS1Lyi+H&#10;L6PghbrTYnf/3H+critvz0/Z1o0zpR6H/eIVhKfe/4f/2hutYDqB3y/hB8jk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scyQ8YAAADbAAAADwAAAAAAAAAAAAAAAACYAgAAZHJz&#10;L2Rvd25yZXYueG1sUEsFBgAAAAAEAAQA9QAAAIs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64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VzU8YA&#10;AADbAAAADwAAAGRycy9kb3ducmV2LnhtbESPQWvCQBSE7wX/w/KE3urGWmxJXUUstgVBMBV7fWRf&#10;s6nZtzG7muiv7wpCj8PMfMNMZp2txIkaXzpWMBwkIIhzp0suFGy/lg8vIHxA1lg5JgVn8jCb9u4m&#10;mGrX8oZOWShEhLBPUYEJoU6l9Lkhi37gauLo/bjGYoiyKaRusI1wW8nHJBlLiyXHBYM1LQzl++xo&#10;FXw/jdbOfGTu2L69X/abw/PvbrFS6r7fzV9BBOrCf/jW/tQKxiO4fok/QE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8VzU8YAAADbAAAADwAAAAAAAAAAAAAAAACYAgAAZHJz&#10;L2Rvd25yZXYueG1sUEsFBgAAAAAEAAQA9QAAAIs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65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uwxsMA&#10;AADbAAAADwAAAGRycy9kb3ducmV2LnhtbESPQWvCQBSE7wX/w/IK3ppNrYrErKKliuhJbe+P7DMJ&#10;Zt+m2TWu/75bKPQ4zMw3TL4MphE9da62rOA1SUEQF1bXXCr4PG9eZiCcR9bYWCYFD3KwXAyecsy0&#10;vfOR+pMvRYSwy1BB5X2bSemKigy6xLbE0bvYzqCPsiul7vAe4aaRozSdSoM1x4UKW3qvqLiebkbB&#10;237yvdXr8qNvZlt32F02oQ5fSg2fw2oOwlPw/+G/9k4rmI7h90v8AXL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euwxsMAAADbAAAADwAAAAAAAAAAAAAAAACYAgAAZHJzL2Rv&#10;d25yZXYueG1sUEsFBgAAAAAEAAQA9QAAAIg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66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dUh8IA&#10;AADbAAAADwAAAGRycy9kb3ducmV2LnhtbESPQYvCMBSE74L/ITxhb5oq2NVqFFEEYdnDVg8eH82z&#10;KTYvpYm1++83grDHYWa+Ydbb3taio9ZXjhVMJwkI4sLpiksFl/NxvADhA7LG2jEp+CUP281wsMZM&#10;uyf/UJeHUkQI+wwVmBCaTEpfGLLoJ64hjt7NtRZDlG0pdYvPCLe1nCVJKi1WHBcMNrQ3VNzzh1Vw&#10;XX4vp705JF/d5+4UCka8d6lSH6N+twIRqA//4Xf7pBWkc3h9iT9Ab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N1SH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67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/7ncYA&#10;AADbAAAADwAAAGRycy9kb3ducmV2LnhtbESPT2vCQBTE7wW/w/IEb3WTFIKmrkEEi5ce6r/2+Mi+&#10;JtHs25hdNe2nd4VCj8PM/IaZ5b1pxJU6V1tWEI8jEMSF1TWXCnbb1fMEhPPIGhvLpOCHHOTzwdMM&#10;M21v/EHXjS9FgLDLUEHlfZtJ6YqKDLqxbYmD9207gz7IrpS6w1uAm0YmUZRKgzWHhQpbWlZUnDYX&#10;o+Azfv+dti/9Pvny5/UxeTsXq0Oq1GjYL15BeOr9f/ivvdYK0hQeX8IPkP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z/7ncYAAADbAAAADwAAAAAAAAAAAAAAAACYAgAAZHJz&#10;L2Rvd25yZXYueG1sUEsFBgAAAAAEAAQA9QAAAIs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68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C0YsEA&#10;AADbAAAADwAAAGRycy9kb3ducmV2LnhtbESPUWvCMBSF3wX/Q7iCb5pujDo6oxRl4PDJuh9wae7a&#10;uuYmJJmt/34RBB8P55zvcNbb0fTiSj50lhW8LDMQxLXVHTcKvs+fi3cQISJr7C2TghsF2G6mkzUW&#10;2g58omsVG5EgHApU0MboCilD3ZLBsLSOOHk/1huMSfpGao9DgptevmZZLg12nBZadLRrqf6t/owC&#10;9G61d5UcTvnliIfLV0lvtlRqPhvLDxCRxvgMP9oHrSBfwf1L+gFy8w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hgtGLBAAAA2wAAAA8AAAAAAAAAAAAAAAAAmAIAAGRycy9kb3du&#10;cmV2LnhtbFBLBQYAAAAABAAEAPUAAACG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69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ds8JMMA&#10;AADbAAAADwAAAGRycy9kb3ducmV2LnhtbERPy2rCQBTdF/yH4QrumklbsBIdpa+A2GzqY5HdJXNN&#10;gpk7ITMm0a/vLApdHs57tRlNI3rqXG1ZwVMUgyAurK65VHA8pI8LEM4ja2wsk4IbOdisJw8rTLQd&#10;+If6vS9FCGGXoILK+zaR0hUVGXSRbYkDd7adQR9gV0rd4RDCTSOf43guDdYcGips6aOi4rK/GgVZ&#10;mrXZN38t8s/r+0u+vZ9eeZcqNZuOb0sQnkb/L/5zb7WCeRgbvoQfIN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ds8JM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70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yWDcQA&#10;AADbAAAADwAAAGRycy9kb3ducmV2LnhtbESPQWvCQBSE74L/YXmCN93YQ6ipqxRBqmAFbaE9vmZf&#10;k2D2bdxdY/z3riB4HGbmG2a26EwtWnK+sqxgMk5AEOdWV1wo+P5ajV5B+ICssbZMCq7kYTHv92aY&#10;aXvhPbWHUIgIYZ+hgjKEJpPS5yUZ9GPbEEfv3zqDIUpXSO3wEuGmli9JkkqDFceFEhtalpQfD2ej&#10;YHdKz9v25/fjz3Wr5lRvlp96Wik1HHTvbyACdeEZfrTXWkE6hfuX+APk/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wMlg3EAAAA2wAAAA8AAAAAAAAAAAAAAAAAmAIAAGRycy9k&#10;b3ducmV2LnhtbFBLBQYAAAAABAAEAPUAAACJ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71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X1EcAA&#10;AADbAAAADwAAAGRycy9kb3ducmV2LnhtbERP3WrCMBS+F/YO4Qy803SCOjpjkUF1lIHY+QCH5qwp&#10;Nielibbu6c3FwMuP73+TjbYVN+p941jB2zwBQVw53XCt4PyTz95B+ICssXVMCu7kIdu+TDaYajfw&#10;iW5lqEUMYZ+iAhNCl0rpK0MW/dx1xJH7db3FEGFfS93jEMNtKxdJspIWG44NBjv6NFRdyqtVwInM&#10;j99Vq+X+77wuDqYsltdSqenruPsAEWgMT/G/+0srWMf18Uv8AXL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NX1EcAAAADbAAAADwAAAAAAAAAAAAAAAACYAgAAZHJzL2Rvd25y&#10;ZXYueG1sUEsFBgAAAAAEAAQA9QAAAIU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72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sgHsYA&#10;AADbAAAADwAAAGRycy9kb3ducmV2LnhtbESPW2vCQBSE3wv+h+UIvtWN2qpNXcVLBfWtsVDydsie&#10;XDB7NmRXTfvru4VCH4eZ+YZZrDpTixu1rrKsYDSMQBBnVldcKPg47x/nIJxH1lhbJgVf5GC17D0s&#10;MNb2zu90S3whAoRdjApK75tYSpeVZNANbUMcvNy2Bn2QbSF1i/cAN7UcR9FUGqw4LJTY0Lak7JJc&#10;jYIkT1O94ben4/zZbU+nyffL536n1KDfrV9BeOr8f/ivfdAKZiP4/RJ+gF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sgHsYAAADbAAAADwAAAAAAAAAAAAAAAACYAgAAZHJz&#10;L2Rvd25yZXYueG1sUEsFBgAAAAAEAAQA9QAAAIs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73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jUA8MA&#10;AADbAAAADwAAAGRycy9kb3ducmV2LnhtbESP3YrCMBSE74V9h3AW9k7TraDSNRURBS+88O8BDs2x&#10;abc56TZRu29vBMHLYWa+YeaL3jbiRp2vHCv4HiUgiAunKy4VnE+b4QyED8gaG8ek4J88LPKPwRwz&#10;7e58oNsxlCJC2GeowITQZlL6wpBFP3ItcfQurrMYouxKqTu8R7htZJokE2mx4rhgsKWVoeL3eLUK&#10;0vOyXl324139N054bU2/vh6MUl+f/fIHRKA+vMOv9lYrmKbw/BJ/gMw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ajUA8MAAADbAAAADwAAAAAAAAAAAAAAAACYAgAAZHJzL2Rv&#10;d25yZXYueG1sUEsFBgAAAAAEAAQA9QAAAIg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74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JVtcYA&#10;AADbAAAADwAAAGRycy9kb3ducmV2LnhtbESPzWsCMRTE7wX/h/AEbzXrR1u7NYoKBS8FP3qot+fm&#10;dXdx87Imqa7+9UYoeBxm5jfMeNqYSpzI+dKygl43AUGcWV1yruB7+/k8AuEDssbKMim4kIfppPU0&#10;xlTbM6/ptAm5iBD2KSooQqhTKX1WkEHftTVx9H6tMxiidLnUDs8RbirZT5JXabDkuFBgTYuCssPm&#10;zyiYv4/mx9WQv67r/Y52P/vDS98lSnXazewDRKAmPML/7aVW8DaA+5f4A+Tk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KJVtcYAAADbAAAADwAAAAAAAAAAAAAAAACYAgAAZHJz&#10;L2Rvd25yZXYueG1sUEsFBgAAAAAEAAQA9QAAAIsDAAAAAA==&#10;" fillcolor="black" stroked="f"/>
                <v:shape id="Freeform 75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A5fsMA&#10;AADbAAAADwAAAGRycy9kb3ducmV2LnhtbESPQYvCMBSE74L/ITzBi2haEZWuUURWUC9idWGPj+Zt&#10;W2xeSpOt9d+bhQWPw8x8w6w2nalES40rLSuIJxEI4szqknMFt+t+vAThPLLGyjIpeJKDzbrfW2Gi&#10;7YMv1KY+FwHCLkEFhfd1IqXLCjLoJrYmDt6PbQz6IJtc6gYfAW4qOY2iuTRYclgosKZdQdk9/TUK&#10;TjJrR8cZxee8/b5/npdfZn6JlRoOuu0HCE+df4f/2wetYDGDvy/hB8j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oA5fsMAAADbAAAADwAAAAAAAAAAAAAAAACYAgAAZHJzL2Rv&#10;d25yZXYueG1sUEsFBgAAAAAEAAQA9QAAAIgDAAAAAA=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76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REpMQA&#10;AADbAAAADwAAAGRycy9kb3ducmV2LnhtbESPUWvCQBCE3wv+h2OFvtWLQqyNniKlBYVCqfoDlrs1&#10;Ceb2Qm41sb++Vyj0cZiZb5jVZvCNulEX68AGppMMFLENrubSwOn4/rQAFQXZYROYDNwpwmY9elhh&#10;4ULPX3Q7SKkShGOBBiqRttA62oo8xkloiZN3Dp1HSbIrteuwT3Df6FmWzbXHmtNChS29VmQvh6s3&#10;MLtasf5l//3xdpL889j2Wb7YGvM4HrZLUEKD/If/2jtn4DmH3y/pB+j1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XkRKTEAAAA2wAAAA8AAAAAAAAAAAAAAAAAmAIAAGRycy9k&#10;b3ducmV2LnhtbFBLBQYAAAAABAAEAPUAAACJAwAAAAA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77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26fecUA&#10;AADbAAAADwAAAGRycy9kb3ducmV2LnhtbESPT2sCMRTE7wW/Q3iCt5qtgspqlFKqtLBV/HPp7ZE8&#10;N0s3L8sm6vbbNwXB4zAzv2EWq87V4kptqDwreBlmIIi1NxWXCk7H9fMMRIjIBmvPpOCXAqyWvacF&#10;5sbfeE/XQyxFgnDIUYGNscmlDNqSwzD0DXHyzr51GJNsS2lavCW4q+UoyybSYcVpwWJDb5b0z+Hi&#10;FOjNuHj/LL6tvox2X2W13RVuf1Zq0O9e5yAidfERvrc/jILpBP6/pB8g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bp95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78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mF1cIA&#10;AADbAAAADwAAAGRycy9kb3ducmV2LnhtbESPT4vCMBTE74LfITxhb5rqQaUaiwiCXoT1D3p8NM+2&#10;tHkpTWy7++k3C4LHYWZ+w6yT3lSipcYVlhVMJxEI4tTqgjMF18t+vAThPLLGyjIp+CEHyWY4WGOs&#10;bcff1J59JgKEXYwKcu/rWEqX5mTQTWxNHLynbQz6IJtM6ga7ADeVnEXRXBosOCzkWNMup7Q8v4yC&#10;2vzero/jqY2md5zpbsddOWelvkb9dgXCU+8/4Xf7oBUsFvD/JfwAuf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qYXV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79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LEVsEA&#10;AADbAAAADwAAAGRycy9kb3ducmV2LnhtbERPy4rCMBTdC/MP4Q7MTtORwUc1FRlQXAlaobq7NNe2&#10;tLkpTdTOfL1ZCC4P571c9aYRd+pcZVnB9ygCQZxbXXGh4JRuhjMQziNrbCyTgj9ysEo+BkuMtX3w&#10;ge5HX4gQwi5GBaX3bSyly0sy6Ea2JQ7c1XYGfYBdIXWHjxBuGjmOook0WHFoKLGl35Ly+ngzCn7O&#10;83Wa0eW/zrY2k7t0b/ebm1Jfn/16AcJT79/il3unFUzD2PAl/ACZP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ixFbBAAAA2wAAAA8AAAAAAAAAAAAAAAAAmAIAAGRycy9kb3du&#10;cmV2LnhtbFBLBQYAAAAABAAEAPUAAACGAwAAAAA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80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KCQcUA&#10;AADbAAAADwAAAGRycy9kb3ducmV2LnhtbESPQWvCQBSE7wX/w/KE3upGC6lGVykVoVIQqoLXZ/aZ&#10;xGTfxt2txn/fFQo9DjPzDTNbdKYRV3K+sqxgOEhAEOdWV1wo2O9WL2MQPiBrbCyTgjt5WMx7TzPM&#10;tL3xN123oRARwj5DBWUIbSalz0sy6Ae2JY7eyTqDIUpXSO3wFuGmkaMkSaXBiuNCiS19lJTX2x+j&#10;4PK6rDfueDgfv9bje1rnl5Fcp0o997v3KYhAXfgP/7U/tYK3CTy+xB8g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goJBxQAAANsAAAAPAAAAAAAAAAAAAAAAAJgCAABkcnMv&#10;ZG93bnJldi54bWxQSwUGAAAAAAQABAD1AAAAigMAAAAA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81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W75cIA&#10;AADbAAAADwAAAGRycy9kb3ducmV2LnhtbERPy4rCMBTdD/gP4QruxlRxhlqNooIwmwFfC91dm2tb&#10;bG5qktHOfL1ZDLg8nPd03ppa3Mn5yrKCQT8BQZxbXXGh4LBfv6cgfEDWWFsmBb/kYT7rvE0x0/bB&#10;W7rvQiFiCPsMFZQhNJmUPi/JoO/bhjhyF+sMhghdIbXDRww3tRwmyac0WHFsKLGhVUn5dfdjFCzH&#10;6fK2GfH33/Z8otPxfP0YukSpXrddTEAEasNL/O/+0grSuD5+iT9A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pbvlwgAAANsAAAAPAAAAAAAAAAAAAAAAAJgCAABkcnMvZG93&#10;bnJldi54bWxQSwUGAAAAAAQABAD1AAAAhwMAAAAA&#10;" fillcolor="black" stroked="f"/>
                <v:shape id="Freeform 82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4mwScQA&#10;AADbAAAADwAAAGRycy9kb3ducmV2LnhtbESP0WoCMRRE3wX/IVyhL1Kz+iB2NUoRhZYuLNV+wHVz&#10;3V2a3CxJ1O3fN4Lg4zAzZ5jVprdGXMmH1rGC6SQDQVw53XKt4Oe4f12ACBFZo3FMCv4owGY9HKww&#10;1+7G33Q9xFokCIccFTQxdrmUoWrIYpi4jjh5Z+ctxiR9LbXHW4JbI2dZNpcWW04LDXa0baj6PVys&#10;gt3s5MsTfpkqO9am+CyL8VtZKPUy6t+XICL18Rl+tD+0gsUU7l/SD5D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JsEnEAAAA2wAAAA8AAAAAAAAAAAAAAAAAmAIAAGRycy9k&#10;b3ducmV2LnhtbFBLBQYAAAAABAAEAPUAAACJ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83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9KVcUA&#10;AADbAAAADwAAAGRycy9kb3ducmV2LnhtbESPT2vCQBTE7wW/w/KE3upGBdHoGmIhIAht/XPw+Mw+&#10;s8Hs2zS71fTbdwuFHoeZ+Q2zynrbiDt1vnasYDxKQBCXTtdcKTgdi5c5CB+QNTaOScE3ecjWg6cV&#10;pto9eE/3Q6hEhLBPUYEJoU2l9KUhi37kWuLoXV1nMUTZVVJ3+Ihw28hJksykxZrjgsGWXg2Vt8OX&#10;VWAlni/VrCjf8unufbeoNx+fhVHqedjnSxCB+vAf/mtvtYL5BH6/xB8g1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r0pVxQAAANsAAAAPAAAAAAAAAAAAAAAAAJgCAABkcnMv&#10;ZG93bnJldi54bWxQSwUGAAAAAAQABAD1AAAAigMAAAAA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-1078230</wp:posOffset>
                </wp:positionH>
                <wp:positionV relativeFrom="paragraph">
                  <wp:posOffset>-8591550</wp:posOffset>
                </wp:positionV>
                <wp:extent cx="20320" cy="35560"/>
                <wp:effectExtent l="7620" t="9525" r="10160" b="12065"/>
                <wp:wrapNone/>
                <wp:docPr id="2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20" cy="35560"/>
                          <a:chOff x="3834" y="994"/>
                          <a:chExt cx="1142" cy="1718"/>
                        </a:xfrm>
                      </wpg:grpSpPr>
                      <wps:wsp>
                        <wps:cNvPr id="2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-84.9pt;margin-top:-676.5pt;width:1.6pt;height:2.8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ipyQngAAAp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dnWsMA&#10;AADb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qXg/iX9ALn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tdnWsMAAADb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9hpsMA&#10;AADbAAAADwAAAGRycy9kb3ducmV2LnhtbESP3YrCMBSE7xd8h3AEbxZNq7BKNYoIgj+wYBW8PTTH&#10;ttqclCZqfXsjLOzlMDPfMLNFayrxoMaVlhXEgwgEcWZ1ybmC03Hdn4BwHlljZZkUvMjBYt75mmGi&#10;7ZMP9Eh9LgKEXYIKCu/rREqXFWTQDWxNHLyLbQz6IJtc6gafAW4qOYyiH2mw5LBQYE2rgrJbejcK&#10;5DHd+u24NN/x7vzbxva62mdXpXrddjkF4an1/+G/9kYrGI7g8yX8ADl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99hpsMAAADb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3GO8YA&#10;AADbAAAADwAAAGRycy9kb3ducmV2LnhtbESPQWsCMRSE74X+h/AEL6VmFZXt1ihVsEgPgtreXzev&#10;u6ublzWJuvrrm4LQ4zAz3zCTWWtqcSbnK8sK+r0EBHFudcWFgs/d8jkF4QOyxtoyKbiSh9n08WGC&#10;mbYX3tB5GwoRIewzVFCG0GRS+rwkg75nG+Lo/VhnMETpCqkdXiLc1HKQJGNpsOK4UGJDi5Lyw/Zk&#10;FCxXdHj5ao7vw5sbFen+e/0x3z0p1e20b68gArXhP3xvr7SCwRD+vsQfIK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i3GO8YAAADbAAAADwAAAAAAAAAAAAAAAACYAgAAZHJz&#10;L2Rvd25yZXYueG1sUEsFBgAAAAAEAAQA9QAAAIs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AFIMIA&#10;AADbAAAADwAAAGRycy9kb3ducmV2LnhtbESPQYvCMBSE74L/ITzBm6YKLlJNiyiK4GndZb0+m2db&#10;bV5KE23990YQ9jjMzDfMMu1MJR7UuNKygsk4AkGcWV1yruD3Zzuag3AeWWNlmRQ8yUGa9HtLjLVt&#10;+ZseR5+LAGEXo4LC+zqW0mUFGXRjWxMH72Ibgz7IJpe6wTbATSWnUfQlDZYcFgqsaV1QdjvejYLo&#10;MKvOlz/u5qfNLrtd2y235USp4aBbLUB46vx/+NPeawXTGby/hB8gk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cAUgwgAAANsAAAAPAAAAAAAAAAAAAAAAAJgCAABkcnMvZG93&#10;bnJldi54bWxQSwUGAAAAAAQABAD1AAAAhw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P918YA&#10;AADbAAAADwAAAGRycy9kb3ducmV2LnhtbESPT2sCMRTE74LfIbxCL6LZShVdjWILingQ6p/7c/Pc&#10;3bp52SapbvvpTaHgcZiZ3zDTeWMqcSXnS8sKXnoJCOLM6pJzBYf9sjsC4QOyxsoyKfghD/NZuzXF&#10;VNsbf9B1F3IRIexTVFCEUKdS+qwgg75na+Lona0zGKJ0udQObxFuKtlPkqE0WHJcKLCm94Kyy+7b&#10;KFiu6TI+1l+r1183yEefp+3mbd9R6vmpWUxABGrCI/zfXmsF/SH8fYk/QM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bP918YAAADbAAAADwAAAAAAAAAAAAAAAACYAgAAZHJz&#10;L2Rvd25yZXYueG1sUEsFBgAAAAAEAAQA9QAAAIs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4+zMMA&#10;AADbAAAADwAAAGRycy9kb3ducmV2LnhtbESPT4vCMBTE78J+h/AW9qapwqpU0yK7KIIn/7B7fTbP&#10;ttq8lCba+u2NIHgcZuY3zDztTCVu1LjSsoLhIAJBnFldcq7gsF/2pyCcR9ZYWSYFd3KQJh+9Ocba&#10;tryl287nIkDYxaig8L6OpXRZQQbdwNbEwTvZxqAPssmlbrANcFPJURSNpcGSw0KBNf0UlF12V6Mg&#10;2nxXx9Mfd9P/31V2ObdLbsuhUl+f3WIGwlPn3+FXe60VjCbw/BJ+gEw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+4+zMMAAADbAAAADwAAAAAAAAAAAAAAAACYAgAAZHJzL2Rv&#10;d25yZXYueG1sUEsFBgAAAAAEAAQA9QAAAIg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og/cAA&#10;AADbAAAADwAAAGRycy9kb3ducmV2LnhtbERPTYvCMBC9C/sfwix409QK4lajSFdhr2o97G1sxra0&#10;mZQmW+v+enMQPD7e93o7mEb01LnKsoLZNAJBnFtdcaEgOx8mSxDOI2tsLJOCBznYbj5Ga0y0vfOR&#10;+pMvRAhhl6CC0vs2kdLlJRl0U9sSB+5mO4M+wK6QusN7CDeNjKNoIQ1WHBpKbCktKa9Pf0bB5buu&#10;518czf9/+3Tp0muWxbe9UuPPYbcC4Wnwb/HL/aMVxGFs+BJ+gNw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vog/cAAAADb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kZ8scA&#10;AADbAAAADwAAAGRycy9kb3ducmV2LnhtbESPW2vCQBSE3wv9D8sp9KXoRilFUzciYqEFffCC2rdD&#10;9uSC2bMxu41pf70rCH0cZuYbZjLtTCVaalxpWcGgH4EgTq0uOVew2370RiCcR9ZYWSYFv+Rgmjw+&#10;TDDW9sJrajc+FwHCLkYFhfd1LKVLCzLo+rYmDl5mG4M+yCaXusFLgJtKDqPoTRosOSwUWNO8oPS0&#10;+TEKXqk9zpZ/36v98bzwNns5fLnBQannp272DsJT5//D9/anVjAcw+1L+AEyu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oJGfLHAAAA2wAAAA8AAAAAAAAAAAAAAAAAmAIAAGRy&#10;cy9kb3ducmV2LnhtbFBLBQYAAAAABAAEAPUAAACMAwAAAAA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W6JsAA&#10;AADbAAAADwAAAGRycy9kb3ducmV2LnhtbERPTYvCMBC9C/sfwix401QL4lajSFdhr2o97G1sxra0&#10;mZQmW+v+enMQPD7e93o7mEb01LnKsoLZNAJBnFtdcaEgOx8mSxDOI2tsLJOCBznYbj5Ga0y0vfOR&#10;+pMvRAhhl6CC0vs2kdLlJRl0U9sSB+5mO4M+wK6QusN7CDeNnEfRQhqsODSU2FJaUl6f/oyCy3dd&#10;x18cxf+/fbp06TXL5re9UuPPYbcC4Wnwb/HL/aMVxGF9+BJ+gNw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VW6JsAAAADbAAAADwAAAAAAAAAAAAAAAACYAgAAZHJzL2Rvd25y&#10;ZXYueG1sUEsFBgAAAAAEAAQA9QAAAIU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aDKcYA&#10;AADbAAAADwAAAGRycy9kb3ducmV2LnhtbESPQWvCQBSE70L/w/IEL6KbWCkSXUVKBQv2oC3V3h7Z&#10;ZxKafRuza4z+erdQ8DjMzDfMbNGaUjRUu8KygngYgSBOrS44U/D1uRpMQDiPrLG0TAqu5GAxf+rM&#10;MNH2wltqdj4TAcIuQQW591UipUtzMuiGtiIO3tHWBn2QdSZ1jZcAN6UcRdGLNFhwWMixotec0t/d&#10;2SgYU3NYbm4/H9+H05u3x/7+3cV7pXrddjkF4an1j/B/e60VPMfw9yX8ADm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aaDKcYAAADbAAAADwAAAAAAAAAAAAAAAACYAgAAZHJz&#10;L2Rvd25yZXYueG1sUEsFBgAAAAAEAAQA9QAAAIs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r51cYA&#10;AADbAAAADwAAAGRycy9kb3ducmV2LnhtbESPQWvCQBSE74X+h+UVvNVNtbQSXaVY1EKhYBS9PrLP&#10;bDT7Ns2uJvXXd4VCj8PMfMNMZp2txIUaXzpW8NRPQBDnTpdcKNhuFo8jED4ga6wck4If8jCb3t9N&#10;MNWu5TVdslCICGGfogITQp1K6XNDFn3f1cTRO7jGYoiyKaRusI1wW8lBkrxIiyXHBYM1zQ3lp+xs&#10;Feyfh1/OrDJ3bt+X19P6+/W4m38q1Xvo3sYgAnXhP/zX/tAKhgO4fYk/QE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zr51cYAAADbAAAADwAAAAAAAAAAAAAAAACYAgAAZHJz&#10;L2Rvd25yZXYueG1sUEsFBgAAAAAEAAQA9QAAAIs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EHr8IA&#10;AADbAAAADwAAAGRycy9kb3ducmV2LnhtbESPT4vCMBTE7wt+h/AEb2uq4iLVKCoqsnta/9wfzbMt&#10;Ni+1iTV++40g7HGY+c0ws0UwlWipcaVlBYN+AoI4s7rkXMHpuP2cgHAeWWNlmRQ8ycFi3vmYYart&#10;g3+pPfhcxBJ2KSoovK9TKV1WkEHXtzVx9C62MeijbHKpG3zEclPJYZJ8SYMlx4UCa1oXlF0Pd6Ng&#10;9D2+7fQq37TVZOd+9pdtKMNZqV43LKcgPAX/H37Tex25Eby+xB8g5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sQevwgAAANsAAAAPAAAAAAAAAAAAAAAAAJgCAABkcnMvZG93&#10;bnJldi54bWxQSwUGAAAAAAQABAD1AAAAhw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sjeAcQA&#10;AADbAAAADwAAAGRycy9kb3ducmV2LnhtbESPQWvCQBSE70L/w/IKvekmtWhN3YhUCgHxYOyhx0f2&#10;NRvMvg3ZbZL++25B8DjMzDfMdjfZVgzU+8axgnSRgCCunG64VvB5+Zi/gvABWWPrmBT8kodd/jDb&#10;YqbdyGcaylCLCGGfoQITQpdJ6StDFv3CdcTR+3a9xRBlX0vd4xjhtpXPSbKSFhuOCwY7ejdUXcsf&#10;q+Brc9qkkzkkx2G9L0LFiNdhpdTT47R/AxFoCvfwrV1oBcsX+P8Sf4D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I3gHEAAAA2wAAAA8AAAAAAAAAAAAAAAAAmAIAAGRycy9k&#10;b3ducmV2LnhtbFBLBQYAAAAABAAEAPUAAACJ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5K98UA&#10;AADbAAAADwAAAGRycy9kb3ducmV2LnhtbESPT2vCQBTE7wW/w/IEb7oxUrHRVURQvHjwX9vjI/tM&#10;otm3Mbtq6qfvFoQeh5n5DTOZNaYUd6pdYVlBvxeBIE6tLjhTcNgvuyMQziNrLC2Tgh9yMJu23iaY&#10;aPvgLd13PhMBwi5BBbn3VSKlS3My6Hq2Ig7eydYGfZB1JnWNjwA3pYyjaCgNFhwWcqxokVN62d2M&#10;gq/+5vlRDZpj/O2v63O8uqbLz6FSnXYzH4Pw1Pj/8Ku91goG7/D3JfwAOf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Xkr3xQAAANsAAAAPAAAAAAAAAAAAAAAAAJgCAABkcnMv&#10;ZG93bnJldi54bWxQSwUGAAAAAAQABAD1AAAAig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8+5MIA&#10;AADbAAAADwAAAGRycy9kb3ducmV2LnhtbESPUWvCMBSF3wf+h3AF32bqHHV0RimK4NiT1R9wae7a&#10;uuYmJJmt/94MBns8nHO+w1lvR9OLG/nQWVawmGcgiGurO24UXM6H5zcQISJr7C2TgjsF2G4mT2ss&#10;tB34RLcqNiJBOBSooI3RFVKGuiWDYW4dcfK+rDcYk/SN1B6HBDe9fMmyXBrsOC206GjXUv1d/RgF&#10;6N1q7yo5nPLrJx6vHyW92lKp2XQs30FEGuN/+K991AqWOfx+ST9Ab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nz7kwgAAANsAAAAPAAAAAAAAAAAAAAAAAJgCAABkcnMvZG93&#10;bnJldi54bWxQSwUGAAAAAAQABAD1AAAAhw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eHS8UA&#10;AADbAAAADwAAAGRycy9kb3ducmV2LnhtbESPQWvCQBSE74L/YXlCb7qxQpXoKrVtQDQXtT14e2Sf&#10;SWj2bciuGv31riB4HGbmG2a2aE0lztS40rKC4SACQZxZXXKu4Hef9CcgnEfWWFkmBVdysJh3OzOM&#10;tb3wls47n4sAYRejgsL7OpbSZQUZdANbEwfvaBuDPsgml7rBS4CbSr5H0Yc0WHJYKLCmr4Ky/93J&#10;KEiTtE43/DM5fJ+Wo8Pq9jfmdaLUW6/9nILw1PpX+NleaQWjMTy+hB8g5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94dLxQAAANsAAAAPAAAAAAAAAAAAAAAAAJgCAABkcnMv&#10;ZG93bnJldi54bWxQSwUGAAAAAAQABAD1AAAAig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Mci8IA&#10;AADbAAAADwAAAGRycy9kb3ducmV2LnhtbERPXWvCMBR9H/gfwhV8m6kORKtRRBAnTMFuoI/X5q4t&#10;a25qEmv3783DYI+H871YdaYWLTlfWVYwGiYgiHOrKy4UfH1uX6cgfEDWWFsmBb/kYbXsvSww1fbB&#10;J2qzUIgYwj5FBWUITSqlz0sy6Ie2IY7ct3UGQ4SukNrhI4abWo6TZCINVhwbSmxoU1L+k92NguNt&#10;cv9oz5fd1XXb5lbvNwc9q5Qa9Lv1HESgLvyL/9zvWsFbHBu/xB8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8xyLwgAAANsAAAAPAAAAAAAAAAAAAAAAAJgCAABkcnMvZG93&#10;bnJldi54bWxQSwUGAAAAAAQABAD1AAAAhw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XlTMQA&#10;AADbAAAADwAAAGRycy9kb3ducmV2LnhtbESP0WrCQBRE34X+w3ILfTObWqo1uglSsC0iSKMfcMle&#10;s6HZuyG7atqv7wqCj8PMnGGWxWBbcabeN44VPCcpCOLK6YZrBYf9evwGwgdkja1jUvBLHor8YbTE&#10;TLsLf9O5DLWIEPYZKjAhdJmUvjJk0SeuI47e0fUWQ5R9LXWPlwi3rZyk6VRabDguGOzo3VD1U56s&#10;Ak7leretWi0//g6zzacpN6+nUqmnx2G1ABFoCPfwrf2lFbzM4fol/gCZ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eF5UzEAAAA2wAAAA8AAAAAAAAAAAAAAAAAmAIAAGRycy9k&#10;b3ducmV2LnhtbFBLBQYAAAAABAAEAPUAAACJ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tPOMEA&#10;AADbAAAADwAAAGRycy9kb3ducmV2LnhtbERPy4rCMBTdC/5DuII7TX2MaDWKOiOM7qyCuLs017bY&#10;3JQmame+frIYcHk478WqMaV4Uu0KywoG/QgEcWp1wZmC82nXm4JwHlljaZkU/JCD1bLdWmCs7YuP&#10;9Ex8JkIIuxgV5N5XsZQuzcmg69uKOHA3Wxv0AdaZ1DW+Qrgp5TCKJtJgwaEhx4q2OaX35GEUJLfr&#10;VW/4a7yffrjt4TD6nV12n0p1O816DsJT49/if/e3VjAO68OX8APk8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/rTz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aAycMA&#10;AADbAAAADwAAAGRycy9kb3ducmV2LnhtbESP3YrCMBSE74V9h3CEvbOpP8jSbRQRBS/2wr8HODTH&#10;prU56TZRu2+/EQQvh5n5hsmXvW3EnTpfOVYwTlIQxIXTFZcKzqft6AuED8gaG8ek4I88LBcfgxwz&#10;7R58oPsxlCJC2GeowITQZlL6wpBFn7iWOHoX11kMUXal1B0+Itw2cpKmc2mx4rhgsKW1oeJ6vFkF&#10;k/OqXl/205/6d5ryxpp+czsYpT6H/eobRKA+vMOv9k4rmI3h+SX+ALn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xaAycMAAADbAAAADwAAAAAAAAAAAAAAAACYAgAAZHJzL2Rv&#10;d25yZXYueG1sUEsFBgAAAAAEAAQA9QAAAIg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I6k8YA&#10;AADbAAAADwAAAGRycy9kb3ducmV2LnhtbESPQWvCQBSE74X+h+UVvNVNgxWNbqQWBC+FanvQ2zP7&#10;TEKyb9PdVdP+ercgeBxm5htmvuhNK87kfG1ZwcswAUFcWF1zqeD7a/U8AeEDssbWMin4JQ+L/PFh&#10;jpm2F97QeRtKESHsM1RQhdBlUvqiIoN+aDvi6B2tMxiidKXUDi8RblqZJslYGqw5LlTY0XtFRbM9&#10;GQXL6WT58znij7/NYU/73aF5TV2i1OCpf5uBCNSHe/jWXmsFoxT+v8QfI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YI6k8YAAADbAAAADwAAAAAAAAAAAAAAAACYAgAAZHJz&#10;L2Rvd25yZXYueG1sUEsFBgAAAAAEAAQA9QAAAIsDAAAAAA==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Vrt8UA&#10;AADbAAAADwAAAGRycy9kb3ducmV2LnhtbESPQWvCQBSE7wX/w/IKvRTdpBUJ0TWIKLS9iGkFj4/s&#10;axLMvg3ZNUn/fVcQPA4z8w2zykbTiJ46V1tWEM8iEMSF1TWXCn6+99MEhPPIGhvLpOCPHGTrydMK&#10;U20HPlKf+1IECLsUFVTet6mUrqjIoJvZljh4v7Yz6IPsSqk7HALcNPItihbSYM1hocKWthUVl/xq&#10;FHzJon/9nFN8KPvzZXdITmZxjJV6eR43SxCeRv8I39sfWsH8HW5fwg+Q6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BWu3xQAAANsAAAAPAAAAAAAAAAAAAAAAAJgCAABkcnMv&#10;ZG93bnJldi54bWxQSwUGAAAAAAQABAD1AAAAigMAAAAA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QrgsQA&#10;AADbAAAADwAAAGRycy9kb3ducmV2LnhtbESP3WrCQBSE7wt9h+UUvKubihabuoqUFhSE4s8DHHZP&#10;k9Ds2ZA9mujTu4Lg5TAz3zCzRe9rdaI2VoENvA0zUMQ2uIoLA4f9z+sUVBRkh3VgMnCmCIv589MM&#10;cxc63tJpJ4VKEI45GihFmlzraEvyGIehIU7eX2g9SpJtoV2LXYL7Wo+y7F17rDgtlNjQV0n2f3f0&#10;BkZHK9Z/rC+b74NMfvdNl02mS2MGL/3yE5RQL4/wvb1yBsZjuH1JP0DP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EK4LEAAAA2wAAAA8AAAAAAAAAAAAAAAAAmAIAAGRycy9k&#10;b3ducmV2LnhtbFBLBQYAAAAABAAEAPUAAACJAwAAAAA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DLs8UA&#10;AADbAAAADwAAAGRycy9kb3ducmV2LnhtbESPQWsCMRSE74L/IbxCbzVba0VWo4i0pYVV0fbi7ZE8&#10;N4ubl2UTdf33TaHgcZiZb5jZonO1uFAbKs8KngcZCGLtTcWlgp/v96cJiBCRDdaeScGNAizm/d4M&#10;c+OvvKPLPpYiQTjkqMDG2ORSBm3JYRj4hjh5R986jEm2pTQtXhPc1XKYZWPpsOK0YLGhlSV92p+d&#10;Av3xUrx9FQerz8Ptuqw228Ltjko9PnTLKYhIXbyH/9ufRsHoFf6+pB8g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0Muz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nq88MA&#10;AADbAAAADwAAAGRycy9kb3ducmV2LnhtbESPQWvCQBSE70L/w/IKvZmNIkHSrCKCYC9C04g9PrLP&#10;JJh9G7LbJO2vd4WCx2FmvmGy7WRaMVDvGssKFlEMgri0uuFKQfF1mK9BOI+ssbVMCn7JwXbzMssw&#10;1XbkTxpyX4kAYZeigtr7LpXSlTUZdJHtiIN3tb1BH2RfSd3jGOCmlcs4TqTBhsNCjR3taypv+Y9R&#10;0Jm/c/H9cRrixQWXetzzeEtYqbfXafcOwtPkn+H/9lErWCXw+BJ+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onq88MAAADbAAAADwAAAAAAAAAAAAAAAACYAgAAZHJzL2Rv&#10;d25yZXYueG1sUEsFBgAAAAAEAAQA9QAAAIgDAAAAAA==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GamcQA&#10;AADbAAAADwAAAGRycy9kb3ducmV2LnhtbESPT2vCQBTE7wW/w/IEb3WjSGtTVxFByUmoKcTeHtnX&#10;JJh9G7KbP/rpu4VCj8PMb4bZ7EZTi55aV1lWsJhHIIhzqysuFHymx+c1COeRNdaWScGdHOy2k6cN&#10;xtoO/EH9xRcilLCLUUHpfRNL6fKSDLq5bYiD921bgz7ItpC6xSGUm1ouo+hFGqw4LJTY0KGk/Hbp&#10;jILV9W2fZvT1uGUnm8kkPdvzsVNqNh337yA8jf4//EcnOnCv8Psl/AC5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qRmpnEAAAA2wAAAA8AAAAAAAAAAAAAAAAAmAIAAGRycy9k&#10;b3ducmV2LnhtbFBLBQYAAAAABAAEAPUAAACJAwAAAAA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LtZ8IA&#10;AADbAAAADwAAAGRycy9kb3ducmV2LnhtbERPXWvCMBR9H/gfwhX2NlN1FKlNRRwDZTCYE3y9Nte2&#10;trmpSab13y8Pgz0ezne+GkwnbuR8Y1nBdJKAIC6tbrhScPh+f1mA8AFZY2eZFDzIw6oYPeWYaXvn&#10;L7rtQyViCPsMFdQh9JmUvqzJoJ/YnjhyZ+sMhghdJbXDeww3nZwlSSoNNhwbauxpU1PZ7n+Mguv8&#10;rf10p+Pl9LFbPNK2vM7kLlXqeTyslyACDeFf/OfeagWvcWz8En+ALH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ou1nwgAAANsAAAAPAAAAAAAAAAAAAAAAAJgCAABkcnMvZG93&#10;bnJldi54bWxQSwUGAAAAAAQABAD1AAAAhwMAAAAA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ao4sYA&#10;AADbAAAADwAAAGRycy9kb3ducmV2LnhtbESPQWvCQBSE74X+h+UVvDWbihWNWaUWBC+Faj3o7SX7&#10;TILZt+nuqml/vVsQehxm5hsmX/SmFRdyvrGs4CVJQRCXVjdcKdh9rZ4nIHxA1thaJgU/5GExf3zI&#10;MdP2yhu6bEMlIoR9hgrqELpMSl/WZNAntiOO3tE6gyFKV0nt8BrhppXDNB1Lgw3HhRo7eq+pPG3P&#10;RsFyOll+f47443dTHOiwL06vQ5cqNXjq32YgAvXhP3xvr7WC0RT+vsQfIO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yao4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U5lcEA&#10;AADbAAAADwAAAGRycy9kb3ducmV2LnhtbERP3WrCMBS+H+wdwhl4M2aqoL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KlOZ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34ZcQA&#10;AADbAAAADwAAAGRycy9kb3ducmV2LnhtbESPQWsCMRSE74L/ITyhN81qqdTVKFpYEARr1YPH5+Z1&#10;s3Tzst1E3f57UxA8DjPzDTNbtLYSV2p86VjBcJCAIM6dLrlQcDxk/XcQPiBrrByTgj/ysJh3OzNM&#10;tbvxF133oRARwj5FBSaEOpXS54Ys+oGriaP37RqLIcqmkLrBW4TbSo6SZCwtlhwXDNb0YSj/2V+s&#10;AivxdC7GWb5dvm4+N5NytfvNjFIvvXY5BRGoDc/wo73WCt6G8P8l/gA5v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d+G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-974725</wp:posOffset>
                </wp:positionH>
                <wp:positionV relativeFrom="paragraph">
                  <wp:posOffset>-3364865</wp:posOffset>
                </wp:positionV>
                <wp:extent cx="514350" cy="923925"/>
                <wp:effectExtent l="0" t="0" r="0" b="2540"/>
                <wp:wrapNone/>
                <wp:docPr id="20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4350" cy="923925"/>
                        </a:xfrm>
                        <a:custGeom>
                          <a:avLst/>
                          <a:gdLst>
                            <a:gd name="T0" fmla="*/ 359 w 8096"/>
                            <a:gd name="T1" fmla="*/ 1425 h 14546"/>
                            <a:gd name="T2" fmla="*/ 309 w 8096"/>
                            <a:gd name="T3" fmla="*/ 1378 h 14546"/>
                            <a:gd name="T4" fmla="*/ 266 w 8096"/>
                            <a:gd name="T5" fmla="*/ 1316 h 14546"/>
                            <a:gd name="T6" fmla="*/ 236 w 8096"/>
                            <a:gd name="T7" fmla="*/ 1239 h 14546"/>
                            <a:gd name="T8" fmla="*/ 27 w 8096"/>
                            <a:gd name="T9" fmla="*/ 1169 h 14546"/>
                            <a:gd name="T10" fmla="*/ 13 w 8096"/>
                            <a:gd name="T11" fmla="*/ 1162 h 14546"/>
                            <a:gd name="T12" fmla="*/ 0 w 8096"/>
                            <a:gd name="T13" fmla="*/ 1012 h 14546"/>
                            <a:gd name="T14" fmla="*/ 0 w 8096"/>
                            <a:gd name="T15" fmla="*/ 107 h 14546"/>
                            <a:gd name="T16" fmla="*/ 6 w 8096"/>
                            <a:gd name="T17" fmla="*/ 100 h 14546"/>
                            <a:gd name="T18" fmla="*/ 28 w 8096"/>
                            <a:gd name="T19" fmla="*/ 102 h 14546"/>
                            <a:gd name="T20" fmla="*/ 104 w 8096"/>
                            <a:gd name="T21" fmla="*/ 174 h 14546"/>
                            <a:gd name="T22" fmla="*/ 170 w 8096"/>
                            <a:gd name="T23" fmla="*/ 303 h 14546"/>
                            <a:gd name="T24" fmla="*/ 209 w 8096"/>
                            <a:gd name="T25" fmla="*/ 454 h 14546"/>
                            <a:gd name="T26" fmla="*/ 226 w 8096"/>
                            <a:gd name="T27" fmla="*/ 608 h 14546"/>
                            <a:gd name="T28" fmla="*/ 221 w 8096"/>
                            <a:gd name="T29" fmla="*/ 735 h 14546"/>
                            <a:gd name="T30" fmla="*/ 174 w 8096"/>
                            <a:gd name="T31" fmla="*/ 777 h 14546"/>
                            <a:gd name="T32" fmla="*/ 156 w 8096"/>
                            <a:gd name="T33" fmla="*/ 827 h 14546"/>
                            <a:gd name="T34" fmla="*/ 166 w 8096"/>
                            <a:gd name="T35" fmla="*/ 877 h 14546"/>
                            <a:gd name="T36" fmla="*/ 202 w 8096"/>
                            <a:gd name="T37" fmla="*/ 919 h 14546"/>
                            <a:gd name="T38" fmla="*/ 237 w 8096"/>
                            <a:gd name="T39" fmla="*/ 932 h 14546"/>
                            <a:gd name="T40" fmla="*/ 257 w 8096"/>
                            <a:gd name="T41" fmla="*/ 928 h 14546"/>
                            <a:gd name="T42" fmla="*/ 286 w 8096"/>
                            <a:gd name="T43" fmla="*/ 875 h 14546"/>
                            <a:gd name="T44" fmla="*/ 339 w 8096"/>
                            <a:gd name="T45" fmla="*/ 731 h 14546"/>
                            <a:gd name="T46" fmla="*/ 364 w 8096"/>
                            <a:gd name="T47" fmla="*/ 583 h 14546"/>
                            <a:gd name="T48" fmla="*/ 368 w 8096"/>
                            <a:gd name="T49" fmla="*/ 415 h 14546"/>
                            <a:gd name="T50" fmla="*/ 360 w 8096"/>
                            <a:gd name="T51" fmla="*/ 209 h 14546"/>
                            <a:gd name="T52" fmla="*/ 369 w 8096"/>
                            <a:gd name="T53" fmla="*/ 60 h 14546"/>
                            <a:gd name="T54" fmla="*/ 387 w 8096"/>
                            <a:gd name="T55" fmla="*/ 4 h 14546"/>
                            <a:gd name="T56" fmla="*/ 399 w 8096"/>
                            <a:gd name="T57" fmla="*/ 1 h 14546"/>
                            <a:gd name="T58" fmla="*/ 421 w 8096"/>
                            <a:gd name="T59" fmla="*/ 3 h 14546"/>
                            <a:gd name="T60" fmla="*/ 434 w 8096"/>
                            <a:gd name="T61" fmla="*/ 26 h 14546"/>
                            <a:gd name="T62" fmla="*/ 455 w 8096"/>
                            <a:gd name="T63" fmla="*/ 141 h 14546"/>
                            <a:gd name="T64" fmla="*/ 443 w 8096"/>
                            <a:gd name="T65" fmla="*/ 360 h 14546"/>
                            <a:gd name="T66" fmla="*/ 443 w 8096"/>
                            <a:gd name="T67" fmla="*/ 537 h 14546"/>
                            <a:gd name="T68" fmla="*/ 462 w 8096"/>
                            <a:gd name="T69" fmla="*/ 689 h 14546"/>
                            <a:gd name="T70" fmla="*/ 506 w 8096"/>
                            <a:gd name="T71" fmla="*/ 833 h 14546"/>
                            <a:gd name="T72" fmla="*/ 550 w 8096"/>
                            <a:gd name="T73" fmla="*/ 924 h 14546"/>
                            <a:gd name="T74" fmla="*/ 566 w 8096"/>
                            <a:gd name="T75" fmla="*/ 931 h 14546"/>
                            <a:gd name="T76" fmla="*/ 593 w 8096"/>
                            <a:gd name="T77" fmla="*/ 927 h 14546"/>
                            <a:gd name="T78" fmla="*/ 637 w 8096"/>
                            <a:gd name="T79" fmla="*/ 890 h 14546"/>
                            <a:gd name="T80" fmla="*/ 654 w 8096"/>
                            <a:gd name="T81" fmla="*/ 842 h 14546"/>
                            <a:gd name="T82" fmla="*/ 644 w 8096"/>
                            <a:gd name="T83" fmla="*/ 791 h 14546"/>
                            <a:gd name="T84" fmla="*/ 606 w 8096"/>
                            <a:gd name="T85" fmla="*/ 745 h 14546"/>
                            <a:gd name="T86" fmla="*/ 582 w 8096"/>
                            <a:gd name="T87" fmla="*/ 650 h 14546"/>
                            <a:gd name="T88" fmla="*/ 594 w 8096"/>
                            <a:gd name="T89" fmla="*/ 498 h 14546"/>
                            <a:gd name="T90" fmla="*/ 626 w 8096"/>
                            <a:gd name="T91" fmla="*/ 345 h 14546"/>
                            <a:gd name="T92" fmla="*/ 684 w 8096"/>
                            <a:gd name="T93" fmla="*/ 207 h 14546"/>
                            <a:gd name="T94" fmla="*/ 774 w 8096"/>
                            <a:gd name="T95" fmla="*/ 104 h 14546"/>
                            <a:gd name="T96" fmla="*/ 799 w 8096"/>
                            <a:gd name="T97" fmla="*/ 99 h 14546"/>
                            <a:gd name="T98" fmla="*/ 808 w 8096"/>
                            <a:gd name="T99" fmla="*/ 105 h 14546"/>
                            <a:gd name="T100" fmla="*/ 810 w 8096"/>
                            <a:gd name="T101" fmla="*/ 754 h 14546"/>
                            <a:gd name="T102" fmla="*/ 799 w 8096"/>
                            <a:gd name="T103" fmla="*/ 1159 h 14546"/>
                            <a:gd name="T104" fmla="*/ 791 w 8096"/>
                            <a:gd name="T105" fmla="*/ 1166 h 14546"/>
                            <a:gd name="T106" fmla="*/ 581 w 8096"/>
                            <a:gd name="T107" fmla="*/ 1213 h 14546"/>
                            <a:gd name="T108" fmla="*/ 554 w 8096"/>
                            <a:gd name="T109" fmla="*/ 1296 h 14546"/>
                            <a:gd name="T110" fmla="*/ 514 w 8096"/>
                            <a:gd name="T111" fmla="*/ 1362 h 14546"/>
                            <a:gd name="T112" fmla="*/ 465 w 8096"/>
                            <a:gd name="T113" fmla="*/ 1413 h 14546"/>
                            <a:gd name="T114" fmla="*/ 412 w 8096"/>
                            <a:gd name="T115" fmla="*/ 1450 h 1454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w 8096"/>
                            <a:gd name="T175" fmla="*/ 0 h 14546"/>
                            <a:gd name="T176" fmla="*/ 8096 w 8096"/>
                            <a:gd name="T177" fmla="*/ 14546 h 14546"/>
                          </a:gdLst>
                          <a:ahLst/>
                          <a:cxnLst>
                            <a:cxn ang="T116">
                              <a:pos x="T0" y="T1"/>
                            </a:cxn>
                            <a:cxn ang="T117">
                              <a:pos x="T2" y="T3"/>
                            </a:cxn>
                            <a:cxn ang="T118">
                              <a:pos x="T4" y="T5"/>
                            </a:cxn>
                            <a:cxn ang="T119">
                              <a:pos x="T6" y="T7"/>
                            </a:cxn>
                            <a:cxn ang="T120">
                              <a:pos x="T8" y="T9"/>
                            </a:cxn>
                            <a:cxn ang="T121">
                              <a:pos x="T10" y="T11"/>
                            </a:cxn>
                            <a:cxn ang="T122">
                              <a:pos x="T12" y="T13"/>
                            </a:cxn>
                            <a:cxn ang="T123">
                              <a:pos x="T14" y="T15"/>
                            </a:cxn>
                            <a:cxn ang="T124">
                              <a:pos x="T16" y="T17"/>
                            </a:cxn>
                            <a:cxn ang="T125">
                              <a:pos x="T18" y="T19"/>
                            </a:cxn>
                            <a:cxn ang="T126">
                              <a:pos x="T20" y="T21"/>
                            </a:cxn>
                            <a:cxn ang="T127">
                              <a:pos x="T22" y="T23"/>
                            </a:cxn>
                            <a:cxn ang="T128">
                              <a:pos x="T24" y="T25"/>
                            </a:cxn>
                            <a:cxn ang="T129">
                              <a:pos x="T26" y="T27"/>
                            </a:cxn>
                            <a:cxn ang="T130">
                              <a:pos x="T28" y="T29"/>
                            </a:cxn>
                            <a:cxn ang="T131">
                              <a:pos x="T30" y="T31"/>
                            </a:cxn>
                            <a:cxn ang="T132">
                              <a:pos x="T32" y="T33"/>
                            </a:cxn>
                            <a:cxn ang="T133">
                              <a:pos x="T34" y="T35"/>
                            </a:cxn>
                            <a:cxn ang="T134">
                              <a:pos x="T36" y="T37"/>
                            </a:cxn>
                            <a:cxn ang="T135">
                              <a:pos x="T38" y="T39"/>
                            </a:cxn>
                            <a:cxn ang="T136">
                              <a:pos x="T40" y="T41"/>
                            </a:cxn>
                            <a:cxn ang="T137">
                              <a:pos x="T42" y="T43"/>
                            </a:cxn>
                            <a:cxn ang="T138">
                              <a:pos x="T44" y="T45"/>
                            </a:cxn>
                            <a:cxn ang="T139">
                              <a:pos x="T46" y="T47"/>
                            </a:cxn>
                            <a:cxn ang="T140">
                              <a:pos x="T48" y="T49"/>
                            </a:cxn>
                            <a:cxn ang="T141">
                              <a:pos x="T50" y="T51"/>
                            </a:cxn>
                            <a:cxn ang="T142">
                              <a:pos x="T52" y="T53"/>
                            </a:cxn>
                            <a:cxn ang="T143">
                              <a:pos x="T54" y="T55"/>
                            </a:cxn>
                            <a:cxn ang="T144">
                              <a:pos x="T56" y="T57"/>
                            </a:cxn>
                            <a:cxn ang="T145">
                              <a:pos x="T58" y="T59"/>
                            </a:cxn>
                            <a:cxn ang="T146">
                              <a:pos x="T60" y="T61"/>
                            </a:cxn>
                            <a:cxn ang="T147">
                              <a:pos x="T62" y="T63"/>
                            </a:cxn>
                            <a:cxn ang="T148">
                              <a:pos x="T64" y="T65"/>
                            </a:cxn>
                            <a:cxn ang="T149">
                              <a:pos x="T66" y="T67"/>
                            </a:cxn>
                            <a:cxn ang="T150">
                              <a:pos x="T68" y="T69"/>
                            </a:cxn>
                            <a:cxn ang="T151">
                              <a:pos x="T70" y="T71"/>
                            </a:cxn>
                            <a:cxn ang="T152">
                              <a:pos x="T72" y="T73"/>
                            </a:cxn>
                            <a:cxn ang="T153">
                              <a:pos x="T74" y="T75"/>
                            </a:cxn>
                            <a:cxn ang="T154">
                              <a:pos x="T76" y="T77"/>
                            </a:cxn>
                            <a:cxn ang="T155">
                              <a:pos x="T78" y="T79"/>
                            </a:cxn>
                            <a:cxn ang="T156">
                              <a:pos x="T80" y="T81"/>
                            </a:cxn>
                            <a:cxn ang="T157">
                              <a:pos x="T82" y="T83"/>
                            </a:cxn>
                            <a:cxn ang="T158">
                              <a:pos x="T84" y="T85"/>
                            </a:cxn>
                            <a:cxn ang="T159">
                              <a:pos x="T86" y="T87"/>
                            </a:cxn>
                            <a:cxn ang="T160">
                              <a:pos x="T88" y="T89"/>
                            </a:cxn>
                            <a:cxn ang="T161">
                              <a:pos x="T90" y="T91"/>
                            </a:cxn>
                            <a:cxn ang="T162">
                              <a:pos x="T92" y="T93"/>
                            </a:cxn>
                            <a:cxn ang="T163">
                              <a:pos x="T94" y="T95"/>
                            </a:cxn>
                            <a:cxn ang="T164">
                              <a:pos x="T96" y="T97"/>
                            </a:cxn>
                            <a:cxn ang="T165">
                              <a:pos x="T98" y="T99"/>
                            </a:cxn>
                            <a:cxn ang="T166">
                              <a:pos x="T100" y="T101"/>
                            </a:cxn>
                            <a:cxn ang="T167">
                              <a:pos x="T102" y="T103"/>
                            </a:cxn>
                            <a:cxn ang="T168">
                              <a:pos x="T104" y="T105"/>
                            </a:cxn>
                            <a:cxn ang="T169">
                              <a:pos x="T106" y="T107"/>
                            </a:cxn>
                            <a:cxn ang="T170">
                              <a:pos x="T108" y="T109"/>
                            </a:cxn>
                            <a:cxn ang="T171">
                              <a:pos x="T110" y="T111"/>
                            </a:cxn>
                            <a:cxn ang="T172">
                              <a:pos x="T112" y="T113"/>
                            </a:cxn>
                            <a:cxn ang="T173">
                              <a:pos x="T114" y="T115"/>
                            </a:cxn>
                          </a:cxnLst>
                          <a:rect l="T174" t="T175" r="T176" b="T177"/>
                          <a:pathLst>
                            <a:path w="8096" h="14546">
                              <a:moveTo>
                                <a:pt x="4044" y="14546"/>
                              </a:moveTo>
                              <a:lnTo>
                                <a:pt x="3967" y="14501"/>
                              </a:lnTo>
                              <a:lnTo>
                                <a:pt x="3891" y="14455"/>
                              </a:lnTo>
                              <a:lnTo>
                                <a:pt x="3815" y="14406"/>
                              </a:lnTo>
                              <a:lnTo>
                                <a:pt x="3738" y="14354"/>
                              </a:lnTo>
                              <a:lnTo>
                                <a:pt x="3662" y="14301"/>
                              </a:lnTo>
                              <a:lnTo>
                                <a:pt x="3587" y="14244"/>
                              </a:lnTo>
                              <a:lnTo>
                                <a:pt x="3512" y="14185"/>
                              </a:lnTo>
                              <a:lnTo>
                                <a:pt x="3439" y="14123"/>
                              </a:lnTo>
                              <a:lnTo>
                                <a:pt x="3366" y="14059"/>
                              </a:lnTo>
                              <a:lnTo>
                                <a:pt x="3294" y="1399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" o:spid="_x0000_s1026" style="position:absolute;margin-left:-76.75pt;margin-top:-264.95pt;width:40.5pt;height:7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096,14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" path="m4044,14546r-77,-45l3891,14455r-76,-49l3738,14354r-76,-53l3587,14244r-75,-59l3439,14123r-73,-64l3294,13992r750,554xe" fillcolor="black" stroked="f">
                <v:path arrowok="t" o:connecttype="custom" o:connectlocs="22808,90512;19631,87527;16899,83589;14993,78698;1715,74252;826,73807;0,64280;0,6796;381,6352;1779,6479;6607,11052;10800,19246;13278,28837;14358,38619;14040,46685;11054,49353;9911,52529;10546,55705;12833,58373;15057,59198;16328,58944;18170,55578;21537,46431;23125,37031;23380,26360;22871,13275;23443,3811;24587,254;25349,64;26747,191;27573,1651;28907,8956;28144,22866;28144,34109;29351,43764;32147,52910;34942,58690;35959,59135;37674,58881;40469,56531;41550,53482;40914,50242;38500,47321;36975,41286;37738,31632;39771,21914;43455,13148;49173,6606;50762,6288;51333,6669;51460,47892;50762,73617;50253,74061;36912,77047;35196,82319;32655,86511;29542,89750;26175,92100" o:connectangles="0,0,0,0,0,0,0,0,0,0,0,0,0,0,0,0,0,0,0,0,0,0,0,0,0,0,0,0,0,0,0,0,0,0,0,0,0,0,0,0,0,0,0,0,0,0,0,0,0,0,0,0,0,0,0,0,0,0" textboxrect="0,0,8096,14546"/>
              </v:shape>
            </w:pict>
          </mc:Fallback>
        </mc:AlternateContent>
      </w:r>
    </w:p>
    <w:p w:rsidR="000D0E23" w:rsidRPr="00E138FD" w:rsidRDefault="000D0E23" w:rsidP="000D0E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0D0E23" w:rsidRDefault="000D0E23" w:rsidP="000D0E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D0E23" w:rsidRDefault="000D0E23" w:rsidP="000D0E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0D0E23" w:rsidRDefault="000D0E23" w:rsidP="000D0E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0D0E23" w:rsidRDefault="000D0E23" w:rsidP="000D0E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0D0E23" w:rsidRDefault="000D0E23" w:rsidP="000D0E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0D0E23" w:rsidRDefault="000D0E23" w:rsidP="000D0E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0E23" w:rsidRDefault="000D0E23" w:rsidP="000D0E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0D0E23" w:rsidRDefault="000D0E23" w:rsidP="000D0E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D0E23" w:rsidRDefault="000D0E23" w:rsidP="000D0E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0D0E23" w:rsidRDefault="000D0E23" w:rsidP="000D0E2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24.07.2020  року                                        Крупець                                                   №</w:t>
      </w:r>
    </w:p>
    <w:p w:rsidR="000D0E23" w:rsidRDefault="000D0E23" w:rsidP="000D0E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-974725</wp:posOffset>
                </wp:positionH>
                <wp:positionV relativeFrom="paragraph">
                  <wp:posOffset>-4293235</wp:posOffset>
                </wp:positionV>
                <wp:extent cx="514350" cy="923925"/>
                <wp:effectExtent l="0" t="0" r="0" b="60960"/>
                <wp:wrapNone/>
                <wp:docPr id="19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4350" cy="923925"/>
                        </a:xfrm>
                        <a:custGeom>
                          <a:avLst/>
                          <a:gdLst>
                            <a:gd name="T0" fmla="*/ 359 w 8096"/>
                            <a:gd name="T1" fmla="*/ 1425 h 14546"/>
                            <a:gd name="T2" fmla="*/ 309 w 8096"/>
                            <a:gd name="T3" fmla="*/ 1378 h 14546"/>
                            <a:gd name="T4" fmla="*/ 266 w 8096"/>
                            <a:gd name="T5" fmla="*/ 1316 h 14546"/>
                            <a:gd name="T6" fmla="*/ 236 w 8096"/>
                            <a:gd name="T7" fmla="*/ 1239 h 14546"/>
                            <a:gd name="T8" fmla="*/ 27 w 8096"/>
                            <a:gd name="T9" fmla="*/ 1169 h 14546"/>
                            <a:gd name="T10" fmla="*/ 13 w 8096"/>
                            <a:gd name="T11" fmla="*/ 1162 h 14546"/>
                            <a:gd name="T12" fmla="*/ 0 w 8096"/>
                            <a:gd name="T13" fmla="*/ 1012 h 14546"/>
                            <a:gd name="T14" fmla="*/ 0 w 8096"/>
                            <a:gd name="T15" fmla="*/ 107 h 14546"/>
                            <a:gd name="T16" fmla="*/ 6 w 8096"/>
                            <a:gd name="T17" fmla="*/ 100 h 14546"/>
                            <a:gd name="T18" fmla="*/ 28 w 8096"/>
                            <a:gd name="T19" fmla="*/ 102 h 14546"/>
                            <a:gd name="T20" fmla="*/ 104 w 8096"/>
                            <a:gd name="T21" fmla="*/ 174 h 14546"/>
                            <a:gd name="T22" fmla="*/ 170 w 8096"/>
                            <a:gd name="T23" fmla="*/ 303 h 14546"/>
                            <a:gd name="T24" fmla="*/ 209 w 8096"/>
                            <a:gd name="T25" fmla="*/ 454 h 14546"/>
                            <a:gd name="T26" fmla="*/ 226 w 8096"/>
                            <a:gd name="T27" fmla="*/ 608 h 14546"/>
                            <a:gd name="T28" fmla="*/ 221 w 8096"/>
                            <a:gd name="T29" fmla="*/ 735 h 14546"/>
                            <a:gd name="T30" fmla="*/ 174 w 8096"/>
                            <a:gd name="T31" fmla="*/ 777 h 14546"/>
                            <a:gd name="T32" fmla="*/ 156 w 8096"/>
                            <a:gd name="T33" fmla="*/ 827 h 14546"/>
                            <a:gd name="T34" fmla="*/ 166 w 8096"/>
                            <a:gd name="T35" fmla="*/ 877 h 14546"/>
                            <a:gd name="T36" fmla="*/ 202 w 8096"/>
                            <a:gd name="T37" fmla="*/ 919 h 14546"/>
                            <a:gd name="T38" fmla="*/ 237 w 8096"/>
                            <a:gd name="T39" fmla="*/ 932 h 14546"/>
                            <a:gd name="T40" fmla="*/ 257 w 8096"/>
                            <a:gd name="T41" fmla="*/ 928 h 14546"/>
                            <a:gd name="T42" fmla="*/ 286 w 8096"/>
                            <a:gd name="T43" fmla="*/ 875 h 14546"/>
                            <a:gd name="T44" fmla="*/ 339 w 8096"/>
                            <a:gd name="T45" fmla="*/ 731 h 14546"/>
                            <a:gd name="T46" fmla="*/ 364 w 8096"/>
                            <a:gd name="T47" fmla="*/ 583 h 14546"/>
                            <a:gd name="T48" fmla="*/ 368 w 8096"/>
                            <a:gd name="T49" fmla="*/ 415 h 14546"/>
                            <a:gd name="T50" fmla="*/ 360 w 8096"/>
                            <a:gd name="T51" fmla="*/ 209 h 14546"/>
                            <a:gd name="T52" fmla="*/ 369 w 8096"/>
                            <a:gd name="T53" fmla="*/ 60 h 14546"/>
                            <a:gd name="T54" fmla="*/ 387 w 8096"/>
                            <a:gd name="T55" fmla="*/ 4 h 14546"/>
                            <a:gd name="T56" fmla="*/ 399 w 8096"/>
                            <a:gd name="T57" fmla="*/ 1 h 14546"/>
                            <a:gd name="T58" fmla="*/ 421 w 8096"/>
                            <a:gd name="T59" fmla="*/ 3 h 14546"/>
                            <a:gd name="T60" fmla="*/ 434 w 8096"/>
                            <a:gd name="T61" fmla="*/ 26 h 14546"/>
                            <a:gd name="T62" fmla="*/ 455 w 8096"/>
                            <a:gd name="T63" fmla="*/ 141 h 14546"/>
                            <a:gd name="T64" fmla="*/ 443 w 8096"/>
                            <a:gd name="T65" fmla="*/ 360 h 14546"/>
                            <a:gd name="T66" fmla="*/ 443 w 8096"/>
                            <a:gd name="T67" fmla="*/ 537 h 14546"/>
                            <a:gd name="T68" fmla="*/ 462 w 8096"/>
                            <a:gd name="T69" fmla="*/ 689 h 14546"/>
                            <a:gd name="T70" fmla="*/ 506 w 8096"/>
                            <a:gd name="T71" fmla="*/ 833 h 14546"/>
                            <a:gd name="T72" fmla="*/ 550 w 8096"/>
                            <a:gd name="T73" fmla="*/ 924 h 14546"/>
                            <a:gd name="T74" fmla="*/ 566 w 8096"/>
                            <a:gd name="T75" fmla="*/ 931 h 14546"/>
                            <a:gd name="T76" fmla="*/ 593 w 8096"/>
                            <a:gd name="T77" fmla="*/ 927 h 14546"/>
                            <a:gd name="T78" fmla="*/ 637 w 8096"/>
                            <a:gd name="T79" fmla="*/ 890 h 14546"/>
                            <a:gd name="T80" fmla="*/ 654 w 8096"/>
                            <a:gd name="T81" fmla="*/ 842 h 14546"/>
                            <a:gd name="T82" fmla="*/ 644 w 8096"/>
                            <a:gd name="T83" fmla="*/ 791 h 14546"/>
                            <a:gd name="T84" fmla="*/ 606 w 8096"/>
                            <a:gd name="T85" fmla="*/ 745 h 14546"/>
                            <a:gd name="T86" fmla="*/ 582 w 8096"/>
                            <a:gd name="T87" fmla="*/ 650 h 14546"/>
                            <a:gd name="T88" fmla="*/ 594 w 8096"/>
                            <a:gd name="T89" fmla="*/ 498 h 14546"/>
                            <a:gd name="T90" fmla="*/ 626 w 8096"/>
                            <a:gd name="T91" fmla="*/ 345 h 14546"/>
                            <a:gd name="T92" fmla="*/ 684 w 8096"/>
                            <a:gd name="T93" fmla="*/ 207 h 14546"/>
                            <a:gd name="T94" fmla="*/ 774 w 8096"/>
                            <a:gd name="T95" fmla="*/ 104 h 14546"/>
                            <a:gd name="T96" fmla="*/ 799 w 8096"/>
                            <a:gd name="T97" fmla="*/ 99 h 14546"/>
                            <a:gd name="T98" fmla="*/ 808 w 8096"/>
                            <a:gd name="T99" fmla="*/ 105 h 14546"/>
                            <a:gd name="T100" fmla="*/ 810 w 8096"/>
                            <a:gd name="T101" fmla="*/ 754 h 14546"/>
                            <a:gd name="T102" fmla="*/ 799 w 8096"/>
                            <a:gd name="T103" fmla="*/ 1159 h 14546"/>
                            <a:gd name="T104" fmla="*/ 791 w 8096"/>
                            <a:gd name="T105" fmla="*/ 1166 h 14546"/>
                            <a:gd name="T106" fmla="*/ 581 w 8096"/>
                            <a:gd name="T107" fmla="*/ 1213 h 14546"/>
                            <a:gd name="T108" fmla="*/ 554 w 8096"/>
                            <a:gd name="T109" fmla="*/ 1296 h 14546"/>
                            <a:gd name="T110" fmla="*/ 514 w 8096"/>
                            <a:gd name="T111" fmla="*/ 1362 h 14546"/>
                            <a:gd name="T112" fmla="*/ 465 w 8096"/>
                            <a:gd name="T113" fmla="*/ 1413 h 14546"/>
                            <a:gd name="T114" fmla="*/ 412 w 8096"/>
                            <a:gd name="T115" fmla="*/ 1450 h 1454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w 8096"/>
                            <a:gd name="T175" fmla="*/ 0 h 14546"/>
                            <a:gd name="T176" fmla="*/ 8096 w 8096"/>
                            <a:gd name="T177" fmla="*/ 14546 h 14546"/>
                          </a:gdLst>
                          <a:ahLst/>
                          <a:cxnLst>
                            <a:cxn ang="T116">
                              <a:pos x="T0" y="T1"/>
                            </a:cxn>
                            <a:cxn ang="T117">
                              <a:pos x="T2" y="T3"/>
                            </a:cxn>
                            <a:cxn ang="T118">
                              <a:pos x="T4" y="T5"/>
                            </a:cxn>
                            <a:cxn ang="T119">
                              <a:pos x="T6" y="T7"/>
                            </a:cxn>
                            <a:cxn ang="T120">
                              <a:pos x="T8" y="T9"/>
                            </a:cxn>
                            <a:cxn ang="T121">
                              <a:pos x="T10" y="T11"/>
                            </a:cxn>
                            <a:cxn ang="T122">
                              <a:pos x="T12" y="T13"/>
                            </a:cxn>
                            <a:cxn ang="T123">
                              <a:pos x="T14" y="T15"/>
                            </a:cxn>
                            <a:cxn ang="T124">
                              <a:pos x="T16" y="T17"/>
                            </a:cxn>
                            <a:cxn ang="T125">
                              <a:pos x="T18" y="T19"/>
                            </a:cxn>
                            <a:cxn ang="T126">
                              <a:pos x="T20" y="T21"/>
                            </a:cxn>
                            <a:cxn ang="T127">
                              <a:pos x="T22" y="T23"/>
                            </a:cxn>
                            <a:cxn ang="T128">
                              <a:pos x="T24" y="T25"/>
                            </a:cxn>
                            <a:cxn ang="T129">
                              <a:pos x="T26" y="T27"/>
                            </a:cxn>
                            <a:cxn ang="T130">
                              <a:pos x="T28" y="T29"/>
                            </a:cxn>
                            <a:cxn ang="T131">
                              <a:pos x="T30" y="T31"/>
                            </a:cxn>
                            <a:cxn ang="T132">
                              <a:pos x="T32" y="T33"/>
                            </a:cxn>
                            <a:cxn ang="T133">
                              <a:pos x="T34" y="T35"/>
                            </a:cxn>
                            <a:cxn ang="T134">
                              <a:pos x="T36" y="T37"/>
                            </a:cxn>
                            <a:cxn ang="T135">
                              <a:pos x="T38" y="T39"/>
                            </a:cxn>
                            <a:cxn ang="T136">
                              <a:pos x="T40" y="T41"/>
                            </a:cxn>
                            <a:cxn ang="T137">
                              <a:pos x="T42" y="T43"/>
                            </a:cxn>
                            <a:cxn ang="T138">
                              <a:pos x="T44" y="T45"/>
                            </a:cxn>
                            <a:cxn ang="T139">
                              <a:pos x="T46" y="T47"/>
                            </a:cxn>
                            <a:cxn ang="T140">
                              <a:pos x="T48" y="T49"/>
                            </a:cxn>
                            <a:cxn ang="T141">
                              <a:pos x="T50" y="T51"/>
                            </a:cxn>
                            <a:cxn ang="T142">
                              <a:pos x="T52" y="T53"/>
                            </a:cxn>
                            <a:cxn ang="T143">
                              <a:pos x="T54" y="T55"/>
                            </a:cxn>
                            <a:cxn ang="T144">
                              <a:pos x="T56" y="T57"/>
                            </a:cxn>
                            <a:cxn ang="T145">
                              <a:pos x="T58" y="T59"/>
                            </a:cxn>
                            <a:cxn ang="T146">
                              <a:pos x="T60" y="T61"/>
                            </a:cxn>
                            <a:cxn ang="T147">
                              <a:pos x="T62" y="T63"/>
                            </a:cxn>
                            <a:cxn ang="T148">
                              <a:pos x="T64" y="T65"/>
                            </a:cxn>
                            <a:cxn ang="T149">
                              <a:pos x="T66" y="T67"/>
                            </a:cxn>
                            <a:cxn ang="T150">
                              <a:pos x="T68" y="T69"/>
                            </a:cxn>
                            <a:cxn ang="T151">
                              <a:pos x="T70" y="T71"/>
                            </a:cxn>
                            <a:cxn ang="T152">
                              <a:pos x="T72" y="T73"/>
                            </a:cxn>
                            <a:cxn ang="T153">
                              <a:pos x="T74" y="T75"/>
                            </a:cxn>
                            <a:cxn ang="T154">
                              <a:pos x="T76" y="T77"/>
                            </a:cxn>
                            <a:cxn ang="T155">
                              <a:pos x="T78" y="T79"/>
                            </a:cxn>
                            <a:cxn ang="T156">
                              <a:pos x="T80" y="T81"/>
                            </a:cxn>
                            <a:cxn ang="T157">
                              <a:pos x="T82" y="T83"/>
                            </a:cxn>
                            <a:cxn ang="T158">
                              <a:pos x="T84" y="T85"/>
                            </a:cxn>
                            <a:cxn ang="T159">
                              <a:pos x="T86" y="T87"/>
                            </a:cxn>
                            <a:cxn ang="T160">
                              <a:pos x="T88" y="T89"/>
                            </a:cxn>
                            <a:cxn ang="T161">
                              <a:pos x="T90" y="T91"/>
                            </a:cxn>
                            <a:cxn ang="T162">
                              <a:pos x="T92" y="T93"/>
                            </a:cxn>
                            <a:cxn ang="T163">
                              <a:pos x="T94" y="T95"/>
                            </a:cxn>
                            <a:cxn ang="T164">
                              <a:pos x="T96" y="T97"/>
                            </a:cxn>
                            <a:cxn ang="T165">
                              <a:pos x="T98" y="T99"/>
                            </a:cxn>
                            <a:cxn ang="T166">
                              <a:pos x="T100" y="T101"/>
                            </a:cxn>
                            <a:cxn ang="T167">
                              <a:pos x="T102" y="T103"/>
                            </a:cxn>
                            <a:cxn ang="T168">
                              <a:pos x="T104" y="T105"/>
                            </a:cxn>
                            <a:cxn ang="T169">
                              <a:pos x="T106" y="T107"/>
                            </a:cxn>
                            <a:cxn ang="T170">
                              <a:pos x="T108" y="T109"/>
                            </a:cxn>
                            <a:cxn ang="T171">
                              <a:pos x="T110" y="T111"/>
                            </a:cxn>
                            <a:cxn ang="T172">
                              <a:pos x="T112" y="T113"/>
                            </a:cxn>
                            <a:cxn ang="T173">
                              <a:pos x="T114" y="T115"/>
                            </a:cxn>
                          </a:cxnLst>
                          <a:rect l="T174" t="T175" r="T176" b="T177"/>
                          <a:pathLst>
                            <a:path w="8096" h="14546">
                              <a:moveTo>
                                <a:pt x="4044" y="14546"/>
                              </a:moveTo>
                              <a:lnTo>
                                <a:pt x="3967" y="14501"/>
                              </a:lnTo>
                              <a:lnTo>
                                <a:pt x="3891" y="14455"/>
                              </a:lnTo>
                              <a:lnTo>
                                <a:pt x="3815" y="14406"/>
                              </a:lnTo>
                              <a:lnTo>
                                <a:pt x="3738" y="14354"/>
                              </a:lnTo>
                              <a:lnTo>
                                <a:pt x="3662" y="14301"/>
                              </a:lnTo>
                              <a:lnTo>
                                <a:pt x="3587" y="14244"/>
                              </a:lnTo>
                              <a:lnTo>
                                <a:pt x="3512" y="14185"/>
                              </a:lnTo>
                              <a:lnTo>
                                <a:pt x="3439" y="14123"/>
                              </a:lnTo>
                              <a:lnTo>
                                <a:pt x="3366" y="14059"/>
                              </a:lnTo>
                              <a:lnTo>
                                <a:pt x="3294" y="13992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" o:spid="_x0000_s1026" style="position:absolute;margin-left:-76.75pt;margin-top:-338.05pt;width:40.5pt;height:7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096,14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" path="m4044,14546r-77,-45l3891,14455r-76,-49l3738,14354r-76,-53l3587,14244r-75,-59l3439,14123r-73,-64l3294,13992r750,554xe" filled="f" strokeweight=".5pt">
                <v:path arrowok="t" o:connecttype="custom" o:connectlocs="22808,90512;19631,87527;16899,83589;14993,78698;1715,74252;826,73807;0,64280;0,6796;381,6352;1779,6479;6607,11052;10800,19246;13278,28837;14358,38619;14040,46685;11054,49353;9911,52529;10546,55705;12833,58373;15057,59198;16328,58944;18170,55578;21537,46431;23125,37031;23380,26360;22871,13275;23443,3811;24587,254;25349,64;26747,191;27573,1651;28907,8956;28144,22866;28144,34109;29351,43764;32147,52910;34942,58690;35959,59135;37674,58881;40469,56531;41550,53482;40914,50242;38500,47321;36975,41286;37738,31632;39771,21914;43455,13148;49173,6606;50762,6288;51333,6669;51460,47892;50762,73617;50253,74061;36912,77047;35196,82319;32655,86511;29542,89750;26175,92100" o:connectangles="0,0,0,0,0,0,0,0,0,0,0,0,0,0,0,0,0,0,0,0,0,0,0,0,0,0,0,0,0,0,0,0,0,0,0,0,0,0,0,0,0,0,0,0,0,0,0,0,0,0,0,0,0,0,0,0,0,0" textboxrect="0,0,8096,14546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-4980940</wp:posOffset>
                </wp:positionV>
                <wp:extent cx="45085" cy="94615"/>
                <wp:effectExtent l="0" t="13335" r="10160" b="0"/>
                <wp:wrapNone/>
                <wp:docPr id="18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085" cy="94615"/>
                        </a:xfrm>
                        <a:custGeom>
                          <a:avLst/>
                          <a:gdLst>
                            <a:gd name="T0" fmla="*/ 71 w 710"/>
                            <a:gd name="T1" fmla="*/ 31 h 1491"/>
                            <a:gd name="T2" fmla="*/ 71 w 710"/>
                            <a:gd name="T3" fmla="*/ 25 h 1491"/>
                            <a:gd name="T4" fmla="*/ 71 w 710"/>
                            <a:gd name="T5" fmla="*/ 19 h 1491"/>
                            <a:gd name="T6" fmla="*/ 71 w 710"/>
                            <a:gd name="T7" fmla="*/ 12 h 1491"/>
                            <a:gd name="T8" fmla="*/ 70 w 710"/>
                            <a:gd name="T9" fmla="*/ 7 h 1491"/>
                            <a:gd name="T10" fmla="*/ 68 w 710"/>
                            <a:gd name="T11" fmla="*/ 5 h 1491"/>
                            <a:gd name="T12" fmla="*/ 64 w 710"/>
                            <a:gd name="T13" fmla="*/ 3 h 1491"/>
                            <a:gd name="T14" fmla="*/ 61 w 710"/>
                            <a:gd name="T15" fmla="*/ 1 h 1491"/>
                            <a:gd name="T16" fmla="*/ 53 w 710"/>
                            <a:gd name="T17" fmla="*/ 0 h 1491"/>
                            <a:gd name="T18" fmla="*/ 41 w 710"/>
                            <a:gd name="T19" fmla="*/ 0 h 1491"/>
                            <a:gd name="T20" fmla="*/ 28 w 710"/>
                            <a:gd name="T21" fmla="*/ 0 h 1491"/>
                            <a:gd name="T22" fmla="*/ 16 w 710"/>
                            <a:gd name="T23" fmla="*/ 0 h 1491"/>
                            <a:gd name="T24" fmla="*/ 9 w 710"/>
                            <a:gd name="T25" fmla="*/ 1 h 1491"/>
                            <a:gd name="T26" fmla="*/ 7 w 710"/>
                            <a:gd name="T27" fmla="*/ 3 h 1491"/>
                            <a:gd name="T28" fmla="*/ 4 w 710"/>
                            <a:gd name="T29" fmla="*/ 5 h 1491"/>
                            <a:gd name="T30" fmla="*/ 2 w 710"/>
                            <a:gd name="T31" fmla="*/ 9 h 1491"/>
                            <a:gd name="T32" fmla="*/ 0 w 710"/>
                            <a:gd name="T33" fmla="*/ 149 h 1491"/>
                            <a:gd name="T34" fmla="*/ 7 w 710"/>
                            <a:gd name="T35" fmla="*/ 146 h 1491"/>
                            <a:gd name="T36" fmla="*/ 13 w 710"/>
                            <a:gd name="T37" fmla="*/ 142 h 1491"/>
                            <a:gd name="T38" fmla="*/ 19 w 710"/>
                            <a:gd name="T39" fmla="*/ 137 h 1491"/>
                            <a:gd name="T40" fmla="*/ 25 w 710"/>
                            <a:gd name="T41" fmla="*/ 132 h 1491"/>
                            <a:gd name="T42" fmla="*/ 30 w 710"/>
                            <a:gd name="T43" fmla="*/ 127 h 1491"/>
                            <a:gd name="T44" fmla="*/ 35 w 710"/>
                            <a:gd name="T45" fmla="*/ 121 h 1491"/>
                            <a:gd name="T46" fmla="*/ 39 w 710"/>
                            <a:gd name="T47" fmla="*/ 115 h 1491"/>
                            <a:gd name="T48" fmla="*/ 44 w 710"/>
                            <a:gd name="T49" fmla="*/ 108 h 1491"/>
                            <a:gd name="T50" fmla="*/ 48 w 710"/>
                            <a:gd name="T51" fmla="*/ 101 h 1491"/>
                            <a:gd name="T52" fmla="*/ 52 w 710"/>
                            <a:gd name="T53" fmla="*/ 93 h 1491"/>
                            <a:gd name="T54" fmla="*/ 55 w 710"/>
                            <a:gd name="T55" fmla="*/ 85 h 1491"/>
                            <a:gd name="T56" fmla="*/ 59 w 710"/>
                            <a:gd name="T57" fmla="*/ 76 h 1491"/>
                            <a:gd name="T58" fmla="*/ 62 w 710"/>
                            <a:gd name="T59" fmla="*/ 66 h 1491"/>
                            <a:gd name="T60" fmla="*/ 65 w 710"/>
                            <a:gd name="T61" fmla="*/ 56 h 1491"/>
                            <a:gd name="T62" fmla="*/ 68 w 710"/>
                            <a:gd name="T63" fmla="*/ 45 h 1491"/>
                            <a:gd name="T64" fmla="*/ 71 w 710"/>
                            <a:gd name="T65" fmla="*/ 34 h 1491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w 710"/>
                            <a:gd name="T100" fmla="*/ 0 h 1491"/>
                            <a:gd name="T101" fmla="*/ 710 w 710"/>
                            <a:gd name="T102" fmla="*/ 1491 h 1491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T99" t="T100" r="T101" b="T102"/>
                          <a:pathLst>
                            <a:path w="710" h="1491">
                              <a:moveTo>
                                <a:pt x="710" y="340"/>
                              </a:moveTo>
                              <a:lnTo>
                                <a:pt x="710" y="311"/>
                              </a:lnTo>
                              <a:lnTo>
                                <a:pt x="710" y="281"/>
                              </a:lnTo>
                              <a:lnTo>
                                <a:pt x="710" y="250"/>
                              </a:lnTo>
                              <a:lnTo>
                                <a:pt x="710" y="219"/>
                              </a:lnTo>
                              <a:lnTo>
                                <a:pt x="710" y="186"/>
                              </a:lnTo>
                              <a:lnTo>
                                <a:pt x="710" y="152"/>
                              </a:lnTo>
                              <a:lnTo>
                                <a:pt x="710" y="116"/>
                              </a:lnTo>
                              <a:lnTo>
                                <a:pt x="710" y="78"/>
                              </a:lnTo>
                              <a:lnTo>
                                <a:pt x="701" y="69"/>
                              </a:lnTo>
                              <a:lnTo>
                                <a:pt x="689" y="59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" o:spid="_x0000_s1026" style="position:absolute;margin-left:-54.6pt;margin-top:-392.2pt;width:3.55pt;height:7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0,1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" path="m710,340r,-29l710,281r,-31l710,219r,-33l710,152r,-36l710,78r-9,-9l689,59r21,281xe" filled="f" strokeweight=".5pt">
                <v:path arrowok="t" o:connecttype="custom" o:connectlocs="4509,1967;4509,1586;4509,1206;4509,761;4445,444;4318,317;4064,190;3874,63;3366,0;2604,0;1778,0;1016,0;572,63;445,190;254,317;127,571;0,9455;445,9265;826,9011;1207,8694;1588,8376;1905,8059;2223,7678;2477,7298;2794,6853;3048,6409;3302,5902;3493,5394;3747,4823;3937,4188;4128,3554;4318,2856;4509,2158" o:connectangles="0,0,0,0,0,0,0,0,0,0,0,0,0,0,0,0,0,0,0,0,0,0,0,0,0,0,0,0,0,0,0,0,0" textboxrect="0,0,710,149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-786765</wp:posOffset>
                </wp:positionH>
                <wp:positionV relativeFrom="paragraph">
                  <wp:posOffset>-6418580</wp:posOffset>
                </wp:positionV>
                <wp:extent cx="45085" cy="94615"/>
                <wp:effectExtent l="13335" t="13970" r="0" b="0"/>
                <wp:wrapNone/>
                <wp:docPr id="17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085" cy="94615"/>
                        </a:xfrm>
                        <a:custGeom>
                          <a:avLst/>
                          <a:gdLst>
                            <a:gd name="T0" fmla="*/ 0 w 710"/>
                            <a:gd name="T1" fmla="*/ 31 h 1491"/>
                            <a:gd name="T2" fmla="*/ 0 w 710"/>
                            <a:gd name="T3" fmla="*/ 25 h 1491"/>
                            <a:gd name="T4" fmla="*/ 0 w 710"/>
                            <a:gd name="T5" fmla="*/ 19 h 1491"/>
                            <a:gd name="T6" fmla="*/ 0 w 710"/>
                            <a:gd name="T7" fmla="*/ 12 h 1491"/>
                            <a:gd name="T8" fmla="*/ 1 w 710"/>
                            <a:gd name="T9" fmla="*/ 7 h 1491"/>
                            <a:gd name="T10" fmla="*/ 4 w 710"/>
                            <a:gd name="T11" fmla="*/ 5 h 1491"/>
                            <a:gd name="T12" fmla="*/ 7 w 710"/>
                            <a:gd name="T13" fmla="*/ 3 h 1491"/>
                            <a:gd name="T14" fmla="*/ 10 w 710"/>
                            <a:gd name="T15" fmla="*/ 1 h 1491"/>
                            <a:gd name="T16" fmla="*/ 18 w 710"/>
                            <a:gd name="T17" fmla="*/ 0 h 1491"/>
                            <a:gd name="T18" fmla="*/ 30 w 710"/>
                            <a:gd name="T19" fmla="*/ 0 h 1491"/>
                            <a:gd name="T20" fmla="*/ 43 w 710"/>
                            <a:gd name="T21" fmla="*/ 0 h 1491"/>
                            <a:gd name="T22" fmla="*/ 55 w 710"/>
                            <a:gd name="T23" fmla="*/ 0 h 1491"/>
                            <a:gd name="T24" fmla="*/ 62 w 710"/>
                            <a:gd name="T25" fmla="*/ 1 h 1491"/>
                            <a:gd name="T26" fmla="*/ 64 w 710"/>
                            <a:gd name="T27" fmla="*/ 3 h 1491"/>
                            <a:gd name="T28" fmla="*/ 67 w 710"/>
                            <a:gd name="T29" fmla="*/ 5 h 1491"/>
                            <a:gd name="T30" fmla="*/ 69 w 710"/>
                            <a:gd name="T31" fmla="*/ 9 h 1491"/>
                            <a:gd name="T32" fmla="*/ 71 w 710"/>
                            <a:gd name="T33" fmla="*/ 149 h 1491"/>
                            <a:gd name="T34" fmla="*/ 64 w 710"/>
                            <a:gd name="T35" fmla="*/ 146 h 1491"/>
                            <a:gd name="T36" fmla="*/ 58 w 710"/>
                            <a:gd name="T37" fmla="*/ 142 h 1491"/>
                            <a:gd name="T38" fmla="*/ 52 w 710"/>
                            <a:gd name="T39" fmla="*/ 137 h 1491"/>
                            <a:gd name="T40" fmla="*/ 46 w 710"/>
                            <a:gd name="T41" fmla="*/ 132 h 1491"/>
                            <a:gd name="T42" fmla="*/ 41 w 710"/>
                            <a:gd name="T43" fmla="*/ 127 h 1491"/>
                            <a:gd name="T44" fmla="*/ 36 w 710"/>
                            <a:gd name="T45" fmla="*/ 121 h 1491"/>
                            <a:gd name="T46" fmla="*/ 32 w 710"/>
                            <a:gd name="T47" fmla="*/ 115 h 1491"/>
                            <a:gd name="T48" fmla="*/ 27 w 710"/>
                            <a:gd name="T49" fmla="*/ 108 h 1491"/>
                            <a:gd name="T50" fmla="*/ 23 w 710"/>
                            <a:gd name="T51" fmla="*/ 101 h 1491"/>
                            <a:gd name="T52" fmla="*/ 20 w 710"/>
                            <a:gd name="T53" fmla="*/ 93 h 1491"/>
                            <a:gd name="T54" fmla="*/ 16 w 710"/>
                            <a:gd name="T55" fmla="*/ 85 h 1491"/>
                            <a:gd name="T56" fmla="*/ 12 w 710"/>
                            <a:gd name="T57" fmla="*/ 76 h 1491"/>
                            <a:gd name="T58" fmla="*/ 9 w 710"/>
                            <a:gd name="T59" fmla="*/ 66 h 1491"/>
                            <a:gd name="T60" fmla="*/ 6 w 710"/>
                            <a:gd name="T61" fmla="*/ 56 h 1491"/>
                            <a:gd name="T62" fmla="*/ 3 w 710"/>
                            <a:gd name="T63" fmla="*/ 45 h 1491"/>
                            <a:gd name="T64" fmla="*/ 0 w 710"/>
                            <a:gd name="T65" fmla="*/ 34 h 1491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w 710"/>
                            <a:gd name="T100" fmla="*/ 0 h 1491"/>
                            <a:gd name="T101" fmla="*/ 710 w 710"/>
                            <a:gd name="T102" fmla="*/ 1491 h 1491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T99" t="T100" r="T101" b="T102"/>
                          <a:pathLst>
                            <a:path w="710" h="1491">
                              <a:moveTo>
                                <a:pt x="0" y="340"/>
                              </a:moveTo>
                              <a:lnTo>
                                <a:pt x="0" y="311"/>
                              </a:lnTo>
                              <a:lnTo>
                                <a:pt x="0" y="281"/>
                              </a:lnTo>
                              <a:lnTo>
                                <a:pt x="0" y="250"/>
                              </a:lnTo>
                              <a:lnTo>
                                <a:pt x="0" y="219"/>
                              </a:lnTo>
                              <a:lnTo>
                                <a:pt x="0" y="187"/>
                              </a:lnTo>
                              <a:lnTo>
                                <a:pt x="0" y="152"/>
                              </a:lnTo>
                              <a:lnTo>
                                <a:pt x="0" y="116"/>
                              </a:lnTo>
                              <a:lnTo>
                                <a:pt x="0" y="78"/>
                              </a:lnTo>
                              <a:lnTo>
                                <a:pt x="9" y="69"/>
                              </a:lnTo>
                              <a:lnTo>
                                <a:pt x="21" y="58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8" o:spid="_x0000_s1026" style="position:absolute;margin-left:-61.95pt;margin-top:-505.4pt;width:3.55pt;height:7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0,1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" path="m,340l,311,,281,,250,,219,,187,,152,,116,,78,9,69,21,58,,340xe" filled="f" strokeweight=".5pt">
                <v:path arrowok="t" o:connecttype="custom" o:connectlocs="0,1967;0,1586;0,1206;0,761;64,444;254,317;445,190;635,63;1143,0;1905,0;2731,0;3493,0;3937,63;4064,190;4255,317;4382,571;4509,9455;4064,9265;3683,9011;3302,8694;2921,8376;2604,8059;2286,7678;2032,7298;1715,6853;1461,6409;1270,5902;1016,5394;762,4823;572,4188;381,3554;191,2856;0,2158" o:connectangles="0,0,0,0,0,0,0,0,0,0,0,0,0,0,0,0,0,0,0,0,0,0,0,0,0,0,0,0,0,0,0,0,0" textboxrect="0,0,710,149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-607060</wp:posOffset>
                </wp:positionH>
                <wp:positionV relativeFrom="paragraph">
                  <wp:posOffset>-8046720</wp:posOffset>
                </wp:positionV>
                <wp:extent cx="110490" cy="149225"/>
                <wp:effectExtent l="0" t="0" r="29845" b="26670"/>
                <wp:wrapNone/>
                <wp:docPr id="16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153 w 1740"/>
                            <a:gd name="T1" fmla="*/ 232 h 2349"/>
                            <a:gd name="T2" fmla="*/ 160 w 1740"/>
                            <a:gd name="T3" fmla="*/ 231 h 2349"/>
                            <a:gd name="T4" fmla="*/ 164 w 1740"/>
                            <a:gd name="T5" fmla="*/ 229 h 2349"/>
                            <a:gd name="T6" fmla="*/ 166 w 1740"/>
                            <a:gd name="T7" fmla="*/ 228 h 2349"/>
                            <a:gd name="T8" fmla="*/ 167 w 1740"/>
                            <a:gd name="T9" fmla="*/ 227 h 2349"/>
                            <a:gd name="T10" fmla="*/ 169 w 1740"/>
                            <a:gd name="T11" fmla="*/ 225 h 2349"/>
                            <a:gd name="T12" fmla="*/ 170 w 1740"/>
                            <a:gd name="T13" fmla="*/ 224 h 2349"/>
                            <a:gd name="T14" fmla="*/ 171 w 1740"/>
                            <a:gd name="T15" fmla="*/ 221 h 2349"/>
                            <a:gd name="T16" fmla="*/ 173 w 1740"/>
                            <a:gd name="T17" fmla="*/ 216 h 2349"/>
                            <a:gd name="T18" fmla="*/ 174 w 1740"/>
                            <a:gd name="T19" fmla="*/ 16 h 2349"/>
                            <a:gd name="T20" fmla="*/ 171 w 1740"/>
                            <a:gd name="T21" fmla="*/ 12 h 2349"/>
                            <a:gd name="T22" fmla="*/ 168 w 1740"/>
                            <a:gd name="T23" fmla="*/ 8 h 2349"/>
                            <a:gd name="T24" fmla="*/ 164 w 1740"/>
                            <a:gd name="T25" fmla="*/ 4 h 2349"/>
                            <a:gd name="T26" fmla="*/ 160 w 1740"/>
                            <a:gd name="T27" fmla="*/ 0 h 2349"/>
                            <a:gd name="T28" fmla="*/ 151 w 1740"/>
                            <a:gd name="T29" fmla="*/ 0 h 2349"/>
                            <a:gd name="T30" fmla="*/ 142 w 1740"/>
                            <a:gd name="T31" fmla="*/ 0 h 2349"/>
                            <a:gd name="T32" fmla="*/ 133 w 1740"/>
                            <a:gd name="T33" fmla="*/ 0 h 2349"/>
                            <a:gd name="T34" fmla="*/ 124 w 1740"/>
                            <a:gd name="T35" fmla="*/ 0 h 2349"/>
                            <a:gd name="T36" fmla="*/ 121 w 1740"/>
                            <a:gd name="T37" fmla="*/ 8 h 2349"/>
                            <a:gd name="T38" fmla="*/ 117 w 1740"/>
                            <a:gd name="T39" fmla="*/ 16 h 2349"/>
                            <a:gd name="T40" fmla="*/ 114 w 1740"/>
                            <a:gd name="T41" fmla="*/ 24 h 2349"/>
                            <a:gd name="T42" fmla="*/ 110 w 1740"/>
                            <a:gd name="T43" fmla="*/ 31 h 2349"/>
                            <a:gd name="T44" fmla="*/ 105 w 1740"/>
                            <a:gd name="T45" fmla="*/ 40 h 2349"/>
                            <a:gd name="T46" fmla="*/ 100 w 1740"/>
                            <a:gd name="T47" fmla="*/ 48 h 2349"/>
                            <a:gd name="T48" fmla="*/ 94 w 1740"/>
                            <a:gd name="T49" fmla="*/ 55 h 2349"/>
                            <a:gd name="T50" fmla="*/ 89 w 1740"/>
                            <a:gd name="T51" fmla="*/ 62 h 2349"/>
                            <a:gd name="T52" fmla="*/ 84 w 1740"/>
                            <a:gd name="T53" fmla="*/ 68 h 2349"/>
                            <a:gd name="T54" fmla="*/ 78 w 1740"/>
                            <a:gd name="T55" fmla="*/ 74 h 2349"/>
                            <a:gd name="T56" fmla="*/ 72 w 1740"/>
                            <a:gd name="T57" fmla="*/ 79 h 2349"/>
                            <a:gd name="T58" fmla="*/ 66 w 1740"/>
                            <a:gd name="T59" fmla="*/ 84 h 2349"/>
                            <a:gd name="T60" fmla="*/ 60 w 1740"/>
                            <a:gd name="T61" fmla="*/ 89 h 2349"/>
                            <a:gd name="T62" fmla="*/ 53 w 1740"/>
                            <a:gd name="T63" fmla="*/ 93 h 2349"/>
                            <a:gd name="T64" fmla="*/ 45 w 1740"/>
                            <a:gd name="T65" fmla="*/ 97 h 2349"/>
                            <a:gd name="T66" fmla="*/ 37 w 1740"/>
                            <a:gd name="T67" fmla="*/ 100 h 2349"/>
                            <a:gd name="T68" fmla="*/ 29 w 1740"/>
                            <a:gd name="T69" fmla="*/ 103 h 2349"/>
                            <a:gd name="T70" fmla="*/ 20 w 1740"/>
                            <a:gd name="T71" fmla="*/ 106 h 2349"/>
                            <a:gd name="T72" fmla="*/ 10 w 1740"/>
                            <a:gd name="T73" fmla="*/ 109 h 2349"/>
                            <a:gd name="T74" fmla="*/ 0 w 1740"/>
                            <a:gd name="T75" fmla="*/ 111 h 2349"/>
                            <a:gd name="T76" fmla="*/ 3 w 1740"/>
                            <a:gd name="T77" fmla="*/ 122 h 2349"/>
                            <a:gd name="T78" fmla="*/ 6 w 1740"/>
                            <a:gd name="T79" fmla="*/ 133 h 2349"/>
                            <a:gd name="T80" fmla="*/ 8 w 1740"/>
                            <a:gd name="T81" fmla="*/ 145 h 2349"/>
                            <a:gd name="T82" fmla="*/ 10 w 1740"/>
                            <a:gd name="T83" fmla="*/ 159 h 2349"/>
                            <a:gd name="T84" fmla="*/ 11 w 1740"/>
                            <a:gd name="T85" fmla="*/ 166 h 2349"/>
                            <a:gd name="T86" fmla="*/ 12 w 1740"/>
                            <a:gd name="T87" fmla="*/ 174 h 2349"/>
                            <a:gd name="T88" fmla="*/ 12 w 1740"/>
                            <a:gd name="T89" fmla="*/ 183 h 2349"/>
                            <a:gd name="T90" fmla="*/ 12 w 1740"/>
                            <a:gd name="T91" fmla="*/ 192 h 2349"/>
                            <a:gd name="T92" fmla="*/ 12 w 1740"/>
                            <a:gd name="T93" fmla="*/ 201 h 2349"/>
                            <a:gd name="T94" fmla="*/ 12 w 1740"/>
                            <a:gd name="T95" fmla="*/ 212 h 2349"/>
                            <a:gd name="T96" fmla="*/ 12 w 1740"/>
                            <a:gd name="T97" fmla="*/ 223 h 2349"/>
                            <a:gd name="T98" fmla="*/ 11 w 1740"/>
                            <a:gd name="T99" fmla="*/ 234 h 2349"/>
                            <a:gd name="T100" fmla="*/ 44 w 1740"/>
                            <a:gd name="T101" fmla="*/ 235 h 2349"/>
                            <a:gd name="T102" fmla="*/ 79 w 1740"/>
                            <a:gd name="T103" fmla="*/ 235 h 2349"/>
                            <a:gd name="T104" fmla="*/ 97 w 1740"/>
                            <a:gd name="T105" fmla="*/ 235 h 2349"/>
                            <a:gd name="T106" fmla="*/ 115 w 1740"/>
                            <a:gd name="T107" fmla="*/ 235 h 2349"/>
                            <a:gd name="T108" fmla="*/ 132 w 1740"/>
                            <a:gd name="T109" fmla="*/ 234 h 2349"/>
                            <a:gd name="T110" fmla="*/ 148 w 1740"/>
                            <a:gd name="T111" fmla="*/ 233 h 2349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w 1740"/>
                            <a:gd name="T169" fmla="*/ 0 h 2349"/>
                            <a:gd name="T170" fmla="*/ 1740 w 1740"/>
                            <a:gd name="T171" fmla="*/ 2349 h 2349"/>
                          </a:gdLst>
                          <a:ahLst/>
                          <a:cxnLst>
                            <a:cxn ang="T112">
                              <a:pos x="T0" y="T1"/>
                            </a:cxn>
                            <a:cxn ang="T113">
                              <a:pos x="T2" y="T3"/>
                            </a:cxn>
                            <a:cxn ang="T114">
                              <a:pos x="T4" y="T5"/>
                            </a:cxn>
                            <a:cxn ang="T115">
                              <a:pos x="T6" y="T7"/>
                            </a:cxn>
                            <a:cxn ang="T116">
                              <a:pos x="T8" y="T9"/>
                            </a:cxn>
                            <a:cxn ang="T117">
                              <a:pos x="T10" y="T11"/>
                            </a:cxn>
                            <a:cxn ang="T118">
                              <a:pos x="T12" y="T13"/>
                            </a:cxn>
                            <a:cxn ang="T119">
                              <a:pos x="T14" y="T15"/>
                            </a:cxn>
                            <a:cxn ang="T120">
                              <a:pos x="T16" y="T17"/>
                            </a:cxn>
                            <a:cxn ang="T121">
                              <a:pos x="T18" y="T19"/>
                            </a:cxn>
                            <a:cxn ang="T122">
                              <a:pos x="T20" y="T21"/>
                            </a:cxn>
                            <a:cxn ang="T123">
                              <a:pos x="T22" y="T23"/>
                            </a:cxn>
                            <a:cxn ang="T124">
                              <a:pos x="T24" y="T25"/>
                            </a:cxn>
                            <a:cxn ang="T125">
                              <a:pos x="T26" y="T27"/>
                            </a:cxn>
                            <a:cxn ang="T126">
                              <a:pos x="T28" y="T29"/>
                            </a:cxn>
                            <a:cxn ang="T127">
                              <a:pos x="T30" y="T31"/>
                            </a:cxn>
                            <a:cxn ang="T128">
                              <a:pos x="T32" y="T33"/>
                            </a:cxn>
                            <a:cxn ang="T129">
                              <a:pos x="T34" y="T35"/>
                            </a:cxn>
                            <a:cxn ang="T130">
                              <a:pos x="T36" y="T37"/>
                            </a:cxn>
                            <a:cxn ang="T131">
                              <a:pos x="T38" y="T39"/>
                            </a:cxn>
                            <a:cxn ang="T132">
                              <a:pos x="T40" y="T41"/>
                            </a:cxn>
                            <a:cxn ang="T133">
                              <a:pos x="T42" y="T43"/>
                            </a:cxn>
                            <a:cxn ang="T134">
                              <a:pos x="T44" y="T45"/>
                            </a:cxn>
                            <a:cxn ang="T135">
                              <a:pos x="T46" y="T47"/>
                            </a:cxn>
                            <a:cxn ang="T136">
                              <a:pos x="T48" y="T49"/>
                            </a:cxn>
                            <a:cxn ang="T137">
                              <a:pos x="T50" y="T51"/>
                            </a:cxn>
                            <a:cxn ang="T138">
                              <a:pos x="T52" y="T53"/>
                            </a:cxn>
                            <a:cxn ang="T139">
                              <a:pos x="T54" y="T55"/>
                            </a:cxn>
                            <a:cxn ang="T140">
                              <a:pos x="T56" y="T57"/>
                            </a:cxn>
                            <a:cxn ang="T141">
                              <a:pos x="T58" y="T59"/>
                            </a:cxn>
                            <a:cxn ang="T142">
                              <a:pos x="T60" y="T61"/>
                            </a:cxn>
                            <a:cxn ang="T143">
                              <a:pos x="T62" y="T63"/>
                            </a:cxn>
                            <a:cxn ang="T144">
                              <a:pos x="T64" y="T65"/>
                            </a:cxn>
                            <a:cxn ang="T145">
                              <a:pos x="T66" y="T67"/>
                            </a:cxn>
                            <a:cxn ang="T146">
                              <a:pos x="T68" y="T69"/>
                            </a:cxn>
                            <a:cxn ang="T147">
                              <a:pos x="T70" y="T71"/>
                            </a:cxn>
                            <a:cxn ang="T148">
                              <a:pos x="T72" y="T73"/>
                            </a:cxn>
                            <a:cxn ang="T149">
                              <a:pos x="T74" y="T75"/>
                            </a:cxn>
                            <a:cxn ang="T150">
                              <a:pos x="T76" y="T77"/>
                            </a:cxn>
                            <a:cxn ang="T151">
                              <a:pos x="T78" y="T79"/>
                            </a:cxn>
                            <a:cxn ang="T152">
                              <a:pos x="T80" y="T81"/>
                            </a:cxn>
                            <a:cxn ang="T153">
                              <a:pos x="T82" y="T83"/>
                            </a:cxn>
                            <a:cxn ang="T154">
                              <a:pos x="T84" y="T85"/>
                            </a:cxn>
                            <a:cxn ang="T155">
                              <a:pos x="T86" y="T87"/>
                            </a:cxn>
                            <a:cxn ang="T156">
                              <a:pos x="T88" y="T89"/>
                            </a:cxn>
                            <a:cxn ang="T157">
                              <a:pos x="T90" y="T91"/>
                            </a:cxn>
                            <a:cxn ang="T158">
                              <a:pos x="T92" y="T93"/>
                            </a:cxn>
                            <a:cxn ang="T159">
                              <a:pos x="T94" y="T95"/>
                            </a:cxn>
                            <a:cxn ang="T160">
                              <a:pos x="T96" y="T97"/>
                            </a:cxn>
                            <a:cxn ang="T161">
                              <a:pos x="T98" y="T99"/>
                            </a:cxn>
                            <a:cxn ang="T162">
                              <a:pos x="T100" y="T101"/>
                            </a:cxn>
                            <a:cxn ang="T163">
                              <a:pos x="T102" y="T103"/>
                            </a:cxn>
                            <a:cxn ang="T164">
                              <a:pos x="T104" y="T105"/>
                            </a:cxn>
                            <a:cxn ang="T165">
                              <a:pos x="T106" y="T107"/>
                            </a:cxn>
                            <a:cxn ang="T166">
                              <a:pos x="T108" y="T109"/>
                            </a:cxn>
                            <a:cxn ang="T167">
                              <a:pos x="T110" y="T111"/>
                            </a:cxn>
                          </a:cxnLst>
                          <a:rect l="T168" t="T169" r="T170" b="T171"/>
                          <a:pathLst>
                            <a:path w="1740" h="2349">
                              <a:moveTo>
                                <a:pt x="1478" y="2330"/>
                              </a:moveTo>
                              <a:lnTo>
                                <a:pt x="1532" y="2321"/>
                              </a:lnTo>
                              <a:lnTo>
                                <a:pt x="1578" y="2310"/>
                              </a:lnTo>
                              <a:lnTo>
                                <a:pt x="1598" y="2305"/>
                              </a:lnTo>
                              <a:lnTo>
                                <a:pt x="1617" y="2298"/>
                              </a:lnTo>
                              <a:lnTo>
                                <a:pt x="1635" y="2290"/>
                              </a:lnTo>
                              <a:lnTo>
                                <a:pt x="1652" y="2281"/>
                              </a:lnTo>
                              <a:lnTo>
                                <a:pt x="1659" y="2276"/>
                              </a:lnTo>
                              <a:lnTo>
                                <a:pt x="1667" y="2270"/>
                              </a:lnTo>
                              <a:lnTo>
                                <a:pt x="1673" y="2265"/>
                              </a:lnTo>
                              <a:lnTo>
                                <a:pt x="1680" y="2259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0" o:spid="_x0000_s1026" style="position:absolute;margin-left:-47.8pt;margin-top:-633.6pt;width:8.7pt;height:11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" path="m1478,2330r54,-9l1578,2310r20,-5l1617,2298r18,-8l1652,2281r7,-5l1667,2270r6,-5l1680,2259r-202,71xe" filled="f" strokeweight=".5pt">
                <v:path arrowok="t" o:connecttype="custom" o:connectlocs="9716,14738;10160,14675;10414,14548;10541,14484;10605,14421;10732,14294;10795,14230;10859,14039;10986,13722;11049,1016;10859,762;10668,508;10414,254;10160,0;9589,0;9017,0;8446,0;7874,0;7684,508;7430,1016;7239,1525;6985,1969;6668,2541;6350,3049;5969,3494;5652,3939;5334,4320;4953,4701;4572,5019;4191,5336;3810,5654;3366,5908;2858,6162;2350,6353;1842,6543;1270,6734;635,6924;0,7052;191,7750;381,8449;508,9211;635,10101;699,10545;762,11054;762,11625;762,12197;762,12769;762,13468;762,14167;699,14865;2794,14929;5017,14929;6160,14929;7303,14929;8382,14865;9398,14802" o:connectangles="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-938530</wp:posOffset>
                </wp:positionH>
                <wp:positionV relativeFrom="paragraph">
                  <wp:posOffset>-78740</wp:posOffset>
                </wp:positionV>
                <wp:extent cx="110490" cy="149225"/>
                <wp:effectExtent l="23495" t="0" r="0" b="21590"/>
                <wp:wrapNone/>
                <wp:docPr id="15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21 w 1740"/>
                            <a:gd name="T1" fmla="*/ 232 h 2349"/>
                            <a:gd name="T2" fmla="*/ 14 w 1740"/>
                            <a:gd name="T3" fmla="*/ 231 h 2349"/>
                            <a:gd name="T4" fmla="*/ 10 w 1740"/>
                            <a:gd name="T5" fmla="*/ 229 h 2349"/>
                            <a:gd name="T6" fmla="*/ 8 w 1740"/>
                            <a:gd name="T7" fmla="*/ 228 h 2349"/>
                            <a:gd name="T8" fmla="*/ 7 w 1740"/>
                            <a:gd name="T9" fmla="*/ 227 h 2349"/>
                            <a:gd name="T10" fmla="*/ 5 w 1740"/>
                            <a:gd name="T11" fmla="*/ 225 h 2349"/>
                            <a:gd name="T12" fmla="*/ 4 w 1740"/>
                            <a:gd name="T13" fmla="*/ 224 h 2349"/>
                            <a:gd name="T14" fmla="*/ 3 w 1740"/>
                            <a:gd name="T15" fmla="*/ 221 h 2349"/>
                            <a:gd name="T16" fmla="*/ 1 w 1740"/>
                            <a:gd name="T17" fmla="*/ 216 h 2349"/>
                            <a:gd name="T18" fmla="*/ 0 w 1740"/>
                            <a:gd name="T19" fmla="*/ 16 h 2349"/>
                            <a:gd name="T20" fmla="*/ 3 w 1740"/>
                            <a:gd name="T21" fmla="*/ 12 h 2349"/>
                            <a:gd name="T22" fmla="*/ 6 w 1740"/>
                            <a:gd name="T23" fmla="*/ 8 h 2349"/>
                            <a:gd name="T24" fmla="*/ 10 w 1740"/>
                            <a:gd name="T25" fmla="*/ 4 h 2349"/>
                            <a:gd name="T26" fmla="*/ 12 w 1740"/>
                            <a:gd name="T27" fmla="*/ 2 h 2349"/>
                            <a:gd name="T28" fmla="*/ 14 w 1740"/>
                            <a:gd name="T29" fmla="*/ 0 h 2349"/>
                            <a:gd name="T30" fmla="*/ 23 w 1740"/>
                            <a:gd name="T31" fmla="*/ 0 h 2349"/>
                            <a:gd name="T32" fmla="*/ 32 w 1740"/>
                            <a:gd name="T33" fmla="*/ 0 h 2349"/>
                            <a:gd name="T34" fmla="*/ 41 w 1740"/>
                            <a:gd name="T35" fmla="*/ 0 h 2349"/>
                            <a:gd name="T36" fmla="*/ 50 w 1740"/>
                            <a:gd name="T37" fmla="*/ 0 h 2349"/>
                            <a:gd name="T38" fmla="*/ 54 w 1740"/>
                            <a:gd name="T39" fmla="*/ 8 h 2349"/>
                            <a:gd name="T40" fmla="*/ 57 w 1740"/>
                            <a:gd name="T41" fmla="*/ 16 h 2349"/>
                            <a:gd name="T42" fmla="*/ 61 w 1740"/>
                            <a:gd name="T43" fmla="*/ 24 h 2349"/>
                            <a:gd name="T44" fmla="*/ 64 w 1740"/>
                            <a:gd name="T45" fmla="*/ 31 h 2349"/>
                            <a:gd name="T46" fmla="*/ 69 w 1740"/>
                            <a:gd name="T47" fmla="*/ 40 h 2349"/>
                            <a:gd name="T48" fmla="*/ 74 w 1740"/>
                            <a:gd name="T49" fmla="*/ 48 h 2349"/>
                            <a:gd name="T50" fmla="*/ 80 w 1740"/>
                            <a:gd name="T51" fmla="*/ 55 h 2349"/>
                            <a:gd name="T52" fmla="*/ 85 w 1740"/>
                            <a:gd name="T53" fmla="*/ 62 h 2349"/>
                            <a:gd name="T54" fmla="*/ 90 w 1740"/>
                            <a:gd name="T55" fmla="*/ 68 h 2349"/>
                            <a:gd name="T56" fmla="*/ 96 w 1740"/>
                            <a:gd name="T57" fmla="*/ 74 h 2349"/>
                            <a:gd name="T58" fmla="*/ 102 w 1740"/>
                            <a:gd name="T59" fmla="*/ 79 h 2349"/>
                            <a:gd name="T60" fmla="*/ 108 w 1740"/>
                            <a:gd name="T61" fmla="*/ 84 h 2349"/>
                            <a:gd name="T62" fmla="*/ 114 w 1740"/>
                            <a:gd name="T63" fmla="*/ 89 h 2349"/>
                            <a:gd name="T64" fmla="*/ 121 w 1740"/>
                            <a:gd name="T65" fmla="*/ 93 h 2349"/>
                            <a:gd name="T66" fmla="*/ 129 w 1740"/>
                            <a:gd name="T67" fmla="*/ 97 h 2349"/>
                            <a:gd name="T68" fmla="*/ 137 w 1740"/>
                            <a:gd name="T69" fmla="*/ 100 h 2349"/>
                            <a:gd name="T70" fmla="*/ 145 w 1740"/>
                            <a:gd name="T71" fmla="*/ 104 h 2349"/>
                            <a:gd name="T72" fmla="*/ 154 w 1740"/>
                            <a:gd name="T73" fmla="*/ 106 h 2349"/>
                            <a:gd name="T74" fmla="*/ 164 w 1740"/>
                            <a:gd name="T75" fmla="*/ 109 h 2349"/>
                            <a:gd name="T76" fmla="*/ 174 w 1740"/>
                            <a:gd name="T77" fmla="*/ 111 h 2349"/>
                            <a:gd name="T78" fmla="*/ 171 w 1740"/>
                            <a:gd name="T79" fmla="*/ 122 h 2349"/>
                            <a:gd name="T80" fmla="*/ 168 w 1740"/>
                            <a:gd name="T81" fmla="*/ 133 h 2349"/>
                            <a:gd name="T82" fmla="*/ 166 w 1740"/>
                            <a:gd name="T83" fmla="*/ 145 h 2349"/>
                            <a:gd name="T84" fmla="*/ 164 w 1740"/>
                            <a:gd name="T85" fmla="*/ 159 h 2349"/>
                            <a:gd name="T86" fmla="*/ 163 w 1740"/>
                            <a:gd name="T87" fmla="*/ 166 h 2349"/>
                            <a:gd name="T88" fmla="*/ 162 w 1740"/>
                            <a:gd name="T89" fmla="*/ 174 h 2349"/>
                            <a:gd name="T90" fmla="*/ 162 w 1740"/>
                            <a:gd name="T91" fmla="*/ 183 h 2349"/>
                            <a:gd name="T92" fmla="*/ 162 w 1740"/>
                            <a:gd name="T93" fmla="*/ 192 h 2349"/>
                            <a:gd name="T94" fmla="*/ 162 w 1740"/>
                            <a:gd name="T95" fmla="*/ 201 h 2349"/>
                            <a:gd name="T96" fmla="*/ 162 w 1740"/>
                            <a:gd name="T97" fmla="*/ 212 h 2349"/>
                            <a:gd name="T98" fmla="*/ 163 w 1740"/>
                            <a:gd name="T99" fmla="*/ 223 h 2349"/>
                            <a:gd name="T100" fmla="*/ 163 w 1740"/>
                            <a:gd name="T101" fmla="*/ 234 h 2349"/>
                            <a:gd name="T102" fmla="*/ 130 w 1740"/>
                            <a:gd name="T103" fmla="*/ 235 h 2349"/>
                            <a:gd name="T104" fmla="*/ 95 w 1740"/>
                            <a:gd name="T105" fmla="*/ 235 h 2349"/>
                            <a:gd name="T106" fmla="*/ 77 w 1740"/>
                            <a:gd name="T107" fmla="*/ 235 h 2349"/>
                            <a:gd name="T108" fmla="*/ 59 w 1740"/>
                            <a:gd name="T109" fmla="*/ 235 h 2349"/>
                            <a:gd name="T110" fmla="*/ 42 w 1740"/>
                            <a:gd name="T111" fmla="*/ 234 h 2349"/>
                            <a:gd name="T112" fmla="*/ 26 w 1740"/>
                            <a:gd name="T113" fmla="*/ 233 h 2349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w 1740"/>
                            <a:gd name="T172" fmla="*/ 0 h 2349"/>
                            <a:gd name="T173" fmla="*/ 1740 w 1740"/>
                            <a:gd name="T174" fmla="*/ 2349 h 2349"/>
                          </a:gdLst>
                          <a:ahLst/>
                          <a:cxnLst>
                            <a:cxn ang="T114">
                              <a:pos x="T0" y="T1"/>
                            </a:cxn>
                            <a:cxn ang="T115">
                              <a:pos x="T2" y="T3"/>
                            </a:cxn>
                            <a:cxn ang="T116">
                              <a:pos x="T4" y="T5"/>
                            </a:cxn>
                            <a:cxn ang="T117">
                              <a:pos x="T6" y="T7"/>
                            </a:cxn>
                            <a:cxn ang="T118">
                              <a:pos x="T8" y="T9"/>
                            </a:cxn>
                            <a:cxn ang="T119">
                              <a:pos x="T10" y="T11"/>
                            </a:cxn>
                            <a:cxn ang="T120">
                              <a:pos x="T12" y="T13"/>
                            </a:cxn>
                            <a:cxn ang="T121">
                              <a:pos x="T14" y="T15"/>
                            </a:cxn>
                            <a:cxn ang="T122">
                              <a:pos x="T16" y="T17"/>
                            </a:cxn>
                            <a:cxn ang="T123">
                              <a:pos x="T18" y="T19"/>
                            </a:cxn>
                            <a:cxn ang="T124">
                              <a:pos x="T20" y="T21"/>
                            </a:cxn>
                            <a:cxn ang="T125">
                              <a:pos x="T22" y="T23"/>
                            </a:cxn>
                            <a:cxn ang="T126">
                              <a:pos x="T24" y="T25"/>
                            </a:cxn>
                            <a:cxn ang="T127">
                              <a:pos x="T26" y="T27"/>
                            </a:cxn>
                            <a:cxn ang="T128">
                              <a:pos x="T28" y="T29"/>
                            </a:cxn>
                            <a:cxn ang="T129">
                              <a:pos x="T30" y="T31"/>
                            </a:cxn>
                            <a:cxn ang="T130">
                              <a:pos x="T32" y="T33"/>
                            </a:cxn>
                            <a:cxn ang="T131">
                              <a:pos x="T34" y="T35"/>
                            </a:cxn>
                            <a:cxn ang="T132">
                              <a:pos x="T36" y="T37"/>
                            </a:cxn>
                            <a:cxn ang="T133">
                              <a:pos x="T38" y="T39"/>
                            </a:cxn>
                            <a:cxn ang="T134">
                              <a:pos x="T40" y="T41"/>
                            </a:cxn>
                            <a:cxn ang="T135">
                              <a:pos x="T42" y="T43"/>
                            </a:cxn>
                            <a:cxn ang="T136">
                              <a:pos x="T44" y="T45"/>
                            </a:cxn>
                            <a:cxn ang="T137">
                              <a:pos x="T46" y="T47"/>
                            </a:cxn>
                            <a:cxn ang="T138">
                              <a:pos x="T48" y="T49"/>
                            </a:cxn>
                            <a:cxn ang="T139">
                              <a:pos x="T50" y="T51"/>
                            </a:cxn>
                            <a:cxn ang="T140">
                              <a:pos x="T52" y="T53"/>
                            </a:cxn>
                            <a:cxn ang="T141">
                              <a:pos x="T54" y="T55"/>
                            </a:cxn>
                            <a:cxn ang="T142">
                              <a:pos x="T56" y="T57"/>
                            </a:cxn>
                            <a:cxn ang="T143">
                              <a:pos x="T58" y="T59"/>
                            </a:cxn>
                            <a:cxn ang="T144">
                              <a:pos x="T60" y="T61"/>
                            </a:cxn>
                            <a:cxn ang="T145">
                              <a:pos x="T62" y="T63"/>
                            </a:cxn>
                            <a:cxn ang="T146">
                              <a:pos x="T64" y="T65"/>
                            </a:cxn>
                            <a:cxn ang="T147">
                              <a:pos x="T66" y="T67"/>
                            </a:cxn>
                            <a:cxn ang="T148">
                              <a:pos x="T68" y="T69"/>
                            </a:cxn>
                            <a:cxn ang="T149">
                              <a:pos x="T70" y="T71"/>
                            </a:cxn>
                            <a:cxn ang="T150">
                              <a:pos x="T72" y="T73"/>
                            </a:cxn>
                            <a:cxn ang="T151">
                              <a:pos x="T74" y="T75"/>
                            </a:cxn>
                            <a:cxn ang="T152">
                              <a:pos x="T76" y="T77"/>
                            </a:cxn>
                            <a:cxn ang="T153">
                              <a:pos x="T78" y="T79"/>
                            </a:cxn>
                            <a:cxn ang="T154">
                              <a:pos x="T80" y="T81"/>
                            </a:cxn>
                            <a:cxn ang="T155">
                              <a:pos x="T82" y="T83"/>
                            </a:cxn>
                            <a:cxn ang="T156">
                              <a:pos x="T84" y="T85"/>
                            </a:cxn>
                            <a:cxn ang="T157">
                              <a:pos x="T86" y="T87"/>
                            </a:cxn>
                            <a:cxn ang="T158">
                              <a:pos x="T88" y="T89"/>
                            </a:cxn>
                            <a:cxn ang="T159">
                              <a:pos x="T90" y="T91"/>
                            </a:cxn>
                            <a:cxn ang="T160">
                              <a:pos x="T92" y="T93"/>
                            </a:cxn>
                            <a:cxn ang="T161">
                              <a:pos x="T94" y="T95"/>
                            </a:cxn>
                            <a:cxn ang="T162">
                              <a:pos x="T96" y="T97"/>
                            </a:cxn>
                            <a:cxn ang="T163">
                              <a:pos x="T98" y="T99"/>
                            </a:cxn>
                            <a:cxn ang="T164">
                              <a:pos x="T100" y="T101"/>
                            </a:cxn>
                            <a:cxn ang="T165">
                              <a:pos x="T102" y="T103"/>
                            </a:cxn>
                            <a:cxn ang="T166">
                              <a:pos x="T104" y="T105"/>
                            </a:cxn>
                            <a:cxn ang="T167">
                              <a:pos x="T106" y="T107"/>
                            </a:cxn>
                            <a:cxn ang="T168">
                              <a:pos x="T108" y="T109"/>
                            </a:cxn>
                            <a:cxn ang="T169">
                              <a:pos x="T110" y="T111"/>
                            </a:cxn>
                            <a:cxn ang="T170">
                              <a:pos x="T112" y="T113"/>
                            </a:cxn>
                          </a:cxnLst>
                          <a:rect l="T171" t="T172" r="T173" b="T174"/>
                          <a:pathLst>
                            <a:path w="1740" h="2349">
                              <a:moveTo>
                                <a:pt x="262" y="2331"/>
                              </a:moveTo>
                              <a:lnTo>
                                <a:pt x="208" y="2321"/>
                              </a:lnTo>
                              <a:lnTo>
                                <a:pt x="162" y="2310"/>
                              </a:lnTo>
                              <a:lnTo>
                                <a:pt x="142" y="2305"/>
                              </a:lnTo>
                              <a:lnTo>
                                <a:pt x="123" y="2298"/>
                              </a:lnTo>
                              <a:lnTo>
                                <a:pt x="104" y="2290"/>
                              </a:lnTo>
                              <a:lnTo>
                                <a:pt x="88" y="2281"/>
                              </a:lnTo>
                              <a:lnTo>
                                <a:pt x="81" y="2276"/>
                              </a:lnTo>
                              <a:lnTo>
                                <a:pt x="73" y="2271"/>
                              </a:lnTo>
                              <a:lnTo>
                                <a:pt x="67" y="2265"/>
                              </a:lnTo>
                              <a:lnTo>
                                <a:pt x="60" y="2259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2" o:spid="_x0000_s1026" style="position:absolute;margin-left:-73.9pt;margin-top:-6.2pt;width:8.7pt;height:11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" path="m262,2331r-54,-10l162,2310r-20,-5l123,2298r-19,-8l88,2281r-7,-5l73,2271r-6,-6l60,2259r202,72xe" filled="f" strokeweight=".5pt">
                <v:path arrowok="t" o:connecttype="custom" o:connectlocs="1334,14738;889,14675;635,14548;508,14484;445,14421;318,14294;254,14230;191,14039;64,13722;0,1016;191,762;381,508;635,254;762,127;889,0;1461,0;2032,0;2604,0;3175,0;3429,508;3620,1016;3874,1525;4064,1969;4382,2541;4699,3049;5080,3494;5398,3939;5715,4320;6096,4701;6477,5019;6858,5336;7239,5654;7684,5908;8192,6162;8700,6353;9208,6607;9779,6734;10414,6924;11049,7052;10859,7750;10668,8449;10541,9211;10414,10101;10351,10545;10287,11054;10287,11625;10287,12197;10287,12769;10287,13468;10351,14167;10351,14865;8255,14929;6033,14929;4890,14929;3747,14929;2667,14865;1651,14802" o:connectangles="0,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-1434465</wp:posOffset>
                </wp:positionV>
                <wp:extent cx="55245" cy="69850"/>
                <wp:effectExtent l="0" t="0" r="9525" b="0"/>
                <wp:wrapNone/>
                <wp:docPr id="14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850"/>
                        </a:xfrm>
                        <a:custGeom>
                          <a:avLst/>
                          <a:gdLst>
                            <a:gd name="T0" fmla="*/ 85 w 872"/>
                            <a:gd name="T1" fmla="*/ 89 h 1094"/>
                            <a:gd name="T2" fmla="*/ 86 w 872"/>
                            <a:gd name="T3" fmla="*/ 77 h 1094"/>
                            <a:gd name="T4" fmla="*/ 87 w 872"/>
                            <a:gd name="T5" fmla="*/ 65 h 1094"/>
                            <a:gd name="T6" fmla="*/ 87 w 872"/>
                            <a:gd name="T7" fmla="*/ 52 h 1094"/>
                            <a:gd name="T8" fmla="*/ 87 w 872"/>
                            <a:gd name="T9" fmla="*/ 42 h 1094"/>
                            <a:gd name="T10" fmla="*/ 86 w 872"/>
                            <a:gd name="T11" fmla="*/ 36 h 1094"/>
                            <a:gd name="T12" fmla="*/ 86 w 872"/>
                            <a:gd name="T13" fmla="*/ 30 h 1094"/>
                            <a:gd name="T14" fmla="*/ 84 w 872"/>
                            <a:gd name="T15" fmla="*/ 24 h 1094"/>
                            <a:gd name="T16" fmla="*/ 83 w 872"/>
                            <a:gd name="T17" fmla="*/ 18 h 1094"/>
                            <a:gd name="T18" fmla="*/ 81 w 872"/>
                            <a:gd name="T19" fmla="*/ 13 h 1094"/>
                            <a:gd name="T20" fmla="*/ 78 w 872"/>
                            <a:gd name="T21" fmla="*/ 7 h 1094"/>
                            <a:gd name="T22" fmla="*/ 74 w 872"/>
                            <a:gd name="T23" fmla="*/ 2 h 1094"/>
                            <a:gd name="T24" fmla="*/ 70 w 872"/>
                            <a:gd name="T25" fmla="*/ 0 h 1094"/>
                            <a:gd name="T26" fmla="*/ 65 w 872"/>
                            <a:gd name="T27" fmla="*/ 0 h 1094"/>
                            <a:gd name="T28" fmla="*/ 59 w 872"/>
                            <a:gd name="T29" fmla="*/ 1 h 1094"/>
                            <a:gd name="T30" fmla="*/ 54 w 872"/>
                            <a:gd name="T31" fmla="*/ 2 h 1094"/>
                            <a:gd name="T32" fmla="*/ 49 w 872"/>
                            <a:gd name="T33" fmla="*/ 3 h 1094"/>
                            <a:gd name="T34" fmla="*/ 44 w 872"/>
                            <a:gd name="T35" fmla="*/ 4 h 1094"/>
                            <a:gd name="T36" fmla="*/ 38 w 872"/>
                            <a:gd name="T37" fmla="*/ 6 h 1094"/>
                            <a:gd name="T38" fmla="*/ 33 w 872"/>
                            <a:gd name="T39" fmla="*/ 8 h 1094"/>
                            <a:gd name="T40" fmla="*/ 28 w 872"/>
                            <a:gd name="T41" fmla="*/ 10 h 1094"/>
                            <a:gd name="T42" fmla="*/ 24 w 872"/>
                            <a:gd name="T43" fmla="*/ 13 h 1094"/>
                            <a:gd name="T44" fmla="*/ 19 w 872"/>
                            <a:gd name="T45" fmla="*/ 15 h 1094"/>
                            <a:gd name="T46" fmla="*/ 15 w 872"/>
                            <a:gd name="T47" fmla="*/ 19 h 1094"/>
                            <a:gd name="T48" fmla="*/ 11 w 872"/>
                            <a:gd name="T49" fmla="*/ 22 h 1094"/>
                            <a:gd name="T50" fmla="*/ 7 w 872"/>
                            <a:gd name="T51" fmla="*/ 26 h 1094"/>
                            <a:gd name="T52" fmla="*/ 4 w 872"/>
                            <a:gd name="T53" fmla="*/ 29 h 1094"/>
                            <a:gd name="T54" fmla="*/ 1 w 872"/>
                            <a:gd name="T55" fmla="*/ 34 h 1094"/>
                            <a:gd name="T56" fmla="*/ 0 w 872"/>
                            <a:gd name="T57" fmla="*/ 108 h 1094"/>
                            <a:gd name="T58" fmla="*/ 11 w 872"/>
                            <a:gd name="T59" fmla="*/ 108 h 1094"/>
                            <a:gd name="T60" fmla="*/ 22 w 872"/>
                            <a:gd name="T61" fmla="*/ 109 h 1094"/>
                            <a:gd name="T62" fmla="*/ 34 w 872"/>
                            <a:gd name="T63" fmla="*/ 110 h 1094"/>
                            <a:gd name="T64" fmla="*/ 45 w 872"/>
                            <a:gd name="T65" fmla="*/ 110 h 1094"/>
                            <a:gd name="T66" fmla="*/ 51 w 872"/>
                            <a:gd name="T67" fmla="*/ 110 h 1094"/>
                            <a:gd name="T68" fmla="*/ 56 w 872"/>
                            <a:gd name="T69" fmla="*/ 109 h 1094"/>
                            <a:gd name="T70" fmla="*/ 62 w 872"/>
                            <a:gd name="T71" fmla="*/ 108 h 1094"/>
                            <a:gd name="T72" fmla="*/ 67 w 872"/>
                            <a:gd name="T73" fmla="*/ 106 h 1094"/>
                            <a:gd name="T74" fmla="*/ 72 w 872"/>
                            <a:gd name="T75" fmla="*/ 104 h 1094"/>
                            <a:gd name="T76" fmla="*/ 77 w 872"/>
                            <a:gd name="T77" fmla="*/ 102 h 1094"/>
                            <a:gd name="T78" fmla="*/ 81 w 872"/>
                            <a:gd name="T79" fmla="*/ 99 h 1094"/>
                            <a:gd name="T80" fmla="*/ 85 w 872"/>
                            <a:gd name="T81" fmla="*/ 95 h 1094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4"/>
                            <a:gd name="T125" fmla="*/ 872 w 872"/>
                            <a:gd name="T126" fmla="*/ 1094 h 1094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4">
                              <a:moveTo>
                                <a:pt x="853" y="940"/>
                              </a:moveTo>
                              <a:lnTo>
                                <a:pt x="854" y="885"/>
                              </a:lnTo>
                              <a:lnTo>
                                <a:pt x="857" y="827"/>
                              </a:lnTo>
                              <a:lnTo>
                                <a:pt x="860" y="767"/>
                              </a:lnTo>
                              <a:lnTo>
                                <a:pt x="865" y="706"/>
                              </a:lnTo>
                              <a:lnTo>
                                <a:pt x="868" y="642"/>
                              </a:lnTo>
                              <a:lnTo>
                                <a:pt x="871" y="579"/>
                              </a:lnTo>
                              <a:lnTo>
                                <a:pt x="872" y="516"/>
                              </a:lnTo>
                              <a:lnTo>
                                <a:pt x="872" y="453"/>
                              </a:lnTo>
                              <a:lnTo>
                                <a:pt x="871" y="421"/>
                              </a:lnTo>
                              <a:lnTo>
                                <a:pt x="869" y="390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4" o:spid="_x0000_s1026" style="position:absolute;margin-left:-54.6pt;margin-top:-112.95pt;width:4.35pt;height:5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" path="m853,940r1,-55l857,827r3,-60l865,706r3,-64l871,579r1,-63l872,453r-1,-32l869,390,853,940xe" filled="f" strokeweight=".5pt">
                <v:path arrowok="t" o:connecttype="custom" o:connectlocs="5385,5682;5448,4916;5512,4150;5512,3320;5512,2682;5448,2299;5448,1915;5322,1532;5258,1149;5132,830;4942,447;4688,128;4435,0;4118,0;3738,64;3421,128;3104,192;2788,255;2407,383;2091,511;1774,638;1521,830;1204,958;950,1213;697,1405;443,1660;253,1852;63,2171;0,6896;697,6896;1394,6959;2154,7023;2851,7023;3231,7023;3548,6959;3928,6896;4245,6768;4562,6640;4878,6513;5132,6321;5385,6066" o:connectangles="0,0,0,0,0,0,0,0,0,0,0,0,0,0,0,0,0,0,0,0,0,0,0,0,0,0,0,0,0,0,0,0,0,0,0,0,0,0,0,0,0" textboxrect="0,0,872,1094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-796925</wp:posOffset>
                </wp:positionH>
                <wp:positionV relativeFrom="paragraph">
                  <wp:posOffset>-2871470</wp:posOffset>
                </wp:positionV>
                <wp:extent cx="55245" cy="69215"/>
                <wp:effectExtent l="12700" t="0" r="0" b="0"/>
                <wp:wrapNone/>
                <wp:docPr id="13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215"/>
                        </a:xfrm>
                        <a:custGeom>
                          <a:avLst/>
                          <a:gdLst>
                            <a:gd name="T0" fmla="*/ 2 w 872"/>
                            <a:gd name="T1" fmla="*/ 88 h 1093"/>
                            <a:gd name="T2" fmla="*/ 1 w 872"/>
                            <a:gd name="T3" fmla="*/ 76 h 1093"/>
                            <a:gd name="T4" fmla="*/ 0 w 872"/>
                            <a:gd name="T5" fmla="*/ 64 h 1093"/>
                            <a:gd name="T6" fmla="*/ 0 w 872"/>
                            <a:gd name="T7" fmla="*/ 51 h 1093"/>
                            <a:gd name="T8" fmla="*/ 0 w 872"/>
                            <a:gd name="T9" fmla="*/ 42 h 1093"/>
                            <a:gd name="T10" fmla="*/ 1 w 872"/>
                            <a:gd name="T11" fmla="*/ 36 h 1093"/>
                            <a:gd name="T12" fmla="*/ 1 w 872"/>
                            <a:gd name="T13" fmla="*/ 30 h 1093"/>
                            <a:gd name="T14" fmla="*/ 3 w 872"/>
                            <a:gd name="T15" fmla="*/ 24 h 1093"/>
                            <a:gd name="T16" fmla="*/ 4 w 872"/>
                            <a:gd name="T17" fmla="*/ 18 h 1093"/>
                            <a:gd name="T18" fmla="*/ 6 w 872"/>
                            <a:gd name="T19" fmla="*/ 13 h 1093"/>
                            <a:gd name="T20" fmla="*/ 9 w 872"/>
                            <a:gd name="T21" fmla="*/ 7 h 1093"/>
                            <a:gd name="T22" fmla="*/ 13 w 872"/>
                            <a:gd name="T23" fmla="*/ 2 h 1093"/>
                            <a:gd name="T24" fmla="*/ 17 w 872"/>
                            <a:gd name="T25" fmla="*/ 0 h 1093"/>
                            <a:gd name="T26" fmla="*/ 22 w 872"/>
                            <a:gd name="T27" fmla="*/ 0 h 1093"/>
                            <a:gd name="T28" fmla="*/ 28 w 872"/>
                            <a:gd name="T29" fmla="*/ 1 h 1093"/>
                            <a:gd name="T30" fmla="*/ 33 w 872"/>
                            <a:gd name="T31" fmla="*/ 2 h 1093"/>
                            <a:gd name="T32" fmla="*/ 38 w 872"/>
                            <a:gd name="T33" fmla="*/ 3 h 1093"/>
                            <a:gd name="T34" fmla="*/ 43 w 872"/>
                            <a:gd name="T35" fmla="*/ 4 h 1093"/>
                            <a:gd name="T36" fmla="*/ 49 w 872"/>
                            <a:gd name="T37" fmla="*/ 6 h 1093"/>
                            <a:gd name="T38" fmla="*/ 54 w 872"/>
                            <a:gd name="T39" fmla="*/ 8 h 1093"/>
                            <a:gd name="T40" fmla="*/ 59 w 872"/>
                            <a:gd name="T41" fmla="*/ 10 h 1093"/>
                            <a:gd name="T42" fmla="*/ 63 w 872"/>
                            <a:gd name="T43" fmla="*/ 13 h 1093"/>
                            <a:gd name="T44" fmla="*/ 68 w 872"/>
                            <a:gd name="T45" fmla="*/ 15 h 1093"/>
                            <a:gd name="T46" fmla="*/ 72 w 872"/>
                            <a:gd name="T47" fmla="*/ 18 h 1093"/>
                            <a:gd name="T48" fmla="*/ 76 w 872"/>
                            <a:gd name="T49" fmla="*/ 22 h 1093"/>
                            <a:gd name="T50" fmla="*/ 80 w 872"/>
                            <a:gd name="T51" fmla="*/ 25 h 1093"/>
                            <a:gd name="T52" fmla="*/ 83 w 872"/>
                            <a:gd name="T53" fmla="*/ 29 h 1093"/>
                            <a:gd name="T54" fmla="*/ 86 w 872"/>
                            <a:gd name="T55" fmla="*/ 33 h 1093"/>
                            <a:gd name="T56" fmla="*/ 87 w 872"/>
                            <a:gd name="T57" fmla="*/ 107 h 1093"/>
                            <a:gd name="T58" fmla="*/ 76 w 872"/>
                            <a:gd name="T59" fmla="*/ 107 h 1093"/>
                            <a:gd name="T60" fmla="*/ 65 w 872"/>
                            <a:gd name="T61" fmla="*/ 108 h 1093"/>
                            <a:gd name="T62" fmla="*/ 53 w 872"/>
                            <a:gd name="T63" fmla="*/ 109 h 1093"/>
                            <a:gd name="T64" fmla="*/ 42 w 872"/>
                            <a:gd name="T65" fmla="*/ 109 h 1093"/>
                            <a:gd name="T66" fmla="*/ 36 w 872"/>
                            <a:gd name="T67" fmla="*/ 109 h 1093"/>
                            <a:gd name="T68" fmla="*/ 31 w 872"/>
                            <a:gd name="T69" fmla="*/ 108 h 1093"/>
                            <a:gd name="T70" fmla="*/ 25 w 872"/>
                            <a:gd name="T71" fmla="*/ 107 h 1093"/>
                            <a:gd name="T72" fmla="*/ 20 w 872"/>
                            <a:gd name="T73" fmla="*/ 106 h 1093"/>
                            <a:gd name="T74" fmla="*/ 15 w 872"/>
                            <a:gd name="T75" fmla="*/ 104 h 1093"/>
                            <a:gd name="T76" fmla="*/ 10 w 872"/>
                            <a:gd name="T77" fmla="*/ 101 h 1093"/>
                            <a:gd name="T78" fmla="*/ 6 w 872"/>
                            <a:gd name="T79" fmla="*/ 98 h 1093"/>
                            <a:gd name="T80" fmla="*/ 2 w 872"/>
                            <a:gd name="T81" fmla="*/ 94 h 1093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3"/>
                            <a:gd name="T125" fmla="*/ 872 w 872"/>
                            <a:gd name="T126" fmla="*/ 1093 h 1093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3">
                              <a:moveTo>
                                <a:pt x="18" y="940"/>
                              </a:moveTo>
                              <a:lnTo>
                                <a:pt x="18" y="885"/>
                              </a:lnTo>
                              <a:lnTo>
                                <a:pt x="15" y="827"/>
                              </a:lnTo>
                              <a:lnTo>
                                <a:pt x="12" y="767"/>
                              </a:lnTo>
                              <a:lnTo>
                                <a:pt x="7" y="705"/>
                              </a:lnTo>
                              <a:lnTo>
                                <a:pt x="4" y="643"/>
                              </a:lnTo>
                              <a:lnTo>
                                <a:pt x="1" y="579"/>
                              </a:lnTo>
                              <a:lnTo>
                                <a:pt x="0" y="516"/>
                              </a:lnTo>
                              <a:lnTo>
                                <a:pt x="0" y="453"/>
                              </a:lnTo>
                              <a:lnTo>
                                <a:pt x="1" y="422"/>
                              </a:lnTo>
                              <a:lnTo>
                                <a:pt x="3" y="391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6" o:spid="_x0000_s1026" style="position:absolute;margin-left:-62.75pt;margin-top:-226.1pt;width:4.35pt;height:5.4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" path="m18,940r,-55l15,827,12,767,7,705,4,643,1,579,,516,,453,1,422,3,391,18,940xe" filled="f" strokeweight=".5pt">
                <v:path arrowok="t" o:connecttype="custom" o:connectlocs="127,5573;63,4813;0,4053;0,3230;0,2660;63,2280;63,1900;190,1520;253,1140;380,823;570,443;824,127;1077,0;1394,0;1774,63;2091,127;2407,190;2724,253;3104,380;3421,507;3738,633;3991,823;4308,950;4562,1140;4815,1393;5068,1583;5258,1836;5448,2090;5512,6776;4815,6776;4118,6839;3358,6903;2661,6903;2281,6903;1964,6839;1584,6776;1267,6713;950,6586;634,6396;380,6206;127,5953" o:connectangles="0,0,0,0,0,0,0,0,0,0,0,0,0,0,0,0,0,0,0,0,0,0,0,0,0,0,0,0,0,0,0,0,0,0,0,0,0,0,0,0,0" textboxrect="0,0,872,1093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-776605</wp:posOffset>
                </wp:positionH>
                <wp:positionV relativeFrom="paragraph">
                  <wp:posOffset>-4495165</wp:posOffset>
                </wp:positionV>
                <wp:extent cx="118110" cy="179705"/>
                <wp:effectExtent l="33020" t="0" r="0" b="83185"/>
                <wp:wrapNone/>
                <wp:docPr id="12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110" cy="179705"/>
                        </a:xfrm>
                        <a:custGeom>
                          <a:avLst/>
                          <a:gdLst>
                            <a:gd name="T0" fmla="*/ 89 w 1854"/>
                            <a:gd name="T1" fmla="*/ 280 h 2824"/>
                            <a:gd name="T2" fmla="*/ 83 w 1854"/>
                            <a:gd name="T3" fmla="*/ 274 h 2824"/>
                            <a:gd name="T4" fmla="*/ 77 w 1854"/>
                            <a:gd name="T5" fmla="*/ 268 h 2824"/>
                            <a:gd name="T6" fmla="*/ 71 w 1854"/>
                            <a:gd name="T7" fmla="*/ 264 h 2824"/>
                            <a:gd name="T8" fmla="*/ 65 w 1854"/>
                            <a:gd name="T9" fmla="*/ 259 h 2824"/>
                            <a:gd name="T10" fmla="*/ 59 w 1854"/>
                            <a:gd name="T11" fmla="*/ 256 h 2824"/>
                            <a:gd name="T12" fmla="*/ 53 w 1854"/>
                            <a:gd name="T13" fmla="*/ 252 h 2824"/>
                            <a:gd name="T14" fmla="*/ 48 w 1854"/>
                            <a:gd name="T15" fmla="*/ 249 h 2824"/>
                            <a:gd name="T16" fmla="*/ 42 w 1854"/>
                            <a:gd name="T17" fmla="*/ 247 h 2824"/>
                            <a:gd name="T18" fmla="*/ 36 w 1854"/>
                            <a:gd name="T19" fmla="*/ 244 h 2824"/>
                            <a:gd name="T20" fmla="*/ 28 w 1854"/>
                            <a:gd name="T21" fmla="*/ 242 h 2824"/>
                            <a:gd name="T22" fmla="*/ 17 w 1854"/>
                            <a:gd name="T23" fmla="*/ 238 h 2824"/>
                            <a:gd name="T24" fmla="*/ 6 w 1854"/>
                            <a:gd name="T25" fmla="*/ 235 h 2824"/>
                            <a:gd name="T26" fmla="*/ 6 w 1854"/>
                            <a:gd name="T27" fmla="*/ 222 h 2824"/>
                            <a:gd name="T28" fmla="*/ 16 w 1854"/>
                            <a:gd name="T29" fmla="*/ 198 h 2824"/>
                            <a:gd name="T30" fmla="*/ 26 w 1854"/>
                            <a:gd name="T31" fmla="*/ 174 h 2824"/>
                            <a:gd name="T32" fmla="*/ 34 w 1854"/>
                            <a:gd name="T33" fmla="*/ 152 h 2824"/>
                            <a:gd name="T34" fmla="*/ 42 w 1854"/>
                            <a:gd name="T35" fmla="*/ 131 h 2824"/>
                            <a:gd name="T36" fmla="*/ 48 w 1854"/>
                            <a:gd name="T37" fmla="*/ 111 h 2824"/>
                            <a:gd name="T38" fmla="*/ 57 w 1854"/>
                            <a:gd name="T39" fmla="*/ 84 h 2824"/>
                            <a:gd name="T40" fmla="*/ 67 w 1854"/>
                            <a:gd name="T41" fmla="*/ 52 h 2824"/>
                            <a:gd name="T42" fmla="*/ 73 w 1854"/>
                            <a:gd name="T43" fmla="*/ 33 h 2824"/>
                            <a:gd name="T44" fmla="*/ 77 w 1854"/>
                            <a:gd name="T45" fmla="*/ 23 h 2824"/>
                            <a:gd name="T46" fmla="*/ 80 w 1854"/>
                            <a:gd name="T47" fmla="*/ 14 h 2824"/>
                            <a:gd name="T48" fmla="*/ 84 w 1854"/>
                            <a:gd name="T49" fmla="*/ 7 h 2824"/>
                            <a:gd name="T50" fmla="*/ 87 w 1854"/>
                            <a:gd name="T51" fmla="*/ 3 h 2824"/>
                            <a:gd name="T52" fmla="*/ 91 w 1854"/>
                            <a:gd name="T53" fmla="*/ 0 h 2824"/>
                            <a:gd name="T54" fmla="*/ 94 w 1854"/>
                            <a:gd name="T55" fmla="*/ 0 h 2824"/>
                            <a:gd name="T56" fmla="*/ 98 w 1854"/>
                            <a:gd name="T57" fmla="*/ 3 h 2824"/>
                            <a:gd name="T58" fmla="*/ 102 w 1854"/>
                            <a:gd name="T59" fmla="*/ 7 h 2824"/>
                            <a:gd name="T60" fmla="*/ 105 w 1854"/>
                            <a:gd name="T61" fmla="*/ 14 h 2824"/>
                            <a:gd name="T62" fmla="*/ 109 w 1854"/>
                            <a:gd name="T63" fmla="*/ 23 h 2824"/>
                            <a:gd name="T64" fmla="*/ 112 w 1854"/>
                            <a:gd name="T65" fmla="*/ 33 h 2824"/>
                            <a:gd name="T66" fmla="*/ 119 w 1854"/>
                            <a:gd name="T67" fmla="*/ 52 h 2824"/>
                            <a:gd name="T68" fmla="*/ 128 w 1854"/>
                            <a:gd name="T69" fmla="*/ 84 h 2824"/>
                            <a:gd name="T70" fmla="*/ 137 w 1854"/>
                            <a:gd name="T71" fmla="*/ 111 h 2824"/>
                            <a:gd name="T72" fmla="*/ 144 w 1854"/>
                            <a:gd name="T73" fmla="*/ 131 h 2824"/>
                            <a:gd name="T74" fmla="*/ 152 w 1854"/>
                            <a:gd name="T75" fmla="*/ 152 h 2824"/>
                            <a:gd name="T76" fmla="*/ 160 w 1854"/>
                            <a:gd name="T77" fmla="*/ 174 h 2824"/>
                            <a:gd name="T78" fmla="*/ 170 w 1854"/>
                            <a:gd name="T79" fmla="*/ 197 h 2824"/>
                            <a:gd name="T80" fmla="*/ 180 w 1854"/>
                            <a:gd name="T81" fmla="*/ 221 h 2824"/>
                            <a:gd name="T82" fmla="*/ 180 w 1854"/>
                            <a:gd name="T83" fmla="*/ 235 h 2824"/>
                            <a:gd name="T84" fmla="*/ 169 w 1854"/>
                            <a:gd name="T85" fmla="*/ 238 h 2824"/>
                            <a:gd name="T86" fmla="*/ 158 w 1854"/>
                            <a:gd name="T87" fmla="*/ 241 h 2824"/>
                            <a:gd name="T88" fmla="*/ 149 w 1854"/>
                            <a:gd name="T89" fmla="*/ 244 h 2824"/>
                            <a:gd name="T90" fmla="*/ 144 w 1854"/>
                            <a:gd name="T91" fmla="*/ 247 h 2824"/>
                            <a:gd name="T92" fmla="*/ 138 w 1854"/>
                            <a:gd name="T93" fmla="*/ 249 h 2824"/>
                            <a:gd name="T94" fmla="*/ 132 w 1854"/>
                            <a:gd name="T95" fmla="*/ 252 h 2824"/>
                            <a:gd name="T96" fmla="*/ 126 w 1854"/>
                            <a:gd name="T97" fmla="*/ 255 h 2824"/>
                            <a:gd name="T98" fmla="*/ 120 w 1854"/>
                            <a:gd name="T99" fmla="*/ 259 h 2824"/>
                            <a:gd name="T100" fmla="*/ 114 w 1854"/>
                            <a:gd name="T101" fmla="*/ 264 h 2824"/>
                            <a:gd name="T102" fmla="*/ 108 w 1854"/>
                            <a:gd name="T103" fmla="*/ 268 h 2824"/>
                            <a:gd name="T104" fmla="*/ 102 w 1854"/>
                            <a:gd name="T105" fmla="*/ 274 h 2824"/>
                            <a:gd name="T106" fmla="*/ 96 w 1854"/>
                            <a:gd name="T107" fmla="*/ 280 h 2824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w 1854"/>
                            <a:gd name="T163" fmla="*/ 0 h 2824"/>
                            <a:gd name="T164" fmla="*/ 1854 w 1854"/>
                            <a:gd name="T165" fmla="*/ 2824 h 2824"/>
                          </a:gdLst>
                          <a:ahLst/>
                          <a:cxnLst>
                            <a:cxn ang="T108">
                              <a:pos x="T0" y="T1"/>
                            </a:cxn>
                            <a:cxn ang="T109">
                              <a:pos x="T2" y="T3"/>
                            </a:cxn>
                            <a:cxn ang="T110">
                              <a:pos x="T4" y="T5"/>
                            </a:cxn>
                            <a:cxn ang="T111">
                              <a:pos x="T6" y="T7"/>
                            </a:cxn>
                            <a:cxn ang="T112">
                              <a:pos x="T8" y="T9"/>
                            </a:cxn>
                            <a:cxn ang="T113">
                              <a:pos x="T10" y="T11"/>
                            </a:cxn>
                            <a:cxn ang="T114">
                              <a:pos x="T12" y="T13"/>
                            </a:cxn>
                            <a:cxn ang="T115">
                              <a:pos x="T14" y="T15"/>
                            </a:cxn>
                            <a:cxn ang="T116">
                              <a:pos x="T16" y="T17"/>
                            </a:cxn>
                            <a:cxn ang="T117">
                              <a:pos x="T18" y="T19"/>
                            </a:cxn>
                            <a:cxn ang="T118">
                              <a:pos x="T20" y="T21"/>
                            </a:cxn>
                            <a:cxn ang="T119">
                              <a:pos x="T22" y="T23"/>
                            </a:cxn>
                            <a:cxn ang="T120">
                              <a:pos x="T24" y="T25"/>
                            </a:cxn>
                            <a:cxn ang="T121">
                              <a:pos x="T26" y="T27"/>
                            </a:cxn>
                            <a:cxn ang="T122">
                              <a:pos x="T28" y="T29"/>
                            </a:cxn>
                            <a:cxn ang="T123">
                              <a:pos x="T30" y="T31"/>
                            </a:cxn>
                            <a:cxn ang="T124">
                              <a:pos x="T32" y="T33"/>
                            </a:cxn>
                            <a:cxn ang="T125">
                              <a:pos x="T34" y="T35"/>
                            </a:cxn>
                            <a:cxn ang="T126">
                              <a:pos x="T36" y="T37"/>
                            </a:cxn>
                            <a:cxn ang="T127">
                              <a:pos x="T38" y="T39"/>
                            </a:cxn>
                            <a:cxn ang="T128">
                              <a:pos x="T40" y="T41"/>
                            </a:cxn>
                            <a:cxn ang="T129">
                              <a:pos x="T42" y="T43"/>
                            </a:cxn>
                            <a:cxn ang="T130">
                              <a:pos x="T44" y="T45"/>
                            </a:cxn>
                            <a:cxn ang="T131">
                              <a:pos x="T46" y="T47"/>
                            </a:cxn>
                            <a:cxn ang="T132">
                              <a:pos x="T48" y="T49"/>
                            </a:cxn>
                            <a:cxn ang="T133">
                              <a:pos x="T50" y="T51"/>
                            </a:cxn>
                            <a:cxn ang="T134">
                              <a:pos x="T52" y="T53"/>
                            </a:cxn>
                            <a:cxn ang="T135">
                              <a:pos x="T54" y="T55"/>
                            </a:cxn>
                            <a:cxn ang="T136">
                              <a:pos x="T56" y="T57"/>
                            </a:cxn>
                            <a:cxn ang="T137">
                              <a:pos x="T58" y="T59"/>
                            </a:cxn>
                            <a:cxn ang="T138">
                              <a:pos x="T60" y="T61"/>
                            </a:cxn>
                            <a:cxn ang="T139">
                              <a:pos x="T62" y="T63"/>
                            </a:cxn>
                            <a:cxn ang="T140">
                              <a:pos x="T64" y="T65"/>
                            </a:cxn>
                            <a:cxn ang="T141">
                              <a:pos x="T66" y="T67"/>
                            </a:cxn>
                            <a:cxn ang="T142">
                              <a:pos x="T68" y="T69"/>
                            </a:cxn>
                            <a:cxn ang="T143">
                              <a:pos x="T70" y="T71"/>
                            </a:cxn>
                            <a:cxn ang="T144">
                              <a:pos x="T72" y="T73"/>
                            </a:cxn>
                            <a:cxn ang="T145">
                              <a:pos x="T74" y="T75"/>
                            </a:cxn>
                            <a:cxn ang="T146">
                              <a:pos x="T76" y="T77"/>
                            </a:cxn>
                            <a:cxn ang="T147">
                              <a:pos x="T78" y="T79"/>
                            </a:cxn>
                            <a:cxn ang="T148">
                              <a:pos x="T80" y="T81"/>
                            </a:cxn>
                            <a:cxn ang="T149">
                              <a:pos x="T82" y="T83"/>
                            </a:cxn>
                            <a:cxn ang="T150">
                              <a:pos x="T84" y="T85"/>
                            </a:cxn>
                            <a:cxn ang="T151">
                              <a:pos x="T86" y="T87"/>
                            </a:cxn>
                            <a:cxn ang="T152">
                              <a:pos x="T88" y="T89"/>
                            </a:cxn>
                            <a:cxn ang="T153">
                              <a:pos x="T90" y="T91"/>
                            </a:cxn>
                            <a:cxn ang="T154">
                              <a:pos x="T92" y="T93"/>
                            </a:cxn>
                            <a:cxn ang="T155">
                              <a:pos x="T94" y="T95"/>
                            </a:cxn>
                            <a:cxn ang="T156">
                              <a:pos x="T96" y="T97"/>
                            </a:cxn>
                            <a:cxn ang="T157">
                              <a:pos x="T98" y="T99"/>
                            </a:cxn>
                            <a:cxn ang="T158">
                              <a:pos x="T100" y="T101"/>
                            </a:cxn>
                            <a:cxn ang="T159">
                              <a:pos x="T102" y="T103"/>
                            </a:cxn>
                            <a:cxn ang="T160">
                              <a:pos x="T104" y="T105"/>
                            </a:cxn>
                            <a:cxn ang="T161">
                              <a:pos x="T106" y="T107"/>
                            </a:cxn>
                          </a:cxnLst>
                          <a:rect l="T162" t="T163" r="T164" b="T165"/>
                          <a:pathLst>
                            <a:path w="1854" h="2824">
                              <a:moveTo>
                                <a:pt x="923" y="2824"/>
                              </a:moveTo>
                              <a:lnTo>
                                <a:pt x="891" y="2792"/>
                              </a:lnTo>
                              <a:lnTo>
                                <a:pt x="860" y="2761"/>
                              </a:lnTo>
                              <a:lnTo>
                                <a:pt x="829" y="2732"/>
                              </a:lnTo>
                              <a:lnTo>
                                <a:pt x="798" y="2704"/>
                              </a:lnTo>
                              <a:lnTo>
                                <a:pt x="768" y="2678"/>
                              </a:lnTo>
                              <a:lnTo>
                                <a:pt x="738" y="2654"/>
                              </a:lnTo>
                              <a:lnTo>
                                <a:pt x="708" y="2630"/>
                              </a:lnTo>
                              <a:lnTo>
                                <a:pt x="678" y="2608"/>
                              </a:lnTo>
                              <a:lnTo>
                                <a:pt x="648" y="2587"/>
                              </a:lnTo>
                              <a:lnTo>
                                <a:pt x="619" y="2568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8" o:spid="_x0000_s1026" style="position:absolute;margin-left:-61.15pt;margin-top:-353.95pt;width:9.3pt;height:14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54,2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" path="m923,2824r-32,-32l860,2761r-31,-29l798,2704r-30,-26l738,2654r-30,-24l678,2608r-30,-21l619,2568r304,256xe" filled="f" strokeweight=".5pt">
                <v:path arrowok="t" o:connecttype="custom" o:connectlocs="5670,17818;5288,17436;4905,17054;4523,16800;4141,16481;3759,16291;3376,16036;3058,15845;2676,15718;2293,15527;1784,15400;1083,15145;382,14954;382,14127;1019,12600;1656,11072;2166,9673;2676,8336;3058,7063;3631,5345;4268,3309;4651,2100;4905,1464;5096,891;5351,445;5542,191;5797,0;5988,0;6243,191;6498,445;6689,891;6944,1464;7135,2100;7581,3309;8154,5345;8728,7063;9174,8336;9683,9673;10193,11072;10830,12536;11467,14063;11467,14954;10766,15145;10065,15336;9492,15527;9174,15718;8791,15845;8409,16036;8027,16227;7645,16481;7262,16800;6880,17054;6498,17436;6116,17818" o:connectangles="0,0,0,0,0,0,0,0,0,0,0,0,0,0,0,0,0,0,0,0,0,0,0,0,0,0,0,0,0,0,0,0,0,0,0,0,0,0,0,0,0,0,0,0,0,0,0,0,0,0,0,0,0,0" textboxrect="0,0,1854,2824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-568960</wp:posOffset>
                </wp:positionH>
                <wp:positionV relativeFrom="paragraph">
                  <wp:posOffset>-6239510</wp:posOffset>
                </wp:positionV>
                <wp:extent cx="73660" cy="360045"/>
                <wp:effectExtent l="0" t="0" r="28575" b="37465"/>
                <wp:wrapNone/>
                <wp:docPr id="11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045"/>
                        </a:xfrm>
                        <a:custGeom>
                          <a:avLst/>
                          <a:gdLst>
                            <a:gd name="T0" fmla="*/ 105 w 1160"/>
                            <a:gd name="T1" fmla="*/ 563 h 5677"/>
                            <a:gd name="T2" fmla="*/ 108 w 1160"/>
                            <a:gd name="T3" fmla="*/ 561 h 5677"/>
                            <a:gd name="T4" fmla="*/ 110 w 1160"/>
                            <a:gd name="T5" fmla="*/ 559 h 5677"/>
                            <a:gd name="T6" fmla="*/ 112 w 1160"/>
                            <a:gd name="T7" fmla="*/ 554 h 5677"/>
                            <a:gd name="T8" fmla="*/ 114 w 1160"/>
                            <a:gd name="T9" fmla="*/ 487 h 5677"/>
                            <a:gd name="T10" fmla="*/ 114 w 1160"/>
                            <a:gd name="T11" fmla="*/ 359 h 5677"/>
                            <a:gd name="T12" fmla="*/ 114 w 1160"/>
                            <a:gd name="T13" fmla="*/ 231 h 5677"/>
                            <a:gd name="T14" fmla="*/ 114 w 1160"/>
                            <a:gd name="T15" fmla="*/ 134 h 5677"/>
                            <a:gd name="T16" fmla="*/ 116 w 1160"/>
                            <a:gd name="T17" fmla="*/ 37 h 5677"/>
                            <a:gd name="T18" fmla="*/ 115 w 1160"/>
                            <a:gd name="T19" fmla="*/ 32 h 5677"/>
                            <a:gd name="T20" fmla="*/ 116 w 1160"/>
                            <a:gd name="T21" fmla="*/ 23 h 5677"/>
                            <a:gd name="T22" fmla="*/ 116 w 1160"/>
                            <a:gd name="T23" fmla="*/ 18 h 5677"/>
                            <a:gd name="T24" fmla="*/ 115 w 1160"/>
                            <a:gd name="T25" fmla="*/ 12 h 5677"/>
                            <a:gd name="T26" fmla="*/ 114 w 1160"/>
                            <a:gd name="T27" fmla="*/ 6 h 5677"/>
                            <a:gd name="T28" fmla="*/ 113 w 1160"/>
                            <a:gd name="T29" fmla="*/ 4 h 5677"/>
                            <a:gd name="T30" fmla="*/ 112 w 1160"/>
                            <a:gd name="T31" fmla="*/ 2 h 5677"/>
                            <a:gd name="T32" fmla="*/ 110 w 1160"/>
                            <a:gd name="T33" fmla="*/ 0 h 5677"/>
                            <a:gd name="T34" fmla="*/ 108 w 1160"/>
                            <a:gd name="T35" fmla="*/ 0 h 5677"/>
                            <a:gd name="T36" fmla="*/ 106 w 1160"/>
                            <a:gd name="T37" fmla="*/ 0 h 5677"/>
                            <a:gd name="T38" fmla="*/ 101 w 1160"/>
                            <a:gd name="T39" fmla="*/ 2 h 5677"/>
                            <a:gd name="T40" fmla="*/ 96 w 1160"/>
                            <a:gd name="T41" fmla="*/ 5 h 5677"/>
                            <a:gd name="T42" fmla="*/ 85 w 1160"/>
                            <a:gd name="T43" fmla="*/ 19 h 5677"/>
                            <a:gd name="T44" fmla="*/ 66 w 1160"/>
                            <a:gd name="T45" fmla="*/ 57 h 5677"/>
                            <a:gd name="T46" fmla="*/ 50 w 1160"/>
                            <a:gd name="T47" fmla="*/ 98 h 5677"/>
                            <a:gd name="T48" fmla="*/ 37 w 1160"/>
                            <a:gd name="T49" fmla="*/ 140 h 5677"/>
                            <a:gd name="T50" fmla="*/ 26 w 1160"/>
                            <a:gd name="T51" fmla="*/ 184 h 5677"/>
                            <a:gd name="T52" fmla="*/ 17 w 1160"/>
                            <a:gd name="T53" fmla="*/ 229 h 5677"/>
                            <a:gd name="T54" fmla="*/ 11 w 1160"/>
                            <a:gd name="T55" fmla="*/ 274 h 5677"/>
                            <a:gd name="T56" fmla="*/ 6 w 1160"/>
                            <a:gd name="T57" fmla="*/ 319 h 5677"/>
                            <a:gd name="T58" fmla="*/ 3 w 1160"/>
                            <a:gd name="T59" fmla="*/ 365 h 5677"/>
                            <a:gd name="T60" fmla="*/ 1 w 1160"/>
                            <a:gd name="T61" fmla="*/ 409 h 5677"/>
                            <a:gd name="T62" fmla="*/ 0 w 1160"/>
                            <a:gd name="T63" fmla="*/ 453 h 5677"/>
                            <a:gd name="T64" fmla="*/ 7 w 1160"/>
                            <a:gd name="T65" fmla="*/ 472 h 5677"/>
                            <a:gd name="T66" fmla="*/ 16 w 1160"/>
                            <a:gd name="T67" fmla="*/ 479 h 5677"/>
                            <a:gd name="T68" fmla="*/ 25 w 1160"/>
                            <a:gd name="T69" fmla="*/ 487 h 5677"/>
                            <a:gd name="T70" fmla="*/ 32 w 1160"/>
                            <a:gd name="T71" fmla="*/ 495 h 5677"/>
                            <a:gd name="T72" fmla="*/ 39 w 1160"/>
                            <a:gd name="T73" fmla="*/ 503 h 5677"/>
                            <a:gd name="T74" fmla="*/ 45 w 1160"/>
                            <a:gd name="T75" fmla="*/ 512 h 5677"/>
                            <a:gd name="T76" fmla="*/ 51 w 1160"/>
                            <a:gd name="T77" fmla="*/ 521 h 5677"/>
                            <a:gd name="T78" fmla="*/ 56 w 1160"/>
                            <a:gd name="T79" fmla="*/ 531 h 5677"/>
                            <a:gd name="T80" fmla="*/ 64 w 1160"/>
                            <a:gd name="T81" fmla="*/ 550 h 5677"/>
                            <a:gd name="T82" fmla="*/ 73 w 1160"/>
                            <a:gd name="T83" fmla="*/ 567 h 5677"/>
                            <a:gd name="T84" fmla="*/ 84 w 1160"/>
                            <a:gd name="T85" fmla="*/ 566 h 5677"/>
                            <a:gd name="T86" fmla="*/ 91 w 1160"/>
                            <a:gd name="T87" fmla="*/ 565 h 5677"/>
                            <a:gd name="T88" fmla="*/ 96 w 1160"/>
                            <a:gd name="T89" fmla="*/ 566 h 5677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w 1160"/>
                            <a:gd name="T136" fmla="*/ 0 h 5677"/>
                            <a:gd name="T137" fmla="*/ 1160 w 1160"/>
                            <a:gd name="T138" fmla="*/ 5677 h 5677"/>
                          </a:gdLst>
                          <a:ahLst/>
                          <a:cxnLst>
                            <a:cxn ang="T90">
                              <a:pos x="T0" y="T1"/>
                            </a:cxn>
                            <a:cxn ang="T91">
                              <a:pos x="T2" y="T3"/>
                            </a:cxn>
                            <a:cxn ang="T92">
                              <a:pos x="T4" y="T5"/>
                            </a:cxn>
                            <a:cxn ang="T93">
                              <a:pos x="T6" y="T7"/>
                            </a:cxn>
                            <a:cxn ang="T94">
                              <a:pos x="T8" y="T9"/>
                            </a:cxn>
                            <a:cxn ang="T95">
                              <a:pos x="T10" y="T11"/>
                            </a:cxn>
                            <a:cxn ang="T96">
                              <a:pos x="T12" y="T13"/>
                            </a:cxn>
                            <a:cxn ang="T97">
                              <a:pos x="T14" y="T15"/>
                            </a:cxn>
                            <a:cxn ang="T98">
                              <a:pos x="T16" y="T17"/>
                            </a:cxn>
                            <a:cxn ang="T99">
                              <a:pos x="T18" y="T19"/>
                            </a:cxn>
                            <a:cxn ang="T100">
                              <a:pos x="T20" y="T21"/>
                            </a:cxn>
                            <a:cxn ang="T101">
                              <a:pos x="T22" y="T23"/>
                            </a:cxn>
                            <a:cxn ang="T102">
                              <a:pos x="T24" y="T25"/>
                            </a:cxn>
                            <a:cxn ang="T103">
                              <a:pos x="T26" y="T27"/>
                            </a:cxn>
                            <a:cxn ang="T104">
                              <a:pos x="T28" y="T29"/>
                            </a:cxn>
                            <a:cxn ang="T105">
                              <a:pos x="T30" y="T31"/>
                            </a:cxn>
                            <a:cxn ang="T106">
                              <a:pos x="T32" y="T33"/>
                            </a:cxn>
                            <a:cxn ang="T107">
                              <a:pos x="T34" y="T35"/>
                            </a:cxn>
                            <a:cxn ang="T108">
                              <a:pos x="T36" y="T37"/>
                            </a:cxn>
                            <a:cxn ang="T109">
                              <a:pos x="T38" y="T39"/>
                            </a:cxn>
                            <a:cxn ang="T110">
                              <a:pos x="T40" y="T41"/>
                            </a:cxn>
                            <a:cxn ang="T111">
                              <a:pos x="T42" y="T43"/>
                            </a:cxn>
                            <a:cxn ang="T112">
                              <a:pos x="T44" y="T45"/>
                            </a:cxn>
                            <a:cxn ang="T113">
                              <a:pos x="T46" y="T47"/>
                            </a:cxn>
                            <a:cxn ang="T114">
                              <a:pos x="T48" y="T49"/>
                            </a:cxn>
                            <a:cxn ang="T115">
                              <a:pos x="T50" y="T51"/>
                            </a:cxn>
                            <a:cxn ang="T116">
                              <a:pos x="T52" y="T53"/>
                            </a:cxn>
                            <a:cxn ang="T117">
                              <a:pos x="T54" y="T55"/>
                            </a:cxn>
                            <a:cxn ang="T118">
                              <a:pos x="T56" y="T57"/>
                            </a:cxn>
                            <a:cxn ang="T119">
                              <a:pos x="T58" y="T59"/>
                            </a:cxn>
                            <a:cxn ang="T120">
                              <a:pos x="T60" y="T61"/>
                            </a:cxn>
                            <a:cxn ang="T121">
                              <a:pos x="T62" y="T63"/>
                            </a:cxn>
                            <a:cxn ang="T122">
                              <a:pos x="T64" y="T65"/>
                            </a:cxn>
                            <a:cxn ang="T123">
                              <a:pos x="T66" y="T67"/>
                            </a:cxn>
                            <a:cxn ang="T124">
                              <a:pos x="T68" y="T69"/>
                            </a:cxn>
                            <a:cxn ang="T125">
                              <a:pos x="T70" y="T71"/>
                            </a:cxn>
                            <a:cxn ang="T126">
                              <a:pos x="T72" y="T73"/>
                            </a:cxn>
                            <a:cxn ang="T127">
                              <a:pos x="T74" y="T75"/>
                            </a:cxn>
                            <a:cxn ang="T128">
                              <a:pos x="T76" y="T77"/>
                            </a:cxn>
                            <a:cxn ang="T129">
                              <a:pos x="T78" y="T79"/>
                            </a:cxn>
                            <a:cxn ang="T130">
                              <a:pos x="T80" y="T81"/>
                            </a:cxn>
                            <a:cxn ang="T131">
                              <a:pos x="T82" y="T83"/>
                            </a:cxn>
                            <a:cxn ang="T132">
                              <a:pos x="T84" y="T85"/>
                            </a:cxn>
                            <a:cxn ang="T133">
                              <a:pos x="T86" y="T87"/>
                            </a:cxn>
                            <a:cxn ang="T134">
                              <a:pos x="T88" y="T89"/>
                            </a:cxn>
                          </a:cxnLst>
                          <a:rect l="T135" t="T136" r="T137" b="T138"/>
                          <a:pathLst>
                            <a:path w="1160" h="5677">
                              <a:moveTo>
                                <a:pt x="995" y="5671"/>
                              </a:moveTo>
                              <a:lnTo>
                                <a:pt x="1027" y="5654"/>
                              </a:lnTo>
                              <a:lnTo>
                                <a:pt x="1051" y="5638"/>
                              </a:lnTo>
                              <a:lnTo>
                                <a:pt x="1060" y="5632"/>
                              </a:lnTo>
                              <a:lnTo>
                                <a:pt x="1069" y="5626"/>
                              </a:lnTo>
                              <a:lnTo>
                                <a:pt x="1078" y="5619"/>
                              </a:lnTo>
                              <a:lnTo>
                                <a:pt x="1084" y="5612"/>
                              </a:lnTo>
                              <a:lnTo>
                                <a:pt x="1090" y="5604"/>
                              </a:lnTo>
                              <a:lnTo>
                                <a:pt x="1097" y="5596"/>
                              </a:lnTo>
                              <a:lnTo>
                                <a:pt x="1102" y="5586"/>
                              </a:lnTo>
                              <a:lnTo>
                                <a:pt x="1109" y="5575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0" o:spid="_x0000_s1026" style="position:absolute;margin-left:-44.8pt;margin-top:-491.3pt;width:5.8pt;height:28.3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" path="m995,5671r32,-17l1051,5638r9,-6l1069,5626r9,-7l1084,5612r6,-8l1097,5596r5,-10l1109,5575r-114,96xe" filled="f" strokeweight=".5pt">
                <v:path arrowok="t" o:connecttype="custom" o:connectlocs="6668,35706;6858,35580;6985,35453;7112,35136;7239,30886;7239,22768;7239,14650;7239,8499;7366,2347;7303,2029;7366,1459;7366,1142;7303,761;7239,381;7176,254;7112,127;6985,0;6858,0;6731,0;6414,127;6096,317;5398,1205;4191,3615;3175,6215;2350,8879;1651,11670;1080,14524;699,17378;381,20232;191,23149;64,25939;0,28730;445,29935;1016,30379;1588,30886;2032,31394;2477,31901;2858,32472;3239,33043;3556,33677;4064,34882;4636,35960;5334,35897;5779,35833;6096,35897" o:connectangles="0,0,0,0,0,0,0,0,0,0,0,0,0,0,0,0,0,0,0,0,0,0,0,0,0,0,0,0,0,0,0,0,0,0,0,0,0,0,0,0,0,0,0,0,0" textboxrect="0,0,1160,5677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-939800</wp:posOffset>
                </wp:positionH>
                <wp:positionV relativeFrom="paragraph">
                  <wp:posOffset>-7676515</wp:posOffset>
                </wp:positionV>
                <wp:extent cx="73660" cy="360680"/>
                <wp:effectExtent l="22225" t="0" r="0" b="35560"/>
                <wp:wrapNone/>
                <wp:docPr id="10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680"/>
                        </a:xfrm>
                        <a:custGeom>
                          <a:avLst/>
                          <a:gdLst>
                            <a:gd name="T0" fmla="*/ 11 w 1160"/>
                            <a:gd name="T1" fmla="*/ 564 h 5676"/>
                            <a:gd name="T2" fmla="*/ 8 w 1160"/>
                            <a:gd name="T3" fmla="*/ 562 h 5676"/>
                            <a:gd name="T4" fmla="*/ 6 w 1160"/>
                            <a:gd name="T5" fmla="*/ 560 h 5676"/>
                            <a:gd name="T6" fmla="*/ 4 w 1160"/>
                            <a:gd name="T7" fmla="*/ 555 h 5676"/>
                            <a:gd name="T8" fmla="*/ 2 w 1160"/>
                            <a:gd name="T9" fmla="*/ 488 h 5676"/>
                            <a:gd name="T10" fmla="*/ 2 w 1160"/>
                            <a:gd name="T11" fmla="*/ 360 h 5676"/>
                            <a:gd name="T12" fmla="*/ 2 w 1160"/>
                            <a:gd name="T13" fmla="*/ 231 h 5676"/>
                            <a:gd name="T14" fmla="*/ 2 w 1160"/>
                            <a:gd name="T15" fmla="*/ 134 h 5676"/>
                            <a:gd name="T16" fmla="*/ 0 w 1160"/>
                            <a:gd name="T17" fmla="*/ 37 h 5676"/>
                            <a:gd name="T18" fmla="*/ 1 w 1160"/>
                            <a:gd name="T19" fmla="*/ 32 h 5676"/>
                            <a:gd name="T20" fmla="*/ 0 w 1160"/>
                            <a:gd name="T21" fmla="*/ 23 h 5676"/>
                            <a:gd name="T22" fmla="*/ 0 w 1160"/>
                            <a:gd name="T23" fmla="*/ 17 h 5676"/>
                            <a:gd name="T24" fmla="*/ 1 w 1160"/>
                            <a:gd name="T25" fmla="*/ 12 h 5676"/>
                            <a:gd name="T26" fmla="*/ 2 w 1160"/>
                            <a:gd name="T27" fmla="*/ 6 h 5676"/>
                            <a:gd name="T28" fmla="*/ 3 w 1160"/>
                            <a:gd name="T29" fmla="*/ 4 h 5676"/>
                            <a:gd name="T30" fmla="*/ 4 w 1160"/>
                            <a:gd name="T31" fmla="*/ 2 h 5676"/>
                            <a:gd name="T32" fmla="*/ 6 w 1160"/>
                            <a:gd name="T33" fmla="*/ 0 h 5676"/>
                            <a:gd name="T34" fmla="*/ 8 w 1160"/>
                            <a:gd name="T35" fmla="*/ 0 h 5676"/>
                            <a:gd name="T36" fmla="*/ 10 w 1160"/>
                            <a:gd name="T37" fmla="*/ 0 h 5676"/>
                            <a:gd name="T38" fmla="*/ 15 w 1160"/>
                            <a:gd name="T39" fmla="*/ 2 h 5676"/>
                            <a:gd name="T40" fmla="*/ 20 w 1160"/>
                            <a:gd name="T41" fmla="*/ 5 h 5676"/>
                            <a:gd name="T42" fmla="*/ 31 w 1160"/>
                            <a:gd name="T43" fmla="*/ 19 h 5676"/>
                            <a:gd name="T44" fmla="*/ 50 w 1160"/>
                            <a:gd name="T45" fmla="*/ 57 h 5676"/>
                            <a:gd name="T46" fmla="*/ 66 w 1160"/>
                            <a:gd name="T47" fmla="*/ 98 h 5676"/>
                            <a:gd name="T48" fmla="*/ 79 w 1160"/>
                            <a:gd name="T49" fmla="*/ 140 h 5676"/>
                            <a:gd name="T50" fmla="*/ 90 w 1160"/>
                            <a:gd name="T51" fmla="*/ 184 h 5676"/>
                            <a:gd name="T52" fmla="*/ 99 w 1160"/>
                            <a:gd name="T53" fmla="*/ 229 h 5676"/>
                            <a:gd name="T54" fmla="*/ 105 w 1160"/>
                            <a:gd name="T55" fmla="*/ 274 h 5676"/>
                            <a:gd name="T56" fmla="*/ 110 w 1160"/>
                            <a:gd name="T57" fmla="*/ 320 h 5676"/>
                            <a:gd name="T58" fmla="*/ 113 w 1160"/>
                            <a:gd name="T59" fmla="*/ 365 h 5676"/>
                            <a:gd name="T60" fmla="*/ 115 w 1160"/>
                            <a:gd name="T61" fmla="*/ 410 h 5676"/>
                            <a:gd name="T62" fmla="*/ 116 w 1160"/>
                            <a:gd name="T63" fmla="*/ 454 h 5676"/>
                            <a:gd name="T64" fmla="*/ 109 w 1160"/>
                            <a:gd name="T65" fmla="*/ 473 h 5676"/>
                            <a:gd name="T66" fmla="*/ 100 w 1160"/>
                            <a:gd name="T67" fmla="*/ 480 h 5676"/>
                            <a:gd name="T68" fmla="*/ 91 w 1160"/>
                            <a:gd name="T69" fmla="*/ 488 h 5676"/>
                            <a:gd name="T70" fmla="*/ 84 w 1160"/>
                            <a:gd name="T71" fmla="*/ 496 h 5676"/>
                            <a:gd name="T72" fmla="*/ 77 w 1160"/>
                            <a:gd name="T73" fmla="*/ 504 h 5676"/>
                            <a:gd name="T74" fmla="*/ 71 w 1160"/>
                            <a:gd name="T75" fmla="*/ 513 h 5676"/>
                            <a:gd name="T76" fmla="*/ 65 w 1160"/>
                            <a:gd name="T77" fmla="*/ 522 h 5676"/>
                            <a:gd name="T78" fmla="*/ 60 w 1160"/>
                            <a:gd name="T79" fmla="*/ 532 h 5676"/>
                            <a:gd name="T80" fmla="*/ 55 w 1160"/>
                            <a:gd name="T81" fmla="*/ 543 h 5676"/>
                            <a:gd name="T82" fmla="*/ 49 w 1160"/>
                            <a:gd name="T83" fmla="*/ 559 h 5676"/>
                            <a:gd name="T84" fmla="*/ 40 w 1160"/>
                            <a:gd name="T85" fmla="*/ 568 h 5676"/>
                            <a:gd name="T86" fmla="*/ 30 w 1160"/>
                            <a:gd name="T87" fmla="*/ 566 h 5676"/>
                            <a:gd name="T88" fmla="*/ 23 w 1160"/>
                            <a:gd name="T89" fmla="*/ 566 h 5676"/>
                            <a:gd name="T90" fmla="*/ 18 w 1160"/>
                            <a:gd name="T91" fmla="*/ 567 h 567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w 1160"/>
                            <a:gd name="T139" fmla="*/ 0 h 5676"/>
                            <a:gd name="T140" fmla="*/ 1160 w 1160"/>
                            <a:gd name="T141" fmla="*/ 5676 h 5676"/>
                          </a:gdLst>
                          <a:ahLst/>
                          <a:cxnLst>
                            <a:cxn ang="T92">
                              <a:pos x="T0" y="T1"/>
                            </a:cxn>
                            <a:cxn ang="T93">
                              <a:pos x="T2" y="T3"/>
                            </a:cxn>
                            <a:cxn ang="T94">
                              <a:pos x="T4" y="T5"/>
                            </a:cxn>
                            <a:cxn ang="T95">
                              <a:pos x="T6" y="T7"/>
                            </a:cxn>
                            <a:cxn ang="T96">
                              <a:pos x="T8" y="T9"/>
                            </a:cxn>
                            <a:cxn ang="T97">
                              <a:pos x="T10" y="T11"/>
                            </a:cxn>
                            <a:cxn ang="T98">
                              <a:pos x="T12" y="T13"/>
                            </a:cxn>
                            <a:cxn ang="T99">
                              <a:pos x="T14" y="T15"/>
                            </a:cxn>
                            <a:cxn ang="T100">
                              <a:pos x="T16" y="T17"/>
                            </a:cxn>
                            <a:cxn ang="T101">
                              <a:pos x="T18" y="T19"/>
                            </a:cxn>
                            <a:cxn ang="T102">
                              <a:pos x="T20" y="T21"/>
                            </a:cxn>
                            <a:cxn ang="T103">
                              <a:pos x="T22" y="T23"/>
                            </a:cxn>
                            <a:cxn ang="T104">
                              <a:pos x="T24" y="T25"/>
                            </a:cxn>
                            <a:cxn ang="T105">
                              <a:pos x="T26" y="T27"/>
                            </a:cxn>
                            <a:cxn ang="T106">
                              <a:pos x="T28" y="T29"/>
                            </a:cxn>
                            <a:cxn ang="T107">
                              <a:pos x="T30" y="T31"/>
                            </a:cxn>
                            <a:cxn ang="T108">
                              <a:pos x="T32" y="T33"/>
                            </a:cxn>
                            <a:cxn ang="T109">
                              <a:pos x="T34" y="T35"/>
                            </a:cxn>
                            <a:cxn ang="T110">
                              <a:pos x="T36" y="T37"/>
                            </a:cxn>
                            <a:cxn ang="T111">
                              <a:pos x="T38" y="T39"/>
                            </a:cxn>
                            <a:cxn ang="T112">
                              <a:pos x="T40" y="T41"/>
                            </a:cxn>
                            <a:cxn ang="T113">
                              <a:pos x="T42" y="T43"/>
                            </a:cxn>
                            <a:cxn ang="T114">
                              <a:pos x="T44" y="T45"/>
                            </a:cxn>
                            <a:cxn ang="T115">
                              <a:pos x="T46" y="T47"/>
                            </a:cxn>
                            <a:cxn ang="T116">
                              <a:pos x="T48" y="T49"/>
                            </a:cxn>
                            <a:cxn ang="T117">
                              <a:pos x="T50" y="T51"/>
                            </a:cxn>
                            <a:cxn ang="T118">
                              <a:pos x="T52" y="T53"/>
                            </a:cxn>
                            <a:cxn ang="T119">
                              <a:pos x="T54" y="T55"/>
                            </a:cxn>
                            <a:cxn ang="T120">
                              <a:pos x="T56" y="T57"/>
                            </a:cxn>
                            <a:cxn ang="T121">
                              <a:pos x="T58" y="T59"/>
                            </a:cxn>
                            <a:cxn ang="T122">
                              <a:pos x="T60" y="T61"/>
                            </a:cxn>
                            <a:cxn ang="T123">
                              <a:pos x="T62" y="T63"/>
                            </a:cxn>
                            <a:cxn ang="T124">
                              <a:pos x="T64" y="T65"/>
                            </a:cxn>
                            <a:cxn ang="T125">
                              <a:pos x="T66" y="T67"/>
                            </a:cxn>
                            <a:cxn ang="T126">
                              <a:pos x="T68" y="T69"/>
                            </a:cxn>
                            <a:cxn ang="T127">
                              <a:pos x="T70" y="T71"/>
                            </a:cxn>
                            <a:cxn ang="T128">
                              <a:pos x="T72" y="T73"/>
                            </a:cxn>
                            <a:cxn ang="T129">
                              <a:pos x="T74" y="T75"/>
                            </a:cxn>
                            <a:cxn ang="T130">
                              <a:pos x="T76" y="T77"/>
                            </a:cxn>
                            <a:cxn ang="T131">
                              <a:pos x="T78" y="T79"/>
                            </a:cxn>
                            <a:cxn ang="T132">
                              <a:pos x="T80" y="T81"/>
                            </a:cxn>
                            <a:cxn ang="T133">
                              <a:pos x="T82" y="T83"/>
                            </a:cxn>
                            <a:cxn ang="T134">
                              <a:pos x="T84" y="T85"/>
                            </a:cxn>
                            <a:cxn ang="T135">
                              <a:pos x="T86" y="T87"/>
                            </a:cxn>
                            <a:cxn ang="T136">
                              <a:pos x="T88" y="T89"/>
                            </a:cxn>
                            <a:cxn ang="T137">
                              <a:pos x="T90" y="T91"/>
                            </a:cxn>
                          </a:cxnLst>
                          <a:rect l="T138" t="T139" r="T140" b="T141"/>
                          <a:pathLst>
                            <a:path w="1160" h="5676">
                              <a:moveTo>
                                <a:pt x="165" y="5670"/>
                              </a:moveTo>
                              <a:lnTo>
                                <a:pt x="133" y="5653"/>
                              </a:lnTo>
                              <a:lnTo>
                                <a:pt x="109" y="5638"/>
                              </a:lnTo>
                              <a:lnTo>
                                <a:pt x="100" y="5631"/>
                              </a:lnTo>
                              <a:lnTo>
                                <a:pt x="90" y="5625"/>
                              </a:lnTo>
                              <a:lnTo>
                                <a:pt x="82" y="5618"/>
                              </a:lnTo>
                              <a:lnTo>
                                <a:pt x="76" y="5611"/>
                              </a:lnTo>
                              <a:lnTo>
                                <a:pt x="70" y="5603"/>
                              </a:lnTo>
                              <a:lnTo>
                                <a:pt x="63" y="5595"/>
                              </a:lnTo>
                              <a:lnTo>
                                <a:pt x="57" y="5585"/>
                              </a:lnTo>
                              <a:lnTo>
                                <a:pt x="51" y="5574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2" o:spid="_x0000_s1026" style="position:absolute;margin-left:-74pt;margin-top:-604.45pt;width:5.8pt;height:28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" path="m165,5670r-32,-17l109,5638r-9,-7l90,5625r-8,-7l76,5611r-6,-8l63,5595r-6,-10l51,5574r114,96xe" filled="f" strokeweight=".5pt">
                <v:path arrowok="t" o:connecttype="custom" o:connectlocs="699,35839;508,35712;381,35585;254,35267;127,31010;127,22876;127,14679;127,8515;0,2351;64,2033;0,1462;0,1080;64,763;127,381;191,254;254,127;381,0;508,0;635,0;953,127;1270,318;1969,1207;3175,3622;4191,6227;5017,8896;5715,11692;6287,14552;6668,17411;6985,20334;7176,23194;7303,26053;7366,28849;6922,30057;6350,30501;5779,31010;5334,31518;4890,32027;4509,32598;4128,33170;3810,33806;3493,34505;3112,35522;2540,36093;1905,35966;1461,35966;1143,36030" o:connectangles="0,0,0,0,0,0,0,0,0,0,0,0,0,0,0,0,0,0,0,0,0,0,0,0,0,0,0,0,0,0,0,0,0,0,0,0,0,0,0,0,0,0,0,0,0,0" textboxrect="0,0,1160,5676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-939800</wp:posOffset>
                </wp:positionH>
                <wp:positionV relativeFrom="paragraph">
                  <wp:posOffset>-6957695</wp:posOffset>
                </wp:positionV>
                <wp:extent cx="73660" cy="360680"/>
                <wp:effectExtent l="3175" t="0" r="0" b="2540"/>
                <wp:wrapNone/>
                <wp:docPr id="9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680"/>
                        </a:xfrm>
                        <a:custGeom>
                          <a:avLst/>
                          <a:gdLst>
                            <a:gd name="T0" fmla="*/ 11 w 1160"/>
                            <a:gd name="T1" fmla="*/ 564 h 5676"/>
                            <a:gd name="T2" fmla="*/ 8 w 1160"/>
                            <a:gd name="T3" fmla="*/ 562 h 5676"/>
                            <a:gd name="T4" fmla="*/ 6 w 1160"/>
                            <a:gd name="T5" fmla="*/ 560 h 5676"/>
                            <a:gd name="T6" fmla="*/ 4 w 1160"/>
                            <a:gd name="T7" fmla="*/ 555 h 5676"/>
                            <a:gd name="T8" fmla="*/ 2 w 1160"/>
                            <a:gd name="T9" fmla="*/ 488 h 5676"/>
                            <a:gd name="T10" fmla="*/ 2 w 1160"/>
                            <a:gd name="T11" fmla="*/ 360 h 5676"/>
                            <a:gd name="T12" fmla="*/ 2 w 1160"/>
                            <a:gd name="T13" fmla="*/ 231 h 5676"/>
                            <a:gd name="T14" fmla="*/ 2 w 1160"/>
                            <a:gd name="T15" fmla="*/ 134 h 5676"/>
                            <a:gd name="T16" fmla="*/ 0 w 1160"/>
                            <a:gd name="T17" fmla="*/ 37 h 5676"/>
                            <a:gd name="T18" fmla="*/ 1 w 1160"/>
                            <a:gd name="T19" fmla="*/ 32 h 5676"/>
                            <a:gd name="T20" fmla="*/ 0 w 1160"/>
                            <a:gd name="T21" fmla="*/ 23 h 5676"/>
                            <a:gd name="T22" fmla="*/ 0 w 1160"/>
                            <a:gd name="T23" fmla="*/ 17 h 5676"/>
                            <a:gd name="T24" fmla="*/ 1 w 1160"/>
                            <a:gd name="T25" fmla="*/ 12 h 5676"/>
                            <a:gd name="T26" fmla="*/ 2 w 1160"/>
                            <a:gd name="T27" fmla="*/ 6 h 5676"/>
                            <a:gd name="T28" fmla="*/ 3 w 1160"/>
                            <a:gd name="T29" fmla="*/ 4 h 5676"/>
                            <a:gd name="T30" fmla="*/ 4 w 1160"/>
                            <a:gd name="T31" fmla="*/ 2 h 5676"/>
                            <a:gd name="T32" fmla="*/ 6 w 1160"/>
                            <a:gd name="T33" fmla="*/ 0 h 5676"/>
                            <a:gd name="T34" fmla="*/ 8 w 1160"/>
                            <a:gd name="T35" fmla="*/ 0 h 5676"/>
                            <a:gd name="T36" fmla="*/ 10 w 1160"/>
                            <a:gd name="T37" fmla="*/ 0 h 5676"/>
                            <a:gd name="T38" fmla="*/ 15 w 1160"/>
                            <a:gd name="T39" fmla="*/ 2 h 5676"/>
                            <a:gd name="T40" fmla="*/ 20 w 1160"/>
                            <a:gd name="T41" fmla="*/ 5 h 5676"/>
                            <a:gd name="T42" fmla="*/ 31 w 1160"/>
                            <a:gd name="T43" fmla="*/ 19 h 5676"/>
                            <a:gd name="T44" fmla="*/ 50 w 1160"/>
                            <a:gd name="T45" fmla="*/ 57 h 5676"/>
                            <a:gd name="T46" fmla="*/ 66 w 1160"/>
                            <a:gd name="T47" fmla="*/ 98 h 5676"/>
                            <a:gd name="T48" fmla="*/ 79 w 1160"/>
                            <a:gd name="T49" fmla="*/ 140 h 5676"/>
                            <a:gd name="T50" fmla="*/ 90 w 1160"/>
                            <a:gd name="T51" fmla="*/ 184 h 5676"/>
                            <a:gd name="T52" fmla="*/ 99 w 1160"/>
                            <a:gd name="T53" fmla="*/ 229 h 5676"/>
                            <a:gd name="T54" fmla="*/ 105 w 1160"/>
                            <a:gd name="T55" fmla="*/ 274 h 5676"/>
                            <a:gd name="T56" fmla="*/ 110 w 1160"/>
                            <a:gd name="T57" fmla="*/ 320 h 5676"/>
                            <a:gd name="T58" fmla="*/ 113 w 1160"/>
                            <a:gd name="T59" fmla="*/ 365 h 5676"/>
                            <a:gd name="T60" fmla="*/ 115 w 1160"/>
                            <a:gd name="T61" fmla="*/ 410 h 5676"/>
                            <a:gd name="T62" fmla="*/ 116 w 1160"/>
                            <a:gd name="T63" fmla="*/ 454 h 5676"/>
                            <a:gd name="T64" fmla="*/ 109 w 1160"/>
                            <a:gd name="T65" fmla="*/ 473 h 5676"/>
                            <a:gd name="T66" fmla="*/ 100 w 1160"/>
                            <a:gd name="T67" fmla="*/ 480 h 5676"/>
                            <a:gd name="T68" fmla="*/ 91 w 1160"/>
                            <a:gd name="T69" fmla="*/ 488 h 5676"/>
                            <a:gd name="T70" fmla="*/ 84 w 1160"/>
                            <a:gd name="T71" fmla="*/ 496 h 5676"/>
                            <a:gd name="T72" fmla="*/ 77 w 1160"/>
                            <a:gd name="T73" fmla="*/ 504 h 5676"/>
                            <a:gd name="T74" fmla="*/ 71 w 1160"/>
                            <a:gd name="T75" fmla="*/ 513 h 5676"/>
                            <a:gd name="T76" fmla="*/ 65 w 1160"/>
                            <a:gd name="T77" fmla="*/ 522 h 5676"/>
                            <a:gd name="T78" fmla="*/ 60 w 1160"/>
                            <a:gd name="T79" fmla="*/ 532 h 5676"/>
                            <a:gd name="T80" fmla="*/ 55 w 1160"/>
                            <a:gd name="T81" fmla="*/ 543 h 5676"/>
                            <a:gd name="T82" fmla="*/ 49 w 1160"/>
                            <a:gd name="T83" fmla="*/ 559 h 5676"/>
                            <a:gd name="T84" fmla="*/ 40 w 1160"/>
                            <a:gd name="T85" fmla="*/ 568 h 5676"/>
                            <a:gd name="T86" fmla="*/ 30 w 1160"/>
                            <a:gd name="T87" fmla="*/ 566 h 5676"/>
                            <a:gd name="T88" fmla="*/ 23 w 1160"/>
                            <a:gd name="T89" fmla="*/ 566 h 5676"/>
                            <a:gd name="T90" fmla="*/ 18 w 1160"/>
                            <a:gd name="T91" fmla="*/ 567 h 567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w 1160"/>
                            <a:gd name="T139" fmla="*/ 0 h 5676"/>
                            <a:gd name="T140" fmla="*/ 1160 w 1160"/>
                            <a:gd name="T141" fmla="*/ 5676 h 5676"/>
                          </a:gdLst>
                          <a:ahLst/>
                          <a:cxnLst>
                            <a:cxn ang="T92">
                              <a:pos x="T0" y="T1"/>
                            </a:cxn>
                            <a:cxn ang="T93">
                              <a:pos x="T2" y="T3"/>
                            </a:cxn>
                            <a:cxn ang="T94">
                              <a:pos x="T4" y="T5"/>
                            </a:cxn>
                            <a:cxn ang="T95">
                              <a:pos x="T6" y="T7"/>
                            </a:cxn>
                            <a:cxn ang="T96">
                              <a:pos x="T8" y="T9"/>
                            </a:cxn>
                            <a:cxn ang="T97">
                              <a:pos x="T10" y="T11"/>
                            </a:cxn>
                            <a:cxn ang="T98">
                              <a:pos x="T12" y="T13"/>
                            </a:cxn>
                            <a:cxn ang="T99">
                              <a:pos x="T14" y="T15"/>
                            </a:cxn>
                            <a:cxn ang="T100">
                              <a:pos x="T16" y="T17"/>
                            </a:cxn>
                            <a:cxn ang="T101">
                              <a:pos x="T18" y="T19"/>
                            </a:cxn>
                            <a:cxn ang="T102">
                              <a:pos x="T20" y="T21"/>
                            </a:cxn>
                            <a:cxn ang="T103">
                              <a:pos x="T22" y="T23"/>
                            </a:cxn>
                            <a:cxn ang="T104">
                              <a:pos x="T24" y="T25"/>
                            </a:cxn>
                            <a:cxn ang="T105">
                              <a:pos x="T26" y="T27"/>
                            </a:cxn>
                            <a:cxn ang="T106">
                              <a:pos x="T28" y="T29"/>
                            </a:cxn>
                            <a:cxn ang="T107">
                              <a:pos x="T30" y="T31"/>
                            </a:cxn>
                            <a:cxn ang="T108">
                              <a:pos x="T32" y="T33"/>
                            </a:cxn>
                            <a:cxn ang="T109">
                              <a:pos x="T34" y="T35"/>
                            </a:cxn>
                            <a:cxn ang="T110">
                              <a:pos x="T36" y="T37"/>
                            </a:cxn>
                            <a:cxn ang="T111">
                              <a:pos x="T38" y="T39"/>
                            </a:cxn>
                            <a:cxn ang="T112">
                              <a:pos x="T40" y="T41"/>
                            </a:cxn>
                            <a:cxn ang="T113">
                              <a:pos x="T42" y="T43"/>
                            </a:cxn>
                            <a:cxn ang="T114">
                              <a:pos x="T44" y="T45"/>
                            </a:cxn>
                            <a:cxn ang="T115">
                              <a:pos x="T46" y="T47"/>
                            </a:cxn>
                            <a:cxn ang="T116">
                              <a:pos x="T48" y="T49"/>
                            </a:cxn>
                            <a:cxn ang="T117">
                              <a:pos x="T50" y="T51"/>
                            </a:cxn>
                            <a:cxn ang="T118">
                              <a:pos x="T52" y="T53"/>
                            </a:cxn>
                            <a:cxn ang="T119">
                              <a:pos x="T54" y="T55"/>
                            </a:cxn>
                            <a:cxn ang="T120">
                              <a:pos x="T56" y="T57"/>
                            </a:cxn>
                            <a:cxn ang="T121">
                              <a:pos x="T58" y="T59"/>
                            </a:cxn>
                            <a:cxn ang="T122">
                              <a:pos x="T60" y="T61"/>
                            </a:cxn>
                            <a:cxn ang="T123">
                              <a:pos x="T62" y="T63"/>
                            </a:cxn>
                            <a:cxn ang="T124">
                              <a:pos x="T64" y="T65"/>
                            </a:cxn>
                            <a:cxn ang="T125">
                              <a:pos x="T66" y="T67"/>
                            </a:cxn>
                            <a:cxn ang="T126">
                              <a:pos x="T68" y="T69"/>
                            </a:cxn>
                            <a:cxn ang="T127">
                              <a:pos x="T70" y="T71"/>
                            </a:cxn>
                            <a:cxn ang="T128">
                              <a:pos x="T72" y="T73"/>
                            </a:cxn>
                            <a:cxn ang="T129">
                              <a:pos x="T74" y="T75"/>
                            </a:cxn>
                            <a:cxn ang="T130">
                              <a:pos x="T76" y="T77"/>
                            </a:cxn>
                            <a:cxn ang="T131">
                              <a:pos x="T78" y="T79"/>
                            </a:cxn>
                            <a:cxn ang="T132">
                              <a:pos x="T80" y="T81"/>
                            </a:cxn>
                            <a:cxn ang="T133">
                              <a:pos x="T82" y="T83"/>
                            </a:cxn>
                            <a:cxn ang="T134">
                              <a:pos x="T84" y="T85"/>
                            </a:cxn>
                            <a:cxn ang="T135">
                              <a:pos x="T86" y="T87"/>
                            </a:cxn>
                            <a:cxn ang="T136">
                              <a:pos x="T88" y="T89"/>
                            </a:cxn>
                            <a:cxn ang="T137">
                              <a:pos x="T90" y="T91"/>
                            </a:cxn>
                          </a:cxnLst>
                          <a:rect l="T138" t="T139" r="T140" b="T141"/>
                          <a:pathLst>
                            <a:path w="1160" h="5676">
                              <a:moveTo>
                                <a:pt x="165" y="5670"/>
                              </a:moveTo>
                              <a:lnTo>
                                <a:pt x="133" y="5653"/>
                              </a:lnTo>
                              <a:lnTo>
                                <a:pt x="109" y="5638"/>
                              </a:lnTo>
                              <a:lnTo>
                                <a:pt x="100" y="5631"/>
                              </a:lnTo>
                              <a:lnTo>
                                <a:pt x="90" y="5625"/>
                              </a:lnTo>
                              <a:lnTo>
                                <a:pt x="82" y="5618"/>
                              </a:lnTo>
                              <a:lnTo>
                                <a:pt x="76" y="5611"/>
                              </a:lnTo>
                              <a:lnTo>
                                <a:pt x="70" y="5603"/>
                              </a:lnTo>
                              <a:lnTo>
                                <a:pt x="63" y="5595"/>
                              </a:lnTo>
                              <a:lnTo>
                                <a:pt x="57" y="5585"/>
                              </a:lnTo>
                              <a:lnTo>
                                <a:pt x="51" y="55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1" o:spid="_x0000_s1026" style="position:absolute;margin-left:-74pt;margin-top:-547.85pt;width:5.8pt;height:28.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" path="m165,5670r-32,-17l109,5638r-9,-7l90,5625r-8,-7l76,5611r-6,-8l63,5595r-6,-10l51,5574r114,96xe" stroked="f">
                <v:path arrowok="t" o:connecttype="custom" o:connectlocs="699,35839;508,35712;381,35585;254,35267;127,31010;127,22876;127,14679;127,8515;0,2351;64,2033;0,1462;0,1080;64,763;127,381;191,254;254,127;381,0;508,0;635,0;953,127;1270,318;1969,1207;3175,3622;4191,6227;5017,8896;5715,11692;6287,14552;6668,17411;6985,20334;7176,23194;7303,26053;7366,28849;6922,30057;6350,30501;5779,31010;5334,31518;4890,32027;4509,32598;4128,33170;3810,33806;3493,34505;3112,35522;2540,36093;1905,35966;1461,35966;1143,36030" o:connectangles="0,0,0,0,0,0,0,0,0,0,0,0,0,0,0,0,0,0,0,0,0,0,0,0,0,0,0,0,0,0,0,0,0,0,0,0,0,0,0,0,0,0,0,0,0,0" textboxrect="0,0,1160,5676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-568960</wp:posOffset>
                </wp:positionH>
                <wp:positionV relativeFrom="paragraph">
                  <wp:posOffset>-5520690</wp:posOffset>
                </wp:positionV>
                <wp:extent cx="73660" cy="360045"/>
                <wp:effectExtent l="0" t="0" r="0" b="4445"/>
                <wp:wrapNone/>
                <wp:docPr id="8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045"/>
                        </a:xfrm>
                        <a:custGeom>
                          <a:avLst/>
                          <a:gdLst>
                            <a:gd name="T0" fmla="*/ 105 w 1160"/>
                            <a:gd name="T1" fmla="*/ 563 h 5677"/>
                            <a:gd name="T2" fmla="*/ 108 w 1160"/>
                            <a:gd name="T3" fmla="*/ 561 h 5677"/>
                            <a:gd name="T4" fmla="*/ 110 w 1160"/>
                            <a:gd name="T5" fmla="*/ 559 h 5677"/>
                            <a:gd name="T6" fmla="*/ 112 w 1160"/>
                            <a:gd name="T7" fmla="*/ 554 h 5677"/>
                            <a:gd name="T8" fmla="*/ 114 w 1160"/>
                            <a:gd name="T9" fmla="*/ 487 h 5677"/>
                            <a:gd name="T10" fmla="*/ 114 w 1160"/>
                            <a:gd name="T11" fmla="*/ 359 h 5677"/>
                            <a:gd name="T12" fmla="*/ 114 w 1160"/>
                            <a:gd name="T13" fmla="*/ 231 h 5677"/>
                            <a:gd name="T14" fmla="*/ 114 w 1160"/>
                            <a:gd name="T15" fmla="*/ 134 h 5677"/>
                            <a:gd name="T16" fmla="*/ 116 w 1160"/>
                            <a:gd name="T17" fmla="*/ 37 h 5677"/>
                            <a:gd name="T18" fmla="*/ 115 w 1160"/>
                            <a:gd name="T19" fmla="*/ 32 h 5677"/>
                            <a:gd name="T20" fmla="*/ 116 w 1160"/>
                            <a:gd name="T21" fmla="*/ 23 h 5677"/>
                            <a:gd name="T22" fmla="*/ 116 w 1160"/>
                            <a:gd name="T23" fmla="*/ 18 h 5677"/>
                            <a:gd name="T24" fmla="*/ 115 w 1160"/>
                            <a:gd name="T25" fmla="*/ 12 h 5677"/>
                            <a:gd name="T26" fmla="*/ 114 w 1160"/>
                            <a:gd name="T27" fmla="*/ 6 h 5677"/>
                            <a:gd name="T28" fmla="*/ 113 w 1160"/>
                            <a:gd name="T29" fmla="*/ 4 h 5677"/>
                            <a:gd name="T30" fmla="*/ 112 w 1160"/>
                            <a:gd name="T31" fmla="*/ 2 h 5677"/>
                            <a:gd name="T32" fmla="*/ 110 w 1160"/>
                            <a:gd name="T33" fmla="*/ 0 h 5677"/>
                            <a:gd name="T34" fmla="*/ 108 w 1160"/>
                            <a:gd name="T35" fmla="*/ 0 h 5677"/>
                            <a:gd name="T36" fmla="*/ 106 w 1160"/>
                            <a:gd name="T37" fmla="*/ 0 h 5677"/>
                            <a:gd name="T38" fmla="*/ 101 w 1160"/>
                            <a:gd name="T39" fmla="*/ 2 h 5677"/>
                            <a:gd name="T40" fmla="*/ 96 w 1160"/>
                            <a:gd name="T41" fmla="*/ 5 h 5677"/>
                            <a:gd name="T42" fmla="*/ 85 w 1160"/>
                            <a:gd name="T43" fmla="*/ 19 h 5677"/>
                            <a:gd name="T44" fmla="*/ 66 w 1160"/>
                            <a:gd name="T45" fmla="*/ 57 h 5677"/>
                            <a:gd name="T46" fmla="*/ 50 w 1160"/>
                            <a:gd name="T47" fmla="*/ 98 h 5677"/>
                            <a:gd name="T48" fmla="*/ 37 w 1160"/>
                            <a:gd name="T49" fmla="*/ 140 h 5677"/>
                            <a:gd name="T50" fmla="*/ 26 w 1160"/>
                            <a:gd name="T51" fmla="*/ 184 h 5677"/>
                            <a:gd name="T52" fmla="*/ 17 w 1160"/>
                            <a:gd name="T53" fmla="*/ 229 h 5677"/>
                            <a:gd name="T54" fmla="*/ 11 w 1160"/>
                            <a:gd name="T55" fmla="*/ 274 h 5677"/>
                            <a:gd name="T56" fmla="*/ 6 w 1160"/>
                            <a:gd name="T57" fmla="*/ 319 h 5677"/>
                            <a:gd name="T58" fmla="*/ 3 w 1160"/>
                            <a:gd name="T59" fmla="*/ 365 h 5677"/>
                            <a:gd name="T60" fmla="*/ 1 w 1160"/>
                            <a:gd name="T61" fmla="*/ 409 h 5677"/>
                            <a:gd name="T62" fmla="*/ 0 w 1160"/>
                            <a:gd name="T63" fmla="*/ 453 h 5677"/>
                            <a:gd name="T64" fmla="*/ 7 w 1160"/>
                            <a:gd name="T65" fmla="*/ 472 h 5677"/>
                            <a:gd name="T66" fmla="*/ 16 w 1160"/>
                            <a:gd name="T67" fmla="*/ 479 h 5677"/>
                            <a:gd name="T68" fmla="*/ 25 w 1160"/>
                            <a:gd name="T69" fmla="*/ 487 h 5677"/>
                            <a:gd name="T70" fmla="*/ 32 w 1160"/>
                            <a:gd name="T71" fmla="*/ 495 h 5677"/>
                            <a:gd name="T72" fmla="*/ 39 w 1160"/>
                            <a:gd name="T73" fmla="*/ 503 h 5677"/>
                            <a:gd name="T74" fmla="*/ 45 w 1160"/>
                            <a:gd name="T75" fmla="*/ 512 h 5677"/>
                            <a:gd name="T76" fmla="*/ 51 w 1160"/>
                            <a:gd name="T77" fmla="*/ 521 h 5677"/>
                            <a:gd name="T78" fmla="*/ 56 w 1160"/>
                            <a:gd name="T79" fmla="*/ 531 h 5677"/>
                            <a:gd name="T80" fmla="*/ 64 w 1160"/>
                            <a:gd name="T81" fmla="*/ 550 h 5677"/>
                            <a:gd name="T82" fmla="*/ 73 w 1160"/>
                            <a:gd name="T83" fmla="*/ 567 h 5677"/>
                            <a:gd name="T84" fmla="*/ 84 w 1160"/>
                            <a:gd name="T85" fmla="*/ 566 h 5677"/>
                            <a:gd name="T86" fmla="*/ 91 w 1160"/>
                            <a:gd name="T87" fmla="*/ 565 h 5677"/>
                            <a:gd name="T88" fmla="*/ 96 w 1160"/>
                            <a:gd name="T89" fmla="*/ 566 h 5677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w 1160"/>
                            <a:gd name="T136" fmla="*/ 0 h 5677"/>
                            <a:gd name="T137" fmla="*/ 1160 w 1160"/>
                            <a:gd name="T138" fmla="*/ 5677 h 5677"/>
                          </a:gdLst>
                          <a:ahLst/>
                          <a:cxnLst>
                            <a:cxn ang="T90">
                              <a:pos x="T0" y="T1"/>
                            </a:cxn>
                            <a:cxn ang="T91">
                              <a:pos x="T2" y="T3"/>
                            </a:cxn>
                            <a:cxn ang="T92">
                              <a:pos x="T4" y="T5"/>
                            </a:cxn>
                            <a:cxn ang="T93">
                              <a:pos x="T6" y="T7"/>
                            </a:cxn>
                            <a:cxn ang="T94">
                              <a:pos x="T8" y="T9"/>
                            </a:cxn>
                            <a:cxn ang="T95">
                              <a:pos x="T10" y="T11"/>
                            </a:cxn>
                            <a:cxn ang="T96">
                              <a:pos x="T12" y="T13"/>
                            </a:cxn>
                            <a:cxn ang="T97">
                              <a:pos x="T14" y="T15"/>
                            </a:cxn>
                            <a:cxn ang="T98">
                              <a:pos x="T16" y="T17"/>
                            </a:cxn>
                            <a:cxn ang="T99">
                              <a:pos x="T18" y="T19"/>
                            </a:cxn>
                            <a:cxn ang="T100">
                              <a:pos x="T20" y="T21"/>
                            </a:cxn>
                            <a:cxn ang="T101">
                              <a:pos x="T22" y="T23"/>
                            </a:cxn>
                            <a:cxn ang="T102">
                              <a:pos x="T24" y="T25"/>
                            </a:cxn>
                            <a:cxn ang="T103">
                              <a:pos x="T26" y="T27"/>
                            </a:cxn>
                            <a:cxn ang="T104">
                              <a:pos x="T28" y="T29"/>
                            </a:cxn>
                            <a:cxn ang="T105">
                              <a:pos x="T30" y="T31"/>
                            </a:cxn>
                            <a:cxn ang="T106">
                              <a:pos x="T32" y="T33"/>
                            </a:cxn>
                            <a:cxn ang="T107">
                              <a:pos x="T34" y="T35"/>
                            </a:cxn>
                            <a:cxn ang="T108">
                              <a:pos x="T36" y="T37"/>
                            </a:cxn>
                            <a:cxn ang="T109">
                              <a:pos x="T38" y="T39"/>
                            </a:cxn>
                            <a:cxn ang="T110">
                              <a:pos x="T40" y="T41"/>
                            </a:cxn>
                            <a:cxn ang="T111">
                              <a:pos x="T42" y="T43"/>
                            </a:cxn>
                            <a:cxn ang="T112">
                              <a:pos x="T44" y="T45"/>
                            </a:cxn>
                            <a:cxn ang="T113">
                              <a:pos x="T46" y="T47"/>
                            </a:cxn>
                            <a:cxn ang="T114">
                              <a:pos x="T48" y="T49"/>
                            </a:cxn>
                            <a:cxn ang="T115">
                              <a:pos x="T50" y="T51"/>
                            </a:cxn>
                            <a:cxn ang="T116">
                              <a:pos x="T52" y="T53"/>
                            </a:cxn>
                            <a:cxn ang="T117">
                              <a:pos x="T54" y="T55"/>
                            </a:cxn>
                            <a:cxn ang="T118">
                              <a:pos x="T56" y="T57"/>
                            </a:cxn>
                            <a:cxn ang="T119">
                              <a:pos x="T58" y="T59"/>
                            </a:cxn>
                            <a:cxn ang="T120">
                              <a:pos x="T60" y="T61"/>
                            </a:cxn>
                            <a:cxn ang="T121">
                              <a:pos x="T62" y="T63"/>
                            </a:cxn>
                            <a:cxn ang="T122">
                              <a:pos x="T64" y="T65"/>
                            </a:cxn>
                            <a:cxn ang="T123">
                              <a:pos x="T66" y="T67"/>
                            </a:cxn>
                            <a:cxn ang="T124">
                              <a:pos x="T68" y="T69"/>
                            </a:cxn>
                            <a:cxn ang="T125">
                              <a:pos x="T70" y="T71"/>
                            </a:cxn>
                            <a:cxn ang="T126">
                              <a:pos x="T72" y="T73"/>
                            </a:cxn>
                            <a:cxn ang="T127">
                              <a:pos x="T74" y="T75"/>
                            </a:cxn>
                            <a:cxn ang="T128">
                              <a:pos x="T76" y="T77"/>
                            </a:cxn>
                            <a:cxn ang="T129">
                              <a:pos x="T78" y="T79"/>
                            </a:cxn>
                            <a:cxn ang="T130">
                              <a:pos x="T80" y="T81"/>
                            </a:cxn>
                            <a:cxn ang="T131">
                              <a:pos x="T82" y="T83"/>
                            </a:cxn>
                            <a:cxn ang="T132">
                              <a:pos x="T84" y="T85"/>
                            </a:cxn>
                            <a:cxn ang="T133">
                              <a:pos x="T86" y="T87"/>
                            </a:cxn>
                            <a:cxn ang="T134">
                              <a:pos x="T88" y="T89"/>
                            </a:cxn>
                          </a:cxnLst>
                          <a:rect l="T135" t="T136" r="T137" b="T138"/>
                          <a:pathLst>
                            <a:path w="1160" h="5677">
                              <a:moveTo>
                                <a:pt x="995" y="5671"/>
                              </a:moveTo>
                              <a:lnTo>
                                <a:pt x="1027" y="5654"/>
                              </a:lnTo>
                              <a:lnTo>
                                <a:pt x="1051" y="5638"/>
                              </a:lnTo>
                              <a:lnTo>
                                <a:pt x="1060" y="5632"/>
                              </a:lnTo>
                              <a:lnTo>
                                <a:pt x="1069" y="5626"/>
                              </a:lnTo>
                              <a:lnTo>
                                <a:pt x="1078" y="5619"/>
                              </a:lnTo>
                              <a:lnTo>
                                <a:pt x="1084" y="5612"/>
                              </a:lnTo>
                              <a:lnTo>
                                <a:pt x="1090" y="5604"/>
                              </a:lnTo>
                              <a:lnTo>
                                <a:pt x="1097" y="5596"/>
                              </a:lnTo>
                              <a:lnTo>
                                <a:pt x="1102" y="5586"/>
                              </a:lnTo>
                              <a:lnTo>
                                <a:pt x="1109" y="55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9" o:spid="_x0000_s1026" style="position:absolute;margin-left:-44.8pt;margin-top:-434.7pt;width:5.8pt;height:28.3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" path="m995,5671r32,-17l1051,5638r9,-6l1069,5626r9,-7l1084,5612r6,-8l1097,5596r5,-10l1109,5575r-114,96xe" stroked="f">
                <v:path arrowok="t" o:connecttype="custom" o:connectlocs="6668,35706;6858,35580;6985,35453;7112,35136;7239,30886;7239,22768;7239,14650;7239,8499;7366,2347;7303,2029;7366,1459;7366,1142;7303,761;7239,381;7176,254;7112,127;6985,0;6858,0;6731,0;6414,127;6096,317;5398,1205;4191,3615;3175,6215;2350,8879;1651,11670;1080,14524;699,17378;381,20232;191,23149;64,25939;0,28730;445,29935;1016,30379;1588,30886;2032,31394;2477,31901;2858,32472;3239,33043;3556,33677;4064,34882;4636,35960;5334,35897;5779,35833;6096,35897" o:connectangles="0,0,0,0,0,0,0,0,0,0,0,0,0,0,0,0,0,0,0,0,0,0,0,0,0,0,0,0,0,0,0,0,0,0,0,0,0,0,0,0,0,0,0,0,0" textboxrect="0,0,1160,5677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-776605</wp:posOffset>
                </wp:positionH>
                <wp:positionV relativeFrom="paragraph">
                  <wp:posOffset>-3776345</wp:posOffset>
                </wp:positionV>
                <wp:extent cx="118110" cy="179705"/>
                <wp:effectExtent l="0" t="0" r="0" b="2540"/>
                <wp:wrapNone/>
                <wp:docPr id="7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110" cy="179705"/>
                        </a:xfrm>
                        <a:custGeom>
                          <a:avLst/>
                          <a:gdLst>
                            <a:gd name="T0" fmla="*/ 89 w 1854"/>
                            <a:gd name="T1" fmla="*/ 280 h 2824"/>
                            <a:gd name="T2" fmla="*/ 83 w 1854"/>
                            <a:gd name="T3" fmla="*/ 274 h 2824"/>
                            <a:gd name="T4" fmla="*/ 77 w 1854"/>
                            <a:gd name="T5" fmla="*/ 268 h 2824"/>
                            <a:gd name="T6" fmla="*/ 71 w 1854"/>
                            <a:gd name="T7" fmla="*/ 264 h 2824"/>
                            <a:gd name="T8" fmla="*/ 65 w 1854"/>
                            <a:gd name="T9" fmla="*/ 259 h 2824"/>
                            <a:gd name="T10" fmla="*/ 59 w 1854"/>
                            <a:gd name="T11" fmla="*/ 256 h 2824"/>
                            <a:gd name="T12" fmla="*/ 53 w 1854"/>
                            <a:gd name="T13" fmla="*/ 252 h 2824"/>
                            <a:gd name="T14" fmla="*/ 48 w 1854"/>
                            <a:gd name="T15" fmla="*/ 249 h 2824"/>
                            <a:gd name="T16" fmla="*/ 42 w 1854"/>
                            <a:gd name="T17" fmla="*/ 247 h 2824"/>
                            <a:gd name="T18" fmla="*/ 36 w 1854"/>
                            <a:gd name="T19" fmla="*/ 244 h 2824"/>
                            <a:gd name="T20" fmla="*/ 28 w 1854"/>
                            <a:gd name="T21" fmla="*/ 242 h 2824"/>
                            <a:gd name="T22" fmla="*/ 17 w 1854"/>
                            <a:gd name="T23" fmla="*/ 238 h 2824"/>
                            <a:gd name="T24" fmla="*/ 6 w 1854"/>
                            <a:gd name="T25" fmla="*/ 235 h 2824"/>
                            <a:gd name="T26" fmla="*/ 6 w 1854"/>
                            <a:gd name="T27" fmla="*/ 222 h 2824"/>
                            <a:gd name="T28" fmla="*/ 16 w 1854"/>
                            <a:gd name="T29" fmla="*/ 198 h 2824"/>
                            <a:gd name="T30" fmla="*/ 26 w 1854"/>
                            <a:gd name="T31" fmla="*/ 174 h 2824"/>
                            <a:gd name="T32" fmla="*/ 34 w 1854"/>
                            <a:gd name="T33" fmla="*/ 152 h 2824"/>
                            <a:gd name="T34" fmla="*/ 42 w 1854"/>
                            <a:gd name="T35" fmla="*/ 131 h 2824"/>
                            <a:gd name="T36" fmla="*/ 48 w 1854"/>
                            <a:gd name="T37" fmla="*/ 111 h 2824"/>
                            <a:gd name="T38" fmla="*/ 57 w 1854"/>
                            <a:gd name="T39" fmla="*/ 84 h 2824"/>
                            <a:gd name="T40" fmla="*/ 67 w 1854"/>
                            <a:gd name="T41" fmla="*/ 52 h 2824"/>
                            <a:gd name="T42" fmla="*/ 73 w 1854"/>
                            <a:gd name="T43" fmla="*/ 33 h 2824"/>
                            <a:gd name="T44" fmla="*/ 77 w 1854"/>
                            <a:gd name="T45" fmla="*/ 23 h 2824"/>
                            <a:gd name="T46" fmla="*/ 80 w 1854"/>
                            <a:gd name="T47" fmla="*/ 14 h 2824"/>
                            <a:gd name="T48" fmla="*/ 84 w 1854"/>
                            <a:gd name="T49" fmla="*/ 7 h 2824"/>
                            <a:gd name="T50" fmla="*/ 87 w 1854"/>
                            <a:gd name="T51" fmla="*/ 3 h 2824"/>
                            <a:gd name="T52" fmla="*/ 91 w 1854"/>
                            <a:gd name="T53" fmla="*/ 0 h 2824"/>
                            <a:gd name="T54" fmla="*/ 94 w 1854"/>
                            <a:gd name="T55" fmla="*/ 0 h 2824"/>
                            <a:gd name="T56" fmla="*/ 98 w 1854"/>
                            <a:gd name="T57" fmla="*/ 3 h 2824"/>
                            <a:gd name="T58" fmla="*/ 102 w 1854"/>
                            <a:gd name="T59" fmla="*/ 7 h 2824"/>
                            <a:gd name="T60" fmla="*/ 105 w 1854"/>
                            <a:gd name="T61" fmla="*/ 14 h 2824"/>
                            <a:gd name="T62" fmla="*/ 109 w 1854"/>
                            <a:gd name="T63" fmla="*/ 23 h 2824"/>
                            <a:gd name="T64" fmla="*/ 112 w 1854"/>
                            <a:gd name="T65" fmla="*/ 33 h 2824"/>
                            <a:gd name="T66" fmla="*/ 119 w 1854"/>
                            <a:gd name="T67" fmla="*/ 52 h 2824"/>
                            <a:gd name="T68" fmla="*/ 128 w 1854"/>
                            <a:gd name="T69" fmla="*/ 84 h 2824"/>
                            <a:gd name="T70" fmla="*/ 137 w 1854"/>
                            <a:gd name="T71" fmla="*/ 111 h 2824"/>
                            <a:gd name="T72" fmla="*/ 144 w 1854"/>
                            <a:gd name="T73" fmla="*/ 131 h 2824"/>
                            <a:gd name="T74" fmla="*/ 152 w 1854"/>
                            <a:gd name="T75" fmla="*/ 152 h 2824"/>
                            <a:gd name="T76" fmla="*/ 160 w 1854"/>
                            <a:gd name="T77" fmla="*/ 174 h 2824"/>
                            <a:gd name="T78" fmla="*/ 170 w 1854"/>
                            <a:gd name="T79" fmla="*/ 197 h 2824"/>
                            <a:gd name="T80" fmla="*/ 180 w 1854"/>
                            <a:gd name="T81" fmla="*/ 221 h 2824"/>
                            <a:gd name="T82" fmla="*/ 180 w 1854"/>
                            <a:gd name="T83" fmla="*/ 235 h 2824"/>
                            <a:gd name="T84" fmla="*/ 169 w 1854"/>
                            <a:gd name="T85" fmla="*/ 238 h 2824"/>
                            <a:gd name="T86" fmla="*/ 158 w 1854"/>
                            <a:gd name="T87" fmla="*/ 241 h 2824"/>
                            <a:gd name="T88" fmla="*/ 149 w 1854"/>
                            <a:gd name="T89" fmla="*/ 244 h 2824"/>
                            <a:gd name="T90" fmla="*/ 144 w 1854"/>
                            <a:gd name="T91" fmla="*/ 247 h 2824"/>
                            <a:gd name="T92" fmla="*/ 138 w 1854"/>
                            <a:gd name="T93" fmla="*/ 249 h 2824"/>
                            <a:gd name="T94" fmla="*/ 132 w 1854"/>
                            <a:gd name="T95" fmla="*/ 252 h 2824"/>
                            <a:gd name="T96" fmla="*/ 126 w 1854"/>
                            <a:gd name="T97" fmla="*/ 255 h 2824"/>
                            <a:gd name="T98" fmla="*/ 120 w 1854"/>
                            <a:gd name="T99" fmla="*/ 259 h 2824"/>
                            <a:gd name="T100" fmla="*/ 114 w 1854"/>
                            <a:gd name="T101" fmla="*/ 264 h 2824"/>
                            <a:gd name="T102" fmla="*/ 108 w 1854"/>
                            <a:gd name="T103" fmla="*/ 268 h 2824"/>
                            <a:gd name="T104" fmla="*/ 102 w 1854"/>
                            <a:gd name="T105" fmla="*/ 274 h 2824"/>
                            <a:gd name="T106" fmla="*/ 96 w 1854"/>
                            <a:gd name="T107" fmla="*/ 280 h 2824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w 1854"/>
                            <a:gd name="T163" fmla="*/ 0 h 2824"/>
                            <a:gd name="T164" fmla="*/ 1854 w 1854"/>
                            <a:gd name="T165" fmla="*/ 2824 h 2824"/>
                          </a:gdLst>
                          <a:ahLst/>
                          <a:cxnLst>
                            <a:cxn ang="T108">
                              <a:pos x="T0" y="T1"/>
                            </a:cxn>
                            <a:cxn ang="T109">
                              <a:pos x="T2" y="T3"/>
                            </a:cxn>
                            <a:cxn ang="T110">
                              <a:pos x="T4" y="T5"/>
                            </a:cxn>
                            <a:cxn ang="T111">
                              <a:pos x="T6" y="T7"/>
                            </a:cxn>
                            <a:cxn ang="T112">
                              <a:pos x="T8" y="T9"/>
                            </a:cxn>
                            <a:cxn ang="T113">
                              <a:pos x="T10" y="T11"/>
                            </a:cxn>
                            <a:cxn ang="T114">
                              <a:pos x="T12" y="T13"/>
                            </a:cxn>
                            <a:cxn ang="T115">
                              <a:pos x="T14" y="T15"/>
                            </a:cxn>
                            <a:cxn ang="T116">
                              <a:pos x="T16" y="T17"/>
                            </a:cxn>
                            <a:cxn ang="T117">
                              <a:pos x="T18" y="T19"/>
                            </a:cxn>
                            <a:cxn ang="T118">
                              <a:pos x="T20" y="T21"/>
                            </a:cxn>
                            <a:cxn ang="T119">
                              <a:pos x="T22" y="T23"/>
                            </a:cxn>
                            <a:cxn ang="T120">
                              <a:pos x="T24" y="T25"/>
                            </a:cxn>
                            <a:cxn ang="T121">
                              <a:pos x="T26" y="T27"/>
                            </a:cxn>
                            <a:cxn ang="T122">
                              <a:pos x="T28" y="T29"/>
                            </a:cxn>
                            <a:cxn ang="T123">
                              <a:pos x="T30" y="T31"/>
                            </a:cxn>
                            <a:cxn ang="T124">
                              <a:pos x="T32" y="T33"/>
                            </a:cxn>
                            <a:cxn ang="T125">
                              <a:pos x="T34" y="T35"/>
                            </a:cxn>
                            <a:cxn ang="T126">
                              <a:pos x="T36" y="T37"/>
                            </a:cxn>
                            <a:cxn ang="T127">
                              <a:pos x="T38" y="T39"/>
                            </a:cxn>
                            <a:cxn ang="T128">
                              <a:pos x="T40" y="T41"/>
                            </a:cxn>
                            <a:cxn ang="T129">
                              <a:pos x="T42" y="T43"/>
                            </a:cxn>
                            <a:cxn ang="T130">
                              <a:pos x="T44" y="T45"/>
                            </a:cxn>
                            <a:cxn ang="T131">
                              <a:pos x="T46" y="T47"/>
                            </a:cxn>
                            <a:cxn ang="T132">
                              <a:pos x="T48" y="T49"/>
                            </a:cxn>
                            <a:cxn ang="T133">
                              <a:pos x="T50" y="T51"/>
                            </a:cxn>
                            <a:cxn ang="T134">
                              <a:pos x="T52" y="T53"/>
                            </a:cxn>
                            <a:cxn ang="T135">
                              <a:pos x="T54" y="T55"/>
                            </a:cxn>
                            <a:cxn ang="T136">
                              <a:pos x="T56" y="T57"/>
                            </a:cxn>
                            <a:cxn ang="T137">
                              <a:pos x="T58" y="T59"/>
                            </a:cxn>
                            <a:cxn ang="T138">
                              <a:pos x="T60" y="T61"/>
                            </a:cxn>
                            <a:cxn ang="T139">
                              <a:pos x="T62" y="T63"/>
                            </a:cxn>
                            <a:cxn ang="T140">
                              <a:pos x="T64" y="T65"/>
                            </a:cxn>
                            <a:cxn ang="T141">
                              <a:pos x="T66" y="T67"/>
                            </a:cxn>
                            <a:cxn ang="T142">
                              <a:pos x="T68" y="T69"/>
                            </a:cxn>
                            <a:cxn ang="T143">
                              <a:pos x="T70" y="T71"/>
                            </a:cxn>
                            <a:cxn ang="T144">
                              <a:pos x="T72" y="T73"/>
                            </a:cxn>
                            <a:cxn ang="T145">
                              <a:pos x="T74" y="T75"/>
                            </a:cxn>
                            <a:cxn ang="T146">
                              <a:pos x="T76" y="T77"/>
                            </a:cxn>
                            <a:cxn ang="T147">
                              <a:pos x="T78" y="T79"/>
                            </a:cxn>
                            <a:cxn ang="T148">
                              <a:pos x="T80" y="T81"/>
                            </a:cxn>
                            <a:cxn ang="T149">
                              <a:pos x="T82" y="T83"/>
                            </a:cxn>
                            <a:cxn ang="T150">
                              <a:pos x="T84" y="T85"/>
                            </a:cxn>
                            <a:cxn ang="T151">
                              <a:pos x="T86" y="T87"/>
                            </a:cxn>
                            <a:cxn ang="T152">
                              <a:pos x="T88" y="T89"/>
                            </a:cxn>
                            <a:cxn ang="T153">
                              <a:pos x="T90" y="T91"/>
                            </a:cxn>
                            <a:cxn ang="T154">
                              <a:pos x="T92" y="T93"/>
                            </a:cxn>
                            <a:cxn ang="T155">
                              <a:pos x="T94" y="T95"/>
                            </a:cxn>
                            <a:cxn ang="T156">
                              <a:pos x="T96" y="T97"/>
                            </a:cxn>
                            <a:cxn ang="T157">
                              <a:pos x="T98" y="T99"/>
                            </a:cxn>
                            <a:cxn ang="T158">
                              <a:pos x="T100" y="T101"/>
                            </a:cxn>
                            <a:cxn ang="T159">
                              <a:pos x="T102" y="T103"/>
                            </a:cxn>
                            <a:cxn ang="T160">
                              <a:pos x="T104" y="T105"/>
                            </a:cxn>
                            <a:cxn ang="T161">
                              <a:pos x="T106" y="T107"/>
                            </a:cxn>
                          </a:cxnLst>
                          <a:rect l="T162" t="T163" r="T164" b="T165"/>
                          <a:pathLst>
                            <a:path w="1854" h="2824">
                              <a:moveTo>
                                <a:pt x="923" y="2824"/>
                              </a:moveTo>
                              <a:lnTo>
                                <a:pt x="891" y="2792"/>
                              </a:lnTo>
                              <a:lnTo>
                                <a:pt x="860" y="2761"/>
                              </a:lnTo>
                              <a:lnTo>
                                <a:pt x="829" y="2732"/>
                              </a:lnTo>
                              <a:lnTo>
                                <a:pt x="798" y="2704"/>
                              </a:lnTo>
                              <a:lnTo>
                                <a:pt x="768" y="2678"/>
                              </a:lnTo>
                              <a:lnTo>
                                <a:pt x="738" y="2654"/>
                              </a:lnTo>
                              <a:lnTo>
                                <a:pt x="708" y="2630"/>
                              </a:lnTo>
                              <a:lnTo>
                                <a:pt x="678" y="2608"/>
                              </a:lnTo>
                              <a:lnTo>
                                <a:pt x="648" y="2587"/>
                              </a:lnTo>
                              <a:lnTo>
                                <a:pt x="619" y="256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7" o:spid="_x0000_s1026" style="position:absolute;margin-left:-61.15pt;margin-top:-297.35pt;width:9.3pt;height:14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54,2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" path="m923,2824r-32,-32l860,2761r-31,-29l798,2704r-30,-26l738,2654r-30,-24l678,2608r-30,-21l619,2568r304,256xe" stroked="f">
                <v:path arrowok="t" o:connecttype="custom" o:connectlocs="5670,17818;5288,17436;4905,17054;4523,16800;4141,16481;3759,16291;3376,16036;3058,15845;2676,15718;2293,15527;1784,15400;1083,15145;382,14954;382,14127;1019,12600;1656,11072;2166,9673;2676,8336;3058,7063;3631,5345;4268,3309;4651,2100;4905,1464;5096,891;5351,445;5542,191;5797,0;5988,0;6243,191;6498,445;6689,891;6944,1464;7135,2100;7581,3309;8154,5345;8728,7063;9174,8336;9683,9673;10193,11072;10830,12536;11467,14063;11467,14954;10766,15145;10065,15336;9492,15527;9174,15718;8791,15845;8409,16036;8027,16227;7645,16481;7262,16800;6880,17054;6498,17436;6116,17818" o:connectangles="0,0,0,0,0,0,0,0,0,0,0,0,0,0,0,0,0,0,0,0,0,0,0,0,0,0,0,0,0,0,0,0,0,0,0,0,0,0,0,0,0,0,0,0,0,0,0,0,0,0,0,0,0,0" textboxrect="0,0,1854,2824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-796925</wp:posOffset>
                </wp:positionH>
                <wp:positionV relativeFrom="paragraph">
                  <wp:posOffset>-2152650</wp:posOffset>
                </wp:positionV>
                <wp:extent cx="55245" cy="69215"/>
                <wp:effectExtent l="3175" t="0" r="0" b="0"/>
                <wp:wrapNone/>
                <wp:docPr id="6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215"/>
                        </a:xfrm>
                        <a:custGeom>
                          <a:avLst/>
                          <a:gdLst>
                            <a:gd name="T0" fmla="*/ 2 w 872"/>
                            <a:gd name="T1" fmla="*/ 88 h 1093"/>
                            <a:gd name="T2" fmla="*/ 1 w 872"/>
                            <a:gd name="T3" fmla="*/ 76 h 1093"/>
                            <a:gd name="T4" fmla="*/ 0 w 872"/>
                            <a:gd name="T5" fmla="*/ 64 h 1093"/>
                            <a:gd name="T6" fmla="*/ 0 w 872"/>
                            <a:gd name="T7" fmla="*/ 51 h 1093"/>
                            <a:gd name="T8" fmla="*/ 0 w 872"/>
                            <a:gd name="T9" fmla="*/ 42 h 1093"/>
                            <a:gd name="T10" fmla="*/ 1 w 872"/>
                            <a:gd name="T11" fmla="*/ 36 h 1093"/>
                            <a:gd name="T12" fmla="*/ 1 w 872"/>
                            <a:gd name="T13" fmla="*/ 30 h 1093"/>
                            <a:gd name="T14" fmla="*/ 3 w 872"/>
                            <a:gd name="T15" fmla="*/ 24 h 1093"/>
                            <a:gd name="T16" fmla="*/ 4 w 872"/>
                            <a:gd name="T17" fmla="*/ 18 h 1093"/>
                            <a:gd name="T18" fmla="*/ 6 w 872"/>
                            <a:gd name="T19" fmla="*/ 13 h 1093"/>
                            <a:gd name="T20" fmla="*/ 9 w 872"/>
                            <a:gd name="T21" fmla="*/ 7 h 1093"/>
                            <a:gd name="T22" fmla="*/ 13 w 872"/>
                            <a:gd name="T23" fmla="*/ 2 h 1093"/>
                            <a:gd name="T24" fmla="*/ 17 w 872"/>
                            <a:gd name="T25" fmla="*/ 0 h 1093"/>
                            <a:gd name="T26" fmla="*/ 22 w 872"/>
                            <a:gd name="T27" fmla="*/ 0 h 1093"/>
                            <a:gd name="T28" fmla="*/ 28 w 872"/>
                            <a:gd name="T29" fmla="*/ 1 h 1093"/>
                            <a:gd name="T30" fmla="*/ 33 w 872"/>
                            <a:gd name="T31" fmla="*/ 2 h 1093"/>
                            <a:gd name="T32" fmla="*/ 38 w 872"/>
                            <a:gd name="T33" fmla="*/ 3 h 1093"/>
                            <a:gd name="T34" fmla="*/ 43 w 872"/>
                            <a:gd name="T35" fmla="*/ 4 h 1093"/>
                            <a:gd name="T36" fmla="*/ 49 w 872"/>
                            <a:gd name="T37" fmla="*/ 6 h 1093"/>
                            <a:gd name="T38" fmla="*/ 54 w 872"/>
                            <a:gd name="T39" fmla="*/ 8 h 1093"/>
                            <a:gd name="T40" fmla="*/ 59 w 872"/>
                            <a:gd name="T41" fmla="*/ 10 h 1093"/>
                            <a:gd name="T42" fmla="*/ 63 w 872"/>
                            <a:gd name="T43" fmla="*/ 13 h 1093"/>
                            <a:gd name="T44" fmla="*/ 68 w 872"/>
                            <a:gd name="T45" fmla="*/ 15 h 1093"/>
                            <a:gd name="T46" fmla="*/ 72 w 872"/>
                            <a:gd name="T47" fmla="*/ 18 h 1093"/>
                            <a:gd name="T48" fmla="*/ 76 w 872"/>
                            <a:gd name="T49" fmla="*/ 22 h 1093"/>
                            <a:gd name="T50" fmla="*/ 80 w 872"/>
                            <a:gd name="T51" fmla="*/ 25 h 1093"/>
                            <a:gd name="T52" fmla="*/ 83 w 872"/>
                            <a:gd name="T53" fmla="*/ 29 h 1093"/>
                            <a:gd name="T54" fmla="*/ 86 w 872"/>
                            <a:gd name="T55" fmla="*/ 33 h 1093"/>
                            <a:gd name="T56" fmla="*/ 87 w 872"/>
                            <a:gd name="T57" fmla="*/ 107 h 1093"/>
                            <a:gd name="T58" fmla="*/ 76 w 872"/>
                            <a:gd name="T59" fmla="*/ 107 h 1093"/>
                            <a:gd name="T60" fmla="*/ 65 w 872"/>
                            <a:gd name="T61" fmla="*/ 108 h 1093"/>
                            <a:gd name="T62" fmla="*/ 53 w 872"/>
                            <a:gd name="T63" fmla="*/ 109 h 1093"/>
                            <a:gd name="T64" fmla="*/ 42 w 872"/>
                            <a:gd name="T65" fmla="*/ 109 h 1093"/>
                            <a:gd name="T66" fmla="*/ 36 w 872"/>
                            <a:gd name="T67" fmla="*/ 109 h 1093"/>
                            <a:gd name="T68" fmla="*/ 31 w 872"/>
                            <a:gd name="T69" fmla="*/ 108 h 1093"/>
                            <a:gd name="T70" fmla="*/ 25 w 872"/>
                            <a:gd name="T71" fmla="*/ 107 h 1093"/>
                            <a:gd name="T72" fmla="*/ 20 w 872"/>
                            <a:gd name="T73" fmla="*/ 106 h 1093"/>
                            <a:gd name="T74" fmla="*/ 15 w 872"/>
                            <a:gd name="T75" fmla="*/ 104 h 1093"/>
                            <a:gd name="T76" fmla="*/ 10 w 872"/>
                            <a:gd name="T77" fmla="*/ 101 h 1093"/>
                            <a:gd name="T78" fmla="*/ 6 w 872"/>
                            <a:gd name="T79" fmla="*/ 98 h 1093"/>
                            <a:gd name="T80" fmla="*/ 2 w 872"/>
                            <a:gd name="T81" fmla="*/ 94 h 1093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3"/>
                            <a:gd name="T125" fmla="*/ 872 w 872"/>
                            <a:gd name="T126" fmla="*/ 1093 h 1093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3">
                              <a:moveTo>
                                <a:pt x="18" y="940"/>
                              </a:moveTo>
                              <a:lnTo>
                                <a:pt x="18" y="885"/>
                              </a:lnTo>
                              <a:lnTo>
                                <a:pt x="15" y="827"/>
                              </a:lnTo>
                              <a:lnTo>
                                <a:pt x="12" y="767"/>
                              </a:lnTo>
                              <a:lnTo>
                                <a:pt x="7" y="705"/>
                              </a:lnTo>
                              <a:lnTo>
                                <a:pt x="4" y="643"/>
                              </a:lnTo>
                              <a:lnTo>
                                <a:pt x="1" y="579"/>
                              </a:lnTo>
                              <a:lnTo>
                                <a:pt x="0" y="516"/>
                              </a:lnTo>
                              <a:lnTo>
                                <a:pt x="0" y="453"/>
                              </a:lnTo>
                              <a:lnTo>
                                <a:pt x="1" y="422"/>
                              </a:lnTo>
                              <a:lnTo>
                                <a:pt x="3" y="39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5" o:spid="_x0000_s1026" style="position:absolute;margin-left:-62.75pt;margin-top:-169.5pt;width:4.35pt;height:5.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" path="m18,940r,-55l15,827,12,767,7,705,4,643,1,579,,516,,453,1,422,3,391,18,940xe" stroked="f">
                <v:path arrowok="t" o:connecttype="custom" o:connectlocs="127,5573;63,4813;0,4053;0,3230;0,2660;63,2280;63,1900;190,1520;253,1140;380,823;570,443;824,127;1077,0;1394,0;1774,63;2091,127;2407,190;2724,253;3104,380;3421,507;3738,633;3991,823;4308,950;4562,1140;4815,1393;5068,1583;5258,1836;5448,2090;5512,6776;4815,6776;4118,6839;3358,6903;2661,6903;2281,6903;1964,6839;1584,6776;1267,6713;950,6586;634,6396;380,6206;127,5953" o:connectangles="0,0,0,0,0,0,0,0,0,0,0,0,0,0,0,0,0,0,0,0,0,0,0,0,0,0,0,0,0,0,0,0,0,0,0,0,0,0,0,0,0" textboxrect="0,0,872,1093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-716280</wp:posOffset>
                </wp:positionV>
                <wp:extent cx="55245" cy="69850"/>
                <wp:effectExtent l="0" t="0" r="9525" b="0"/>
                <wp:wrapNone/>
                <wp:docPr id="5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850"/>
                        </a:xfrm>
                        <a:custGeom>
                          <a:avLst/>
                          <a:gdLst>
                            <a:gd name="T0" fmla="*/ 85 w 872"/>
                            <a:gd name="T1" fmla="*/ 89 h 1094"/>
                            <a:gd name="T2" fmla="*/ 86 w 872"/>
                            <a:gd name="T3" fmla="*/ 77 h 1094"/>
                            <a:gd name="T4" fmla="*/ 87 w 872"/>
                            <a:gd name="T5" fmla="*/ 65 h 1094"/>
                            <a:gd name="T6" fmla="*/ 87 w 872"/>
                            <a:gd name="T7" fmla="*/ 52 h 1094"/>
                            <a:gd name="T8" fmla="*/ 87 w 872"/>
                            <a:gd name="T9" fmla="*/ 42 h 1094"/>
                            <a:gd name="T10" fmla="*/ 86 w 872"/>
                            <a:gd name="T11" fmla="*/ 36 h 1094"/>
                            <a:gd name="T12" fmla="*/ 86 w 872"/>
                            <a:gd name="T13" fmla="*/ 30 h 1094"/>
                            <a:gd name="T14" fmla="*/ 84 w 872"/>
                            <a:gd name="T15" fmla="*/ 24 h 1094"/>
                            <a:gd name="T16" fmla="*/ 83 w 872"/>
                            <a:gd name="T17" fmla="*/ 18 h 1094"/>
                            <a:gd name="T18" fmla="*/ 81 w 872"/>
                            <a:gd name="T19" fmla="*/ 13 h 1094"/>
                            <a:gd name="T20" fmla="*/ 78 w 872"/>
                            <a:gd name="T21" fmla="*/ 7 h 1094"/>
                            <a:gd name="T22" fmla="*/ 74 w 872"/>
                            <a:gd name="T23" fmla="*/ 2 h 1094"/>
                            <a:gd name="T24" fmla="*/ 70 w 872"/>
                            <a:gd name="T25" fmla="*/ 0 h 1094"/>
                            <a:gd name="T26" fmla="*/ 65 w 872"/>
                            <a:gd name="T27" fmla="*/ 0 h 1094"/>
                            <a:gd name="T28" fmla="*/ 59 w 872"/>
                            <a:gd name="T29" fmla="*/ 1 h 1094"/>
                            <a:gd name="T30" fmla="*/ 54 w 872"/>
                            <a:gd name="T31" fmla="*/ 2 h 1094"/>
                            <a:gd name="T32" fmla="*/ 49 w 872"/>
                            <a:gd name="T33" fmla="*/ 3 h 1094"/>
                            <a:gd name="T34" fmla="*/ 44 w 872"/>
                            <a:gd name="T35" fmla="*/ 4 h 1094"/>
                            <a:gd name="T36" fmla="*/ 38 w 872"/>
                            <a:gd name="T37" fmla="*/ 6 h 1094"/>
                            <a:gd name="T38" fmla="*/ 33 w 872"/>
                            <a:gd name="T39" fmla="*/ 8 h 1094"/>
                            <a:gd name="T40" fmla="*/ 28 w 872"/>
                            <a:gd name="T41" fmla="*/ 10 h 1094"/>
                            <a:gd name="T42" fmla="*/ 24 w 872"/>
                            <a:gd name="T43" fmla="*/ 13 h 1094"/>
                            <a:gd name="T44" fmla="*/ 19 w 872"/>
                            <a:gd name="T45" fmla="*/ 15 h 1094"/>
                            <a:gd name="T46" fmla="*/ 15 w 872"/>
                            <a:gd name="T47" fmla="*/ 19 h 1094"/>
                            <a:gd name="T48" fmla="*/ 11 w 872"/>
                            <a:gd name="T49" fmla="*/ 22 h 1094"/>
                            <a:gd name="T50" fmla="*/ 7 w 872"/>
                            <a:gd name="T51" fmla="*/ 26 h 1094"/>
                            <a:gd name="T52" fmla="*/ 4 w 872"/>
                            <a:gd name="T53" fmla="*/ 29 h 1094"/>
                            <a:gd name="T54" fmla="*/ 1 w 872"/>
                            <a:gd name="T55" fmla="*/ 34 h 1094"/>
                            <a:gd name="T56" fmla="*/ 0 w 872"/>
                            <a:gd name="T57" fmla="*/ 108 h 1094"/>
                            <a:gd name="T58" fmla="*/ 11 w 872"/>
                            <a:gd name="T59" fmla="*/ 108 h 1094"/>
                            <a:gd name="T60" fmla="*/ 22 w 872"/>
                            <a:gd name="T61" fmla="*/ 109 h 1094"/>
                            <a:gd name="T62" fmla="*/ 34 w 872"/>
                            <a:gd name="T63" fmla="*/ 110 h 1094"/>
                            <a:gd name="T64" fmla="*/ 45 w 872"/>
                            <a:gd name="T65" fmla="*/ 110 h 1094"/>
                            <a:gd name="T66" fmla="*/ 51 w 872"/>
                            <a:gd name="T67" fmla="*/ 110 h 1094"/>
                            <a:gd name="T68" fmla="*/ 56 w 872"/>
                            <a:gd name="T69" fmla="*/ 109 h 1094"/>
                            <a:gd name="T70" fmla="*/ 62 w 872"/>
                            <a:gd name="T71" fmla="*/ 108 h 1094"/>
                            <a:gd name="T72" fmla="*/ 67 w 872"/>
                            <a:gd name="T73" fmla="*/ 106 h 1094"/>
                            <a:gd name="T74" fmla="*/ 72 w 872"/>
                            <a:gd name="T75" fmla="*/ 104 h 1094"/>
                            <a:gd name="T76" fmla="*/ 77 w 872"/>
                            <a:gd name="T77" fmla="*/ 102 h 1094"/>
                            <a:gd name="T78" fmla="*/ 81 w 872"/>
                            <a:gd name="T79" fmla="*/ 99 h 1094"/>
                            <a:gd name="T80" fmla="*/ 85 w 872"/>
                            <a:gd name="T81" fmla="*/ 95 h 1094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4"/>
                            <a:gd name="T125" fmla="*/ 872 w 872"/>
                            <a:gd name="T126" fmla="*/ 1094 h 1094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4">
                              <a:moveTo>
                                <a:pt x="853" y="940"/>
                              </a:moveTo>
                              <a:lnTo>
                                <a:pt x="854" y="885"/>
                              </a:lnTo>
                              <a:lnTo>
                                <a:pt x="857" y="827"/>
                              </a:lnTo>
                              <a:lnTo>
                                <a:pt x="860" y="767"/>
                              </a:lnTo>
                              <a:lnTo>
                                <a:pt x="865" y="706"/>
                              </a:lnTo>
                              <a:lnTo>
                                <a:pt x="868" y="642"/>
                              </a:lnTo>
                              <a:lnTo>
                                <a:pt x="871" y="579"/>
                              </a:lnTo>
                              <a:lnTo>
                                <a:pt x="872" y="516"/>
                              </a:lnTo>
                              <a:lnTo>
                                <a:pt x="872" y="453"/>
                              </a:lnTo>
                              <a:lnTo>
                                <a:pt x="871" y="421"/>
                              </a:lnTo>
                              <a:lnTo>
                                <a:pt x="869" y="39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3" o:spid="_x0000_s1026" style="position:absolute;margin-left:-54.6pt;margin-top:-56.4pt;width:4.35pt;height:5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" path="m853,940r1,-55l857,827r3,-60l865,706r3,-64l871,579r1,-63l872,453r-1,-32l869,390,853,940xe" stroked="f">
                <v:path arrowok="t" o:connecttype="custom" o:connectlocs="5385,5682;5448,4916;5512,4150;5512,3320;5512,2682;5448,2299;5448,1915;5322,1532;5258,1149;5132,830;4942,447;4688,128;4435,0;4118,0;3738,64;3421,128;3104,192;2788,255;2407,383;2091,511;1774,638;1521,830;1204,958;950,1213;697,1405;443,1660;253,1852;63,2171;0,6896;697,6896;1394,6959;2154,7023;2851,7023;3231,7023;3548,6959;3928,6896;4245,6768;4562,6640;4878,6513;5132,6321;5385,6066" o:connectangles="0,0,0,0,0,0,0,0,0,0,0,0,0,0,0,0,0,0,0,0,0,0,0,0,0,0,0,0,0,0,0,0,0,0,0,0,0,0,0,0,0" textboxrect="0,0,872,1094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-938530</wp:posOffset>
                </wp:positionH>
                <wp:positionV relativeFrom="paragraph">
                  <wp:posOffset>-8765540</wp:posOffset>
                </wp:positionV>
                <wp:extent cx="110490" cy="149225"/>
                <wp:effectExtent l="4445" t="0" r="0" b="2540"/>
                <wp:wrapNone/>
                <wp:docPr id="4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21 w 1740"/>
                            <a:gd name="T1" fmla="*/ 232 h 2349"/>
                            <a:gd name="T2" fmla="*/ 14 w 1740"/>
                            <a:gd name="T3" fmla="*/ 231 h 2349"/>
                            <a:gd name="T4" fmla="*/ 10 w 1740"/>
                            <a:gd name="T5" fmla="*/ 229 h 2349"/>
                            <a:gd name="T6" fmla="*/ 8 w 1740"/>
                            <a:gd name="T7" fmla="*/ 228 h 2349"/>
                            <a:gd name="T8" fmla="*/ 7 w 1740"/>
                            <a:gd name="T9" fmla="*/ 227 h 2349"/>
                            <a:gd name="T10" fmla="*/ 5 w 1740"/>
                            <a:gd name="T11" fmla="*/ 225 h 2349"/>
                            <a:gd name="T12" fmla="*/ 4 w 1740"/>
                            <a:gd name="T13" fmla="*/ 224 h 2349"/>
                            <a:gd name="T14" fmla="*/ 3 w 1740"/>
                            <a:gd name="T15" fmla="*/ 221 h 2349"/>
                            <a:gd name="T16" fmla="*/ 1 w 1740"/>
                            <a:gd name="T17" fmla="*/ 216 h 2349"/>
                            <a:gd name="T18" fmla="*/ 0 w 1740"/>
                            <a:gd name="T19" fmla="*/ 16 h 2349"/>
                            <a:gd name="T20" fmla="*/ 3 w 1740"/>
                            <a:gd name="T21" fmla="*/ 12 h 2349"/>
                            <a:gd name="T22" fmla="*/ 6 w 1740"/>
                            <a:gd name="T23" fmla="*/ 8 h 2349"/>
                            <a:gd name="T24" fmla="*/ 10 w 1740"/>
                            <a:gd name="T25" fmla="*/ 4 h 2349"/>
                            <a:gd name="T26" fmla="*/ 12 w 1740"/>
                            <a:gd name="T27" fmla="*/ 2 h 2349"/>
                            <a:gd name="T28" fmla="*/ 14 w 1740"/>
                            <a:gd name="T29" fmla="*/ 0 h 2349"/>
                            <a:gd name="T30" fmla="*/ 23 w 1740"/>
                            <a:gd name="T31" fmla="*/ 0 h 2349"/>
                            <a:gd name="T32" fmla="*/ 32 w 1740"/>
                            <a:gd name="T33" fmla="*/ 0 h 2349"/>
                            <a:gd name="T34" fmla="*/ 41 w 1740"/>
                            <a:gd name="T35" fmla="*/ 0 h 2349"/>
                            <a:gd name="T36" fmla="*/ 50 w 1740"/>
                            <a:gd name="T37" fmla="*/ 0 h 2349"/>
                            <a:gd name="T38" fmla="*/ 54 w 1740"/>
                            <a:gd name="T39" fmla="*/ 8 h 2349"/>
                            <a:gd name="T40" fmla="*/ 57 w 1740"/>
                            <a:gd name="T41" fmla="*/ 16 h 2349"/>
                            <a:gd name="T42" fmla="*/ 61 w 1740"/>
                            <a:gd name="T43" fmla="*/ 24 h 2349"/>
                            <a:gd name="T44" fmla="*/ 64 w 1740"/>
                            <a:gd name="T45" fmla="*/ 31 h 2349"/>
                            <a:gd name="T46" fmla="*/ 69 w 1740"/>
                            <a:gd name="T47" fmla="*/ 40 h 2349"/>
                            <a:gd name="T48" fmla="*/ 74 w 1740"/>
                            <a:gd name="T49" fmla="*/ 48 h 2349"/>
                            <a:gd name="T50" fmla="*/ 80 w 1740"/>
                            <a:gd name="T51" fmla="*/ 55 h 2349"/>
                            <a:gd name="T52" fmla="*/ 85 w 1740"/>
                            <a:gd name="T53" fmla="*/ 62 h 2349"/>
                            <a:gd name="T54" fmla="*/ 90 w 1740"/>
                            <a:gd name="T55" fmla="*/ 68 h 2349"/>
                            <a:gd name="T56" fmla="*/ 96 w 1740"/>
                            <a:gd name="T57" fmla="*/ 74 h 2349"/>
                            <a:gd name="T58" fmla="*/ 102 w 1740"/>
                            <a:gd name="T59" fmla="*/ 79 h 2349"/>
                            <a:gd name="T60" fmla="*/ 108 w 1740"/>
                            <a:gd name="T61" fmla="*/ 84 h 2349"/>
                            <a:gd name="T62" fmla="*/ 114 w 1740"/>
                            <a:gd name="T63" fmla="*/ 89 h 2349"/>
                            <a:gd name="T64" fmla="*/ 121 w 1740"/>
                            <a:gd name="T65" fmla="*/ 93 h 2349"/>
                            <a:gd name="T66" fmla="*/ 129 w 1740"/>
                            <a:gd name="T67" fmla="*/ 97 h 2349"/>
                            <a:gd name="T68" fmla="*/ 137 w 1740"/>
                            <a:gd name="T69" fmla="*/ 100 h 2349"/>
                            <a:gd name="T70" fmla="*/ 145 w 1740"/>
                            <a:gd name="T71" fmla="*/ 104 h 2349"/>
                            <a:gd name="T72" fmla="*/ 154 w 1740"/>
                            <a:gd name="T73" fmla="*/ 106 h 2349"/>
                            <a:gd name="T74" fmla="*/ 164 w 1740"/>
                            <a:gd name="T75" fmla="*/ 109 h 2349"/>
                            <a:gd name="T76" fmla="*/ 174 w 1740"/>
                            <a:gd name="T77" fmla="*/ 111 h 2349"/>
                            <a:gd name="T78" fmla="*/ 171 w 1740"/>
                            <a:gd name="T79" fmla="*/ 122 h 2349"/>
                            <a:gd name="T80" fmla="*/ 168 w 1740"/>
                            <a:gd name="T81" fmla="*/ 133 h 2349"/>
                            <a:gd name="T82" fmla="*/ 166 w 1740"/>
                            <a:gd name="T83" fmla="*/ 145 h 2349"/>
                            <a:gd name="T84" fmla="*/ 164 w 1740"/>
                            <a:gd name="T85" fmla="*/ 159 h 2349"/>
                            <a:gd name="T86" fmla="*/ 163 w 1740"/>
                            <a:gd name="T87" fmla="*/ 166 h 2349"/>
                            <a:gd name="T88" fmla="*/ 162 w 1740"/>
                            <a:gd name="T89" fmla="*/ 174 h 2349"/>
                            <a:gd name="T90" fmla="*/ 162 w 1740"/>
                            <a:gd name="T91" fmla="*/ 183 h 2349"/>
                            <a:gd name="T92" fmla="*/ 162 w 1740"/>
                            <a:gd name="T93" fmla="*/ 192 h 2349"/>
                            <a:gd name="T94" fmla="*/ 162 w 1740"/>
                            <a:gd name="T95" fmla="*/ 201 h 2349"/>
                            <a:gd name="T96" fmla="*/ 162 w 1740"/>
                            <a:gd name="T97" fmla="*/ 212 h 2349"/>
                            <a:gd name="T98" fmla="*/ 163 w 1740"/>
                            <a:gd name="T99" fmla="*/ 223 h 2349"/>
                            <a:gd name="T100" fmla="*/ 163 w 1740"/>
                            <a:gd name="T101" fmla="*/ 234 h 2349"/>
                            <a:gd name="T102" fmla="*/ 130 w 1740"/>
                            <a:gd name="T103" fmla="*/ 235 h 2349"/>
                            <a:gd name="T104" fmla="*/ 95 w 1740"/>
                            <a:gd name="T105" fmla="*/ 235 h 2349"/>
                            <a:gd name="T106" fmla="*/ 77 w 1740"/>
                            <a:gd name="T107" fmla="*/ 235 h 2349"/>
                            <a:gd name="T108" fmla="*/ 59 w 1740"/>
                            <a:gd name="T109" fmla="*/ 235 h 2349"/>
                            <a:gd name="T110" fmla="*/ 42 w 1740"/>
                            <a:gd name="T111" fmla="*/ 234 h 2349"/>
                            <a:gd name="T112" fmla="*/ 26 w 1740"/>
                            <a:gd name="T113" fmla="*/ 233 h 2349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w 1740"/>
                            <a:gd name="T172" fmla="*/ 0 h 2349"/>
                            <a:gd name="T173" fmla="*/ 1740 w 1740"/>
                            <a:gd name="T174" fmla="*/ 2349 h 2349"/>
                          </a:gdLst>
                          <a:ahLst/>
                          <a:cxnLst>
                            <a:cxn ang="T114">
                              <a:pos x="T0" y="T1"/>
                            </a:cxn>
                            <a:cxn ang="T115">
                              <a:pos x="T2" y="T3"/>
                            </a:cxn>
                            <a:cxn ang="T116">
                              <a:pos x="T4" y="T5"/>
                            </a:cxn>
                            <a:cxn ang="T117">
                              <a:pos x="T6" y="T7"/>
                            </a:cxn>
                            <a:cxn ang="T118">
                              <a:pos x="T8" y="T9"/>
                            </a:cxn>
                            <a:cxn ang="T119">
                              <a:pos x="T10" y="T11"/>
                            </a:cxn>
                            <a:cxn ang="T120">
                              <a:pos x="T12" y="T13"/>
                            </a:cxn>
                            <a:cxn ang="T121">
                              <a:pos x="T14" y="T15"/>
                            </a:cxn>
                            <a:cxn ang="T122">
                              <a:pos x="T16" y="T17"/>
                            </a:cxn>
                            <a:cxn ang="T123">
                              <a:pos x="T18" y="T19"/>
                            </a:cxn>
                            <a:cxn ang="T124">
                              <a:pos x="T20" y="T21"/>
                            </a:cxn>
                            <a:cxn ang="T125">
                              <a:pos x="T22" y="T23"/>
                            </a:cxn>
                            <a:cxn ang="T126">
                              <a:pos x="T24" y="T25"/>
                            </a:cxn>
                            <a:cxn ang="T127">
                              <a:pos x="T26" y="T27"/>
                            </a:cxn>
                            <a:cxn ang="T128">
                              <a:pos x="T28" y="T29"/>
                            </a:cxn>
                            <a:cxn ang="T129">
                              <a:pos x="T30" y="T31"/>
                            </a:cxn>
                            <a:cxn ang="T130">
                              <a:pos x="T32" y="T33"/>
                            </a:cxn>
                            <a:cxn ang="T131">
                              <a:pos x="T34" y="T35"/>
                            </a:cxn>
                            <a:cxn ang="T132">
                              <a:pos x="T36" y="T37"/>
                            </a:cxn>
                            <a:cxn ang="T133">
                              <a:pos x="T38" y="T39"/>
                            </a:cxn>
                            <a:cxn ang="T134">
                              <a:pos x="T40" y="T41"/>
                            </a:cxn>
                            <a:cxn ang="T135">
                              <a:pos x="T42" y="T43"/>
                            </a:cxn>
                            <a:cxn ang="T136">
                              <a:pos x="T44" y="T45"/>
                            </a:cxn>
                            <a:cxn ang="T137">
                              <a:pos x="T46" y="T47"/>
                            </a:cxn>
                            <a:cxn ang="T138">
                              <a:pos x="T48" y="T49"/>
                            </a:cxn>
                            <a:cxn ang="T139">
                              <a:pos x="T50" y="T51"/>
                            </a:cxn>
                            <a:cxn ang="T140">
                              <a:pos x="T52" y="T53"/>
                            </a:cxn>
                            <a:cxn ang="T141">
                              <a:pos x="T54" y="T55"/>
                            </a:cxn>
                            <a:cxn ang="T142">
                              <a:pos x="T56" y="T57"/>
                            </a:cxn>
                            <a:cxn ang="T143">
                              <a:pos x="T58" y="T59"/>
                            </a:cxn>
                            <a:cxn ang="T144">
                              <a:pos x="T60" y="T61"/>
                            </a:cxn>
                            <a:cxn ang="T145">
                              <a:pos x="T62" y="T63"/>
                            </a:cxn>
                            <a:cxn ang="T146">
                              <a:pos x="T64" y="T65"/>
                            </a:cxn>
                            <a:cxn ang="T147">
                              <a:pos x="T66" y="T67"/>
                            </a:cxn>
                            <a:cxn ang="T148">
                              <a:pos x="T68" y="T69"/>
                            </a:cxn>
                            <a:cxn ang="T149">
                              <a:pos x="T70" y="T71"/>
                            </a:cxn>
                            <a:cxn ang="T150">
                              <a:pos x="T72" y="T73"/>
                            </a:cxn>
                            <a:cxn ang="T151">
                              <a:pos x="T74" y="T75"/>
                            </a:cxn>
                            <a:cxn ang="T152">
                              <a:pos x="T76" y="T77"/>
                            </a:cxn>
                            <a:cxn ang="T153">
                              <a:pos x="T78" y="T79"/>
                            </a:cxn>
                            <a:cxn ang="T154">
                              <a:pos x="T80" y="T81"/>
                            </a:cxn>
                            <a:cxn ang="T155">
                              <a:pos x="T82" y="T83"/>
                            </a:cxn>
                            <a:cxn ang="T156">
                              <a:pos x="T84" y="T85"/>
                            </a:cxn>
                            <a:cxn ang="T157">
                              <a:pos x="T86" y="T87"/>
                            </a:cxn>
                            <a:cxn ang="T158">
                              <a:pos x="T88" y="T89"/>
                            </a:cxn>
                            <a:cxn ang="T159">
                              <a:pos x="T90" y="T91"/>
                            </a:cxn>
                            <a:cxn ang="T160">
                              <a:pos x="T92" y="T93"/>
                            </a:cxn>
                            <a:cxn ang="T161">
                              <a:pos x="T94" y="T95"/>
                            </a:cxn>
                            <a:cxn ang="T162">
                              <a:pos x="T96" y="T97"/>
                            </a:cxn>
                            <a:cxn ang="T163">
                              <a:pos x="T98" y="T99"/>
                            </a:cxn>
                            <a:cxn ang="T164">
                              <a:pos x="T100" y="T101"/>
                            </a:cxn>
                            <a:cxn ang="T165">
                              <a:pos x="T102" y="T103"/>
                            </a:cxn>
                            <a:cxn ang="T166">
                              <a:pos x="T104" y="T105"/>
                            </a:cxn>
                            <a:cxn ang="T167">
                              <a:pos x="T106" y="T107"/>
                            </a:cxn>
                            <a:cxn ang="T168">
                              <a:pos x="T108" y="T109"/>
                            </a:cxn>
                            <a:cxn ang="T169">
                              <a:pos x="T110" y="T111"/>
                            </a:cxn>
                            <a:cxn ang="T170">
                              <a:pos x="T112" y="T113"/>
                            </a:cxn>
                          </a:cxnLst>
                          <a:rect l="T171" t="T172" r="T173" b="T174"/>
                          <a:pathLst>
                            <a:path w="1740" h="2349">
                              <a:moveTo>
                                <a:pt x="262" y="2331"/>
                              </a:moveTo>
                              <a:lnTo>
                                <a:pt x="208" y="2321"/>
                              </a:lnTo>
                              <a:lnTo>
                                <a:pt x="162" y="2310"/>
                              </a:lnTo>
                              <a:lnTo>
                                <a:pt x="142" y="2305"/>
                              </a:lnTo>
                              <a:lnTo>
                                <a:pt x="123" y="2298"/>
                              </a:lnTo>
                              <a:lnTo>
                                <a:pt x="104" y="2290"/>
                              </a:lnTo>
                              <a:lnTo>
                                <a:pt x="88" y="2281"/>
                              </a:lnTo>
                              <a:lnTo>
                                <a:pt x="81" y="2276"/>
                              </a:lnTo>
                              <a:lnTo>
                                <a:pt x="73" y="2271"/>
                              </a:lnTo>
                              <a:lnTo>
                                <a:pt x="67" y="2265"/>
                              </a:lnTo>
                              <a:lnTo>
                                <a:pt x="60" y="22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1" o:spid="_x0000_s1026" style="position:absolute;margin-left:-73.9pt;margin-top:-690.2pt;width:8.7pt;height:11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" path="m262,2331r-54,-10l162,2310r-20,-5l123,2298r-19,-8l88,2281r-7,-5l73,2271r-6,-6l60,2259r202,72xe" stroked="f">
                <v:path arrowok="t" o:connecttype="custom" o:connectlocs="1334,14738;889,14675;635,14548;508,14484;445,14421;318,14294;254,14230;191,14039;64,13722;0,1016;191,762;381,508;635,254;762,127;889,0;1461,0;2032,0;2604,0;3175,0;3429,508;3620,1016;3874,1525;4064,1969;4382,2541;4699,3049;5080,3494;5398,3939;5715,4320;6096,4701;6477,5019;6858,5336;7239,5654;7684,5908;8192,6162;8700,6353;9208,6607;9779,6734;10414,6924;11049,7052;10859,7750;10668,8449;10541,9211;10414,10101;10351,10545;10287,11054;10287,11625;10287,12197;10287,12769;10287,13468;10351,14167;10351,14865;8255,14929;6033,14929;4890,14929;3747,14929;2667,14865;1651,14802" o:connectangles="0,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-607060</wp:posOffset>
                </wp:positionH>
                <wp:positionV relativeFrom="paragraph">
                  <wp:posOffset>-7327900</wp:posOffset>
                </wp:positionV>
                <wp:extent cx="110490" cy="149225"/>
                <wp:effectExtent l="0" t="0" r="1270" b="3175"/>
                <wp:wrapNone/>
                <wp:docPr id="3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153 w 1740"/>
                            <a:gd name="T1" fmla="*/ 232 h 2349"/>
                            <a:gd name="T2" fmla="*/ 160 w 1740"/>
                            <a:gd name="T3" fmla="*/ 231 h 2349"/>
                            <a:gd name="T4" fmla="*/ 164 w 1740"/>
                            <a:gd name="T5" fmla="*/ 229 h 2349"/>
                            <a:gd name="T6" fmla="*/ 166 w 1740"/>
                            <a:gd name="T7" fmla="*/ 228 h 2349"/>
                            <a:gd name="T8" fmla="*/ 167 w 1740"/>
                            <a:gd name="T9" fmla="*/ 227 h 2349"/>
                            <a:gd name="T10" fmla="*/ 169 w 1740"/>
                            <a:gd name="T11" fmla="*/ 225 h 2349"/>
                            <a:gd name="T12" fmla="*/ 170 w 1740"/>
                            <a:gd name="T13" fmla="*/ 224 h 2349"/>
                            <a:gd name="T14" fmla="*/ 171 w 1740"/>
                            <a:gd name="T15" fmla="*/ 221 h 2349"/>
                            <a:gd name="T16" fmla="*/ 173 w 1740"/>
                            <a:gd name="T17" fmla="*/ 216 h 2349"/>
                            <a:gd name="T18" fmla="*/ 174 w 1740"/>
                            <a:gd name="T19" fmla="*/ 16 h 2349"/>
                            <a:gd name="T20" fmla="*/ 171 w 1740"/>
                            <a:gd name="T21" fmla="*/ 12 h 2349"/>
                            <a:gd name="T22" fmla="*/ 168 w 1740"/>
                            <a:gd name="T23" fmla="*/ 8 h 2349"/>
                            <a:gd name="T24" fmla="*/ 164 w 1740"/>
                            <a:gd name="T25" fmla="*/ 4 h 2349"/>
                            <a:gd name="T26" fmla="*/ 160 w 1740"/>
                            <a:gd name="T27" fmla="*/ 0 h 2349"/>
                            <a:gd name="T28" fmla="*/ 151 w 1740"/>
                            <a:gd name="T29" fmla="*/ 0 h 2349"/>
                            <a:gd name="T30" fmla="*/ 142 w 1740"/>
                            <a:gd name="T31" fmla="*/ 0 h 2349"/>
                            <a:gd name="T32" fmla="*/ 133 w 1740"/>
                            <a:gd name="T33" fmla="*/ 0 h 2349"/>
                            <a:gd name="T34" fmla="*/ 124 w 1740"/>
                            <a:gd name="T35" fmla="*/ 0 h 2349"/>
                            <a:gd name="T36" fmla="*/ 121 w 1740"/>
                            <a:gd name="T37" fmla="*/ 8 h 2349"/>
                            <a:gd name="T38" fmla="*/ 117 w 1740"/>
                            <a:gd name="T39" fmla="*/ 16 h 2349"/>
                            <a:gd name="T40" fmla="*/ 114 w 1740"/>
                            <a:gd name="T41" fmla="*/ 24 h 2349"/>
                            <a:gd name="T42" fmla="*/ 110 w 1740"/>
                            <a:gd name="T43" fmla="*/ 31 h 2349"/>
                            <a:gd name="T44" fmla="*/ 105 w 1740"/>
                            <a:gd name="T45" fmla="*/ 40 h 2349"/>
                            <a:gd name="T46" fmla="*/ 100 w 1740"/>
                            <a:gd name="T47" fmla="*/ 48 h 2349"/>
                            <a:gd name="T48" fmla="*/ 94 w 1740"/>
                            <a:gd name="T49" fmla="*/ 55 h 2349"/>
                            <a:gd name="T50" fmla="*/ 89 w 1740"/>
                            <a:gd name="T51" fmla="*/ 62 h 2349"/>
                            <a:gd name="T52" fmla="*/ 84 w 1740"/>
                            <a:gd name="T53" fmla="*/ 68 h 2349"/>
                            <a:gd name="T54" fmla="*/ 78 w 1740"/>
                            <a:gd name="T55" fmla="*/ 74 h 2349"/>
                            <a:gd name="T56" fmla="*/ 72 w 1740"/>
                            <a:gd name="T57" fmla="*/ 79 h 2349"/>
                            <a:gd name="T58" fmla="*/ 66 w 1740"/>
                            <a:gd name="T59" fmla="*/ 84 h 2349"/>
                            <a:gd name="T60" fmla="*/ 60 w 1740"/>
                            <a:gd name="T61" fmla="*/ 89 h 2349"/>
                            <a:gd name="T62" fmla="*/ 53 w 1740"/>
                            <a:gd name="T63" fmla="*/ 93 h 2349"/>
                            <a:gd name="T64" fmla="*/ 45 w 1740"/>
                            <a:gd name="T65" fmla="*/ 97 h 2349"/>
                            <a:gd name="T66" fmla="*/ 37 w 1740"/>
                            <a:gd name="T67" fmla="*/ 100 h 2349"/>
                            <a:gd name="T68" fmla="*/ 29 w 1740"/>
                            <a:gd name="T69" fmla="*/ 103 h 2349"/>
                            <a:gd name="T70" fmla="*/ 20 w 1740"/>
                            <a:gd name="T71" fmla="*/ 106 h 2349"/>
                            <a:gd name="T72" fmla="*/ 10 w 1740"/>
                            <a:gd name="T73" fmla="*/ 109 h 2349"/>
                            <a:gd name="T74" fmla="*/ 0 w 1740"/>
                            <a:gd name="T75" fmla="*/ 111 h 2349"/>
                            <a:gd name="T76" fmla="*/ 3 w 1740"/>
                            <a:gd name="T77" fmla="*/ 122 h 2349"/>
                            <a:gd name="T78" fmla="*/ 6 w 1740"/>
                            <a:gd name="T79" fmla="*/ 133 h 2349"/>
                            <a:gd name="T80" fmla="*/ 8 w 1740"/>
                            <a:gd name="T81" fmla="*/ 145 h 2349"/>
                            <a:gd name="T82" fmla="*/ 10 w 1740"/>
                            <a:gd name="T83" fmla="*/ 159 h 2349"/>
                            <a:gd name="T84" fmla="*/ 11 w 1740"/>
                            <a:gd name="T85" fmla="*/ 166 h 2349"/>
                            <a:gd name="T86" fmla="*/ 12 w 1740"/>
                            <a:gd name="T87" fmla="*/ 174 h 2349"/>
                            <a:gd name="T88" fmla="*/ 12 w 1740"/>
                            <a:gd name="T89" fmla="*/ 183 h 2349"/>
                            <a:gd name="T90" fmla="*/ 12 w 1740"/>
                            <a:gd name="T91" fmla="*/ 192 h 2349"/>
                            <a:gd name="T92" fmla="*/ 12 w 1740"/>
                            <a:gd name="T93" fmla="*/ 201 h 2349"/>
                            <a:gd name="T94" fmla="*/ 12 w 1740"/>
                            <a:gd name="T95" fmla="*/ 212 h 2349"/>
                            <a:gd name="T96" fmla="*/ 12 w 1740"/>
                            <a:gd name="T97" fmla="*/ 223 h 2349"/>
                            <a:gd name="T98" fmla="*/ 11 w 1740"/>
                            <a:gd name="T99" fmla="*/ 234 h 2349"/>
                            <a:gd name="T100" fmla="*/ 44 w 1740"/>
                            <a:gd name="T101" fmla="*/ 235 h 2349"/>
                            <a:gd name="T102" fmla="*/ 79 w 1740"/>
                            <a:gd name="T103" fmla="*/ 235 h 2349"/>
                            <a:gd name="T104" fmla="*/ 97 w 1740"/>
                            <a:gd name="T105" fmla="*/ 235 h 2349"/>
                            <a:gd name="T106" fmla="*/ 115 w 1740"/>
                            <a:gd name="T107" fmla="*/ 235 h 2349"/>
                            <a:gd name="T108" fmla="*/ 132 w 1740"/>
                            <a:gd name="T109" fmla="*/ 234 h 2349"/>
                            <a:gd name="T110" fmla="*/ 148 w 1740"/>
                            <a:gd name="T111" fmla="*/ 233 h 2349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w 1740"/>
                            <a:gd name="T169" fmla="*/ 0 h 2349"/>
                            <a:gd name="T170" fmla="*/ 1740 w 1740"/>
                            <a:gd name="T171" fmla="*/ 2349 h 2349"/>
                          </a:gdLst>
                          <a:ahLst/>
                          <a:cxnLst>
                            <a:cxn ang="T112">
                              <a:pos x="T0" y="T1"/>
                            </a:cxn>
                            <a:cxn ang="T113">
                              <a:pos x="T2" y="T3"/>
                            </a:cxn>
                            <a:cxn ang="T114">
                              <a:pos x="T4" y="T5"/>
                            </a:cxn>
                            <a:cxn ang="T115">
                              <a:pos x="T6" y="T7"/>
                            </a:cxn>
                            <a:cxn ang="T116">
                              <a:pos x="T8" y="T9"/>
                            </a:cxn>
                            <a:cxn ang="T117">
                              <a:pos x="T10" y="T11"/>
                            </a:cxn>
                            <a:cxn ang="T118">
                              <a:pos x="T12" y="T13"/>
                            </a:cxn>
                            <a:cxn ang="T119">
                              <a:pos x="T14" y="T15"/>
                            </a:cxn>
                            <a:cxn ang="T120">
                              <a:pos x="T16" y="T17"/>
                            </a:cxn>
                            <a:cxn ang="T121">
                              <a:pos x="T18" y="T19"/>
                            </a:cxn>
                            <a:cxn ang="T122">
                              <a:pos x="T20" y="T21"/>
                            </a:cxn>
                            <a:cxn ang="T123">
                              <a:pos x="T22" y="T23"/>
                            </a:cxn>
                            <a:cxn ang="T124">
                              <a:pos x="T24" y="T25"/>
                            </a:cxn>
                            <a:cxn ang="T125">
                              <a:pos x="T26" y="T27"/>
                            </a:cxn>
                            <a:cxn ang="T126">
                              <a:pos x="T28" y="T29"/>
                            </a:cxn>
                            <a:cxn ang="T127">
                              <a:pos x="T30" y="T31"/>
                            </a:cxn>
                            <a:cxn ang="T128">
                              <a:pos x="T32" y="T33"/>
                            </a:cxn>
                            <a:cxn ang="T129">
                              <a:pos x="T34" y="T35"/>
                            </a:cxn>
                            <a:cxn ang="T130">
                              <a:pos x="T36" y="T37"/>
                            </a:cxn>
                            <a:cxn ang="T131">
                              <a:pos x="T38" y="T39"/>
                            </a:cxn>
                            <a:cxn ang="T132">
                              <a:pos x="T40" y="T41"/>
                            </a:cxn>
                            <a:cxn ang="T133">
                              <a:pos x="T42" y="T43"/>
                            </a:cxn>
                            <a:cxn ang="T134">
                              <a:pos x="T44" y="T45"/>
                            </a:cxn>
                            <a:cxn ang="T135">
                              <a:pos x="T46" y="T47"/>
                            </a:cxn>
                            <a:cxn ang="T136">
                              <a:pos x="T48" y="T49"/>
                            </a:cxn>
                            <a:cxn ang="T137">
                              <a:pos x="T50" y="T51"/>
                            </a:cxn>
                            <a:cxn ang="T138">
                              <a:pos x="T52" y="T53"/>
                            </a:cxn>
                            <a:cxn ang="T139">
                              <a:pos x="T54" y="T55"/>
                            </a:cxn>
                            <a:cxn ang="T140">
                              <a:pos x="T56" y="T57"/>
                            </a:cxn>
                            <a:cxn ang="T141">
                              <a:pos x="T58" y="T59"/>
                            </a:cxn>
                            <a:cxn ang="T142">
                              <a:pos x="T60" y="T61"/>
                            </a:cxn>
                            <a:cxn ang="T143">
                              <a:pos x="T62" y="T63"/>
                            </a:cxn>
                            <a:cxn ang="T144">
                              <a:pos x="T64" y="T65"/>
                            </a:cxn>
                            <a:cxn ang="T145">
                              <a:pos x="T66" y="T67"/>
                            </a:cxn>
                            <a:cxn ang="T146">
                              <a:pos x="T68" y="T69"/>
                            </a:cxn>
                            <a:cxn ang="T147">
                              <a:pos x="T70" y="T71"/>
                            </a:cxn>
                            <a:cxn ang="T148">
                              <a:pos x="T72" y="T73"/>
                            </a:cxn>
                            <a:cxn ang="T149">
                              <a:pos x="T74" y="T75"/>
                            </a:cxn>
                            <a:cxn ang="T150">
                              <a:pos x="T76" y="T77"/>
                            </a:cxn>
                            <a:cxn ang="T151">
                              <a:pos x="T78" y="T79"/>
                            </a:cxn>
                            <a:cxn ang="T152">
                              <a:pos x="T80" y="T81"/>
                            </a:cxn>
                            <a:cxn ang="T153">
                              <a:pos x="T82" y="T83"/>
                            </a:cxn>
                            <a:cxn ang="T154">
                              <a:pos x="T84" y="T85"/>
                            </a:cxn>
                            <a:cxn ang="T155">
                              <a:pos x="T86" y="T87"/>
                            </a:cxn>
                            <a:cxn ang="T156">
                              <a:pos x="T88" y="T89"/>
                            </a:cxn>
                            <a:cxn ang="T157">
                              <a:pos x="T90" y="T91"/>
                            </a:cxn>
                            <a:cxn ang="T158">
                              <a:pos x="T92" y="T93"/>
                            </a:cxn>
                            <a:cxn ang="T159">
                              <a:pos x="T94" y="T95"/>
                            </a:cxn>
                            <a:cxn ang="T160">
                              <a:pos x="T96" y="T97"/>
                            </a:cxn>
                            <a:cxn ang="T161">
                              <a:pos x="T98" y="T99"/>
                            </a:cxn>
                            <a:cxn ang="T162">
                              <a:pos x="T100" y="T101"/>
                            </a:cxn>
                            <a:cxn ang="T163">
                              <a:pos x="T102" y="T103"/>
                            </a:cxn>
                            <a:cxn ang="T164">
                              <a:pos x="T104" y="T105"/>
                            </a:cxn>
                            <a:cxn ang="T165">
                              <a:pos x="T106" y="T107"/>
                            </a:cxn>
                            <a:cxn ang="T166">
                              <a:pos x="T108" y="T109"/>
                            </a:cxn>
                            <a:cxn ang="T167">
                              <a:pos x="T110" y="T111"/>
                            </a:cxn>
                          </a:cxnLst>
                          <a:rect l="T168" t="T169" r="T170" b="T171"/>
                          <a:pathLst>
                            <a:path w="1740" h="2349">
                              <a:moveTo>
                                <a:pt x="1478" y="2330"/>
                              </a:moveTo>
                              <a:lnTo>
                                <a:pt x="1532" y="2321"/>
                              </a:lnTo>
                              <a:lnTo>
                                <a:pt x="1578" y="2310"/>
                              </a:lnTo>
                              <a:lnTo>
                                <a:pt x="1598" y="2305"/>
                              </a:lnTo>
                              <a:lnTo>
                                <a:pt x="1617" y="2298"/>
                              </a:lnTo>
                              <a:lnTo>
                                <a:pt x="1635" y="2290"/>
                              </a:lnTo>
                              <a:lnTo>
                                <a:pt x="1652" y="2281"/>
                              </a:lnTo>
                              <a:lnTo>
                                <a:pt x="1659" y="2276"/>
                              </a:lnTo>
                              <a:lnTo>
                                <a:pt x="1667" y="2270"/>
                              </a:lnTo>
                              <a:lnTo>
                                <a:pt x="1673" y="2265"/>
                              </a:lnTo>
                              <a:lnTo>
                                <a:pt x="1680" y="22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9" o:spid="_x0000_s1026" style="position:absolute;margin-left:-47.8pt;margin-top:-577pt;width:8.7pt;height:1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" path="m1478,2330r54,-9l1578,2310r20,-5l1617,2298r18,-8l1652,2281r7,-5l1667,2270r6,-5l1680,2259r-202,71xe" stroked="f">
                <v:path arrowok="t" o:connecttype="custom" o:connectlocs="9716,14738;10160,14675;10414,14548;10541,14484;10605,14421;10732,14294;10795,14230;10859,14039;10986,13722;11049,1016;10859,762;10668,508;10414,254;10160,0;9589,0;9017,0;8446,0;7874,0;7684,508;7430,1016;7239,1525;6985,1969;6668,2541;6350,3049;5969,3494;5652,3939;5334,4320;4953,4701;4572,5019;4191,5336;3810,5654;3366,5908;2858,6162;2350,6353;1842,6543;1270,6734;635,6924;0,7052;191,7750;381,8449;508,9211;635,10101;699,10545;762,11054;762,11625;762,12197;762,12769;762,13468;762,14167;699,14865;2794,14929;5017,14929;6160,14929;7303,14929;8382,14865;9398,14802" o:connectangles="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-786765</wp:posOffset>
                </wp:positionH>
                <wp:positionV relativeFrom="paragraph">
                  <wp:posOffset>-5699760</wp:posOffset>
                </wp:positionV>
                <wp:extent cx="45085" cy="94615"/>
                <wp:effectExtent l="3810" t="0" r="0" b="0"/>
                <wp:wrapNone/>
                <wp:docPr id="2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085" cy="94615"/>
                        </a:xfrm>
                        <a:custGeom>
                          <a:avLst/>
                          <a:gdLst>
                            <a:gd name="T0" fmla="*/ 0 w 710"/>
                            <a:gd name="T1" fmla="*/ 31 h 1491"/>
                            <a:gd name="T2" fmla="*/ 0 w 710"/>
                            <a:gd name="T3" fmla="*/ 25 h 1491"/>
                            <a:gd name="T4" fmla="*/ 0 w 710"/>
                            <a:gd name="T5" fmla="*/ 19 h 1491"/>
                            <a:gd name="T6" fmla="*/ 0 w 710"/>
                            <a:gd name="T7" fmla="*/ 12 h 1491"/>
                            <a:gd name="T8" fmla="*/ 1 w 710"/>
                            <a:gd name="T9" fmla="*/ 7 h 1491"/>
                            <a:gd name="T10" fmla="*/ 4 w 710"/>
                            <a:gd name="T11" fmla="*/ 5 h 1491"/>
                            <a:gd name="T12" fmla="*/ 7 w 710"/>
                            <a:gd name="T13" fmla="*/ 3 h 1491"/>
                            <a:gd name="T14" fmla="*/ 10 w 710"/>
                            <a:gd name="T15" fmla="*/ 1 h 1491"/>
                            <a:gd name="T16" fmla="*/ 18 w 710"/>
                            <a:gd name="T17" fmla="*/ 0 h 1491"/>
                            <a:gd name="T18" fmla="*/ 30 w 710"/>
                            <a:gd name="T19" fmla="*/ 0 h 1491"/>
                            <a:gd name="T20" fmla="*/ 43 w 710"/>
                            <a:gd name="T21" fmla="*/ 0 h 1491"/>
                            <a:gd name="T22" fmla="*/ 55 w 710"/>
                            <a:gd name="T23" fmla="*/ 0 h 1491"/>
                            <a:gd name="T24" fmla="*/ 62 w 710"/>
                            <a:gd name="T25" fmla="*/ 1 h 1491"/>
                            <a:gd name="T26" fmla="*/ 64 w 710"/>
                            <a:gd name="T27" fmla="*/ 3 h 1491"/>
                            <a:gd name="T28" fmla="*/ 67 w 710"/>
                            <a:gd name="T29" fmla="*/ 5 h 1491"/>
                            <a:gd name="T30" fmla="*/ 69 w 710"/>
                            <a:gd name="T31" fmla="*/ 9 h 1491"/>
                            <a:gd name="T32" fmla="*/ 71 w 710"/>
                            <a:gd name="T33" fmla="*/ 149 h 1491"/>
                            <a:gd name="T34" fmla="*/ 64 w 710"/>
                            <a:gd name="T35" fmla="*/ 146 h 1491"/>
                            <a:gd name="T36" fmla="*/ 58 w 710"/>
                            <a:gd name="T37" fmla="*/ 142 h 1491"/>
                            <a:gd name="T38" fmla="*/ 52 w 710"/>
                            <a:gd name="T39" fmla="*/ 137 h 1491"/>
                            <a:gd name="T40" fmla="*/ 46 w 710"/>
                            <a:gd name="T41" fmla="*/ 132 h 1491"/>
                            <a:gd name="T42" fmla="*/ 41 w 710"/>
                            <a:gd name="T43" fmla="*/ 127 h 1491"/>
                            <a:gd name="T44" fmla="*/ 36 w 710"/>
                            <a:gd name="T45" fmla="*/ 121 h 1491"/>
                            <a:gd name="T46" fmla="*/ 32 w 710"/>
                            <a:gd name="T47" fmla="*/ 115 h 1491"/>
                            <a:gd name="T48" fmla="*/ 27 w 710"/>
                            <a:gd name="T49" fmla="*/ 108 h 1491"/>
                            <a:gd name="T50" fmla="*/ 23 w 710"/>
                            <a:gd name="T51" fmla="*/ 101 h 1491"/>
                            <a:gd name="T52" fmla="*/ 20 w 710"/>
                            <a:gd name="T53" fmla="*/ 93 h 1491"/>
                            <a:gd name="T54" fmla="*/ 16 w 710"/>
                            <a:gd name="T55" fmla="*/ 85 h 1491"/>
                            <a:gd name="T56" fmla="*/ 12 w 710"/>
                            <a:gd name="T57" fmla="*/ 76 h 1491"/>
                            <a:gd name="T58" fmla="*/ 9 w 710"/>
                            <a:gd name="T59" fmla="*/ 66 h 1491"/>
                            <a:gd name="T60" fmla="*/ 6 w 710"/>
                            <a:gd name="T61" fmla="*/ 56 h 1491"/>
                            <a:gd name="T62" fmla="*/ 3 w 710"/>
                            <a:gd name="T63" fmla="*/ 45 h 1491"/>
                            <a:gd name="T64" fmla="*/ 0 w 710"/>
                            <a:gd name="T65" fmla="*/ 34 h 1491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w 710"/>
                            <a:gd name="T100" fmla="*/ 0 h 1491"/>
                            <a:gd name="T101" fmla="*/ 710 w 710"/>
                            <a:gd name="T102" fmla="*/ 1491 h 1491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T99" t="T100" r="T101" b="T102"/>
                          <a:pathLst>
                            <a:path w="710" h="1491">
                              <a:moveTo>
                                <a:pt x="0" y="340"/>
                              </a:moveTo>
                              <a:lnTo>
                                <a:pt x="0" y="311"/>
                              </a:lnTo>
                              <a:lnTo>
                                <a:pt x="0" y="281"/>
                              </a:lnTo>
                              <a:lnTo>
                                <a:pt x="0" y="250"/>
                              </a:lnTo>
                              <a:lnTo>
                                <a:pt x="0" y="219"/>
                              </a:lnTo>
                              <a:lnTo>
                                <a:pt x="0" y="187"/>
                              </a:lnTo>
                              <a:lnTo>
                                <a:pt x="0" y="152"/>
                              </a:lnTo>
                              <a:lnTo>
                                <a:pt x="0" y="116"/>
                              </a:lnTo>
                              <a:lnTo>
                                <a:pt x="0" y="78"/>
                              </a:lnTo>
                              <a:lnTo>
                                <a:pt x="9" y="69"/>
                              </a:lnTo>
                              <a:lnTo>
                                <a:pt x="21" y="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7" o:spid="_x0000_s1026" style="position:absolute;margin-left:-61.95pt;margin-top:-448.8pt;width:3.55pt;height:7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0,1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" path="m,340l,311,,281,,250,,219,,187,,152,,116,,78,9,69,21,58,,340xe" stroked="f">
                <v:path arrowok="t" o:connecttype="custom" o:connectlocs="0,1967;0,1586;0,1206;0,761;64,444;254,317;445,190;635,63;1143,0;1905,0;2731,0;3493,0;3937,63;4064,190;4255,317;4382,571;4509,9455;4064,9265;3683,9011;3302,8694;2921,8376;2604,8059;2286,7678;2032,7298;1715,6853;1461,6409;1270,5902;1016,5394;762,4823;572,4188;381,3554;191,2856;0,2158" o:connectangles="0,0,0,0,0,0,0,0,0,0,0,0,0,0,0,0,0,0,0,0,0,0,0,0,0,0,0,0,0,0,0,0,0" textboxrect="0,0,710,149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-4262755</wp:posOffset>
                </wp:positionV>
                <wp:extent cx="45085" cy="94615"/>
                <wp:effectExtent l="0" t="0" r="635" b="0"/>
                <wp:wrapNone/>
                <wp:docPr id="1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085" cy="94615"/>
                        </a:xfrm>
                        <a:custGeom>
                          <a:avLst/>
                          <a:gdLst>
                            <a:gd name="T0" fmla="*/ 71 w 710"/>
                            <a:gd name="T1" fmla="*/ 31 h 1491"/>
                            <a:gd name="T2" fmla="*/ 71 w 710"/>
                            <a:gd name="T3" fmla="*/ 25 h 1491"/>
                            <a:gd name="T4" fmla="*/ 71 w 710"/>
                            <a:gd name="T5" fmla="*/ 19 h 1491"/>
                            <a:gd name="T6" fmla="*/ 71 w 710"/>
                            <a:gd name="T7" fmla="*/ 12 h 1491"/>
                            <a:gd name="T8" fmla="*/ 70 w 710"/>
                            <a:gd name="T9" fmla="*/ 7 h 1491"/>
                            <a:gd name="T10" fmla="*/ 68 w 710"/>
                            <a:gd name="T11" fmla="*/ 5 h 1491"/>
                            <a:gd name="T12" fmla="*/ 64 w 710"/>
                            <a:gd name="T13" fmla="*/ 3 h 1491"/>
                            <a:gd name="T14" fmla="*/ 61 w 710"/>
                            <a:gd name="T15" fmla="*/ 1 h 1491"/>
                            <a:gd name="T16" fmla="*/ 53 w 710"/>
                            <a:gd name="T17" fmla="*/ 0 h 1491"/>
                            <a:gd name="T18" fmla="*/ 41 w 710"/>
                            <a:gd name="T19" fmla="*/ 0 h 1491"/>
                            <a:gd name="T20" fmla="*/ 28 w 710"/>
                            <a:gd name="T21" fmla="*/ 0 h 1491"/>
                            <a:gd name="T22" fmla="*/ 16 w 710"/>
                            <a:gd name="T23" fmla="*/ 0 h 1491"/>
                            <a:gd name="T24" fmla="*/ 9 w 710"/>
                            <a:gd name="T25" fmla="*/ 1 h 1491"/>
                            <a:gd name="T26" fmla="*/ 7 w 710"/>
                            <a:gd name="T27" fmla="*/ 3 h 1491"/>
                            <a:gd name="T28" fmla="*/ 4 w 710"/>
                            <a:gd name="T29" fmla="*/ 5 h 1491"/>
                            <a:gd name="T30" fmla="*/ 2 w 710"/>
                            <a:gd name="T31" fmla="*/ 9 h 1491"/>
                            <a:gd name="T32" fmla="*/ 0 w 710"/>
                            <a:gd name="T33" fmla="*/ 149 h 1491"/>
                            <a:gd name="T34" fmla="*/ 7 w 710"/>
                            <a:gd name="T35" fmla="*/ 146 h 1491"/>
                            <a:gd name="T36" fmla="*/ 13 w 710"/>
                            <a:gd name="T37" fmla="*/ 142 h 1491"/>
                            <a:gd name="T38" fmla="*/ 19 w 710"/>
                            <a:gd name="T39" fmla="*/ 137 h 1491"/>
                            <a:gd name="T40" fmla="*/ 25 w 710"/>
                            <a:gd name="T41" fmla="*/ 132 h 1491"/>
                            <a:gd name="T42" fmla="*/ 30 w 710"/>
                            <a:gd name="T43" fmla="*/ 127 h 1491"/>
                            <a:gd name="T44" fmla="*/ 35 w 710"/>
                            <a:gd name="T45" fmla="*/ 121 h 1491"/>
                            <a:gd name="T46" fmla="*/ 39 w 710"/>
                            <a:gd name="T47" fmla="*/ 115 h 1491"/>
                            <a:gd name="T48" fmla="*/ 44 w 710"/>
                            <a:gd name="T49" fmla="*/ 108 h 1491"/>
                            <a:gd name="T50" fmla="*/ 48 w 710"/>
                            <a:gd name="T51" fmla="*/ 101 h 1491"/>
                            <a:gd name="T52" fmla="*/ 52 w 710"/>
                            <a:gd name="T53" fmla="*/ 93 h 1491"/>
                            <a:gd name="T54" fmla="*/ 55 w 710"/>
                            <a:gd name="T55" fmla="*/ 85 h 1491"/>
                            <a:gd name="T56" fmla="*/ 59 w 710"/>
                            <a:gd name="T57" fmla="*/ 76 h 1491"/>
                            <a:gd name="T58" fmla="*/ 62 w 710"/>
                            <a:gd name="T59" fmla="*/ 66 h 1491"/>
                            <a:gd name="T60" fmla="*/ 65 w 710"/>
                            <a:gd name="T61" fmla="*/ 56 h 1491"/>
                            <a:gd name="T62" fmla="*/ 68 w 710"/>
                            <a:gd name="T63" fmla="*/ 45 h 1491"/>
                            <a:gd name="T64" fmla="*/ 71 w 710"/>
                            <a:gd name="T65" fmla="*/ 34 h 1491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w 710"/>
                            <a:gd name="T100" fmla="*/ 0 h 1491"/>
                            <a:gd name="T101" fmla="*/ 710 w 710"/>
                            <a:gd name="T102" fmla="*/ 1491 h 1491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T99" t="T100" r="T101" b="T102"/>
                          <a:pathLst>
                            <a:path w="710" h="1491">
                              <a:moveTo>
                                <a:pt x="710" y="340"/>
                              </a:moveTo>
                              <a:lnTo>
                                <a:pt x="710" y="311"/>
                              </a:lnTo>
                              <a:lnTo>
                                <a:pt x="710" y="281"/>
                              </a:lnTo>
                              <a:lnTo>
                                <a:pt x="710" y="250"/>
                              </a:lnTo>
                              <a:lnTo>
                                <a:pt x="710" y="219"/>
                              </a:lnTo>
                              <a:lnTo>
                                <a:pt x="710" y="186"/>
                              </a:lnTo>
                              <a:lnTo>
                                <a:pt x="710" y="152"/>
                              </a:lnTo>
                              <a:lnTo>
                                <a:pt x="710" y="116"/>
                              </a:lnTo>
                              <a:lnTo>
                                <a:pt x="710" y="78"/>
                              </a:lnTo>
                              <a:lnTo>
                                <a:pt x="701" y="69"/>
                              </a:lnTo>
                              <a:lnTo>
                                <a:pt x="689" y="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" o:spid="_x0000_s1026" style="position:absolute;margin-left:-54.6pt;margin-top:-335.65pt;width:3.55pt;height:7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0,1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" path="m710,340r,-29l710,281r,-31l710,219r,-33l710,152r,-36l710,78r-9,-9l689,59r21,281xe" stroked="f">
                <v:path arrowok="t" o:connecttype="custom" o:connectlocs="4509,1967;4509,1586;4509,1206;4509,761;4445,444;4318,317;4064,190;3874,63;3366,0;2604,0;1778,0;1016,0;572,63;445,190;254,317;127,571;0,9455;445,9265;826,9011;1207,8694;1588,8376;1905,8059;2223,7678;2477,7298;2794,6853;3048,6409;3302,5902;3493,5394;3747,4823;3937,4188;4128,3554;4318,2856;4509,2158" o:connectangles="0,0,0,0,0,0,0,0,0,0,0,0,0,0,0,0,0,0,0,0,0,0,0,0,0,0,0,0,0,0,0,0,0" textboxrect="0,0,710,1491"/>
              </v:shape>
            </w:pict>
          </mc:Fallback>
        </mc:AlternateContent>
      </w:r>
    </w:p>
    <w:p w:rsidR="000D0E23" w:rsidRDefault="000D0E23" w:rsidP="000D0E23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надання дозволу на розробку </w:t>
      </w:r>
    </w:p>
    <w:p w:rsidR="000D0E23" w:rsidRDefault="000D0E23" w:rsidP="000D0E23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із землеустрою  щодо </w:t>
      </w:r>
    </w:p>
    <w:p w:rsidR="000D0E23" w:rsidRDefault="000D0E23" w:rsidP="000D0E23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 земельної  ділянки</w:t>
      </w:r>
    </w:p>
    <w:p w:rsidR="000D0E23" w:rsidRDefault="000D0E23" w:rsidP="000D0E23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Козіку О.В.</w:t>
      </w:r>
    </w:p>
    <w:p w:rsidR="000D0E23" w:rsidRDefault="000D0E23" w:rsidP="000D0E23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D0E23" w:rsidRDefault="000D0E23" w:rsidP="000D0E23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заяву Козіка О.В, сільська рада </w:t>
      </w:r>
    </w:p>
    <w:p w:rsidR="000D0E23" w:rsidRDefault="000D0E23" w:rsidP="000D0E23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0D0E23" w:rsidRDefault="000D0E23" w:rsidP="000D0E23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Надати Козіку Олегу Васильовичу який зареєстрований за адресою: </w:t>
      </w:r>
      <w:r w:rsidR="006375D8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____________________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, дозвіл на розробку проекту із землеустрою щодо відведення земельної ділянки для передачі її у власність, площею 1,2432 га, для ведення особистого селянського господарства, за рахунок земель запасу сільськогосподарського призначення, земельна ділянка розташована на території Крупецької сільської ради за межами села Крупець (кадастровий номер 6823984000:03:018:0329).</w:t>
      </w:r>
    </w:p>
    <w:p w:rsidR="000D0E23" w:rsidRDefault="000D0E23" w:rsidP="000D0E23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2 Козіку О.В. розробити проект землеустрою щодо відведення земельної ділянки для передачі її у власність та подати на розгляд сесії сільської ради.</w:t>
      </w:r>
    </w:p>
    <w:p w:rsidR="000D0E23" w:rsidRDefault="000D0E23" w:rsidP="000D0E2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0D0E23" w:rsidRPr="000D0E23" w:rsidRDefault="000D0E23" w:rsidP="000D0E23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:rsidR="000D0E23" w:rsidRDefault="000D0E23" w:rsidP="000D0E23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864086" w:rsidRPr="000D0E23" w:rsidRDefault="000D0E23" w:rsidP="000D0E23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Секретар сілсьької ради                                                                                В.М.Мазур</w:t>
      </w:r>
    </w:p>
    <w:sectPr w:rsidR="00864086" w:rsidRPr="000D0E2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E23"/>
    <w:rsid w:val="000D0E23"/>
    <w:rsid w:val="00171A2E"/>
    <w:rsid w:val="00304C90"/>
    <w:rsid w:val="00505B6D"/>
    <w:rsid w:val="006375D8"/>
    <w:rsid w:val="006D3977"/>
    <w:rsid w:val="007D6C18"/>
    <w:rsid w:val="00864086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244</Words>
  <Characters>1394</Characters>
  <Application>Microsoft Office Word</Application>
  <DocSecurity>0</DocSecurity>
  <Lines>11</Lines>
  <Paragraphs>3</Paragraphs>
  <ScaleCrop>false</ScaleCrop>
  <Company>Microsoft</Company>
  <LinksUpToDate>false</LinksUpToDate>
  <CharactersWithSpaces>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2020-07-21T14:22:00Z</dcterms:created>
  <dcterms:modified xsi:type="dcterms:W3CDTF">2020-07-21T14:52:00Z</dcterms:modified>
</cp:coreProperties>
</file>