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7FD" w:rsidRDefault="00F03DF6" w:rsidP="008C0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3DF6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C07FD" w:rsidRDefault="008C07FD" w:rsidP="008C07FD"/>
    <w:p w:rsidR="008C07FD" w:rsidRDefault="008C07FD" w:rsidP="008C07FD"/>
    <w:p w:rsidR="008C07FD" w:rsidRDefault="008C07FD" w:rsidP="008C07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C07FD" w:rsidRDefault="008C07FD" w:rsidP="008C07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C07FD" w:rsidRDefault="008C07FD" w:rsidP="008C07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C07FD" w:rsidRDefault="008C07FD" w:rsidP="008C07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C07FD" w:rsidRDefault="008C07FD" w:rsidP="008C07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7FD" w:rsidRDefault="008C07FD" w:rsidP="008C0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8C07FD" w:rsidRDefault="008C07FD" w:rsidP="008C0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07FD" w:rsidRPr="001C3332" w:rsidRDefault="008C07FD" w:rsidP="008C07F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C07FD" w:rsidRDefault="008C07FD" w:rsidP="008C0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07FD" w:rsidRDefault="008C07FD" w:rsidP="008C07F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№34</w:t>
      </w:r>
    </w:p>
    <w:p w:rsidR="008C07FD" w:rsidRPr="00E83DE6" w:rsidRDefault="008C07FD" w:rsidP="008C07FD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07FD" w:rsidRPr="00E83DE6" w:rsidRDefault="008C07FD" w:rsidP="008C07F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C07FD" w:rsidRPr="00E83DE6" w:rsidRDefault="008C07FD" w:rsidP="008C07F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C07FD" w:rsidRPr="00E83DE6" w:rsidRDefault="008C07FD" w:rsidP="008C07F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8C07FD" w:rsidRPr="00E83DE6" w:rsidRDefault="008C07FD" w:rsidP="008C07F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атурі (на місцевості) Дем’янчуку Л.П.</w:t>
      </w:r>
    </w:p>
    <w:p w:rsidR="008C07FD" w:rsidRPr="00E83DE6" w:rsidRDefault="008C07FD" w:rsidP="008C07FD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07FD" w:rsidRPr="00E83DE6" w:rsidRDefault="008C07FD" w:rsidP="008C07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розглянувши заяву Дем’янчука Л.П.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ВИРІШИЛА:</w:t>
      </w:r>
    </w:p>
    <w:p w:rsidR="008C07FD" w:rsidRDefault="008C07FD" w:rsidP="008C07FD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ердити Дем’янчуку Леоніду Петровичу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 який зареєстрований за 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дресою: </w:t>
      </w:r>
      <w:r w:rsidR="005726F5" w:rsidRPr="005726F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5726F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 га, (кадастровий номер: 68239840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00:0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2:002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72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), для будівництва та обслуговування житлового будинку господарських будівель та споруд (присадибна ділянка),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Славутський  район, с. Стригани, вул. Лісна, 10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C07FD" w:rsidRPr="00E83DE6" w:rsidRDefault="008C07FD" w:rsidP="008C07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sz w:val="24"/>
          <w:szCs w:val="24"/>
        </w:rPr>
        <w:t>Дем’янчуку Л.П.</w:t>
      </w:r>
      <w:r w:rsidRPr="00E83DE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8C07FD" w:rsidRDefault="008C07FD" w:rsidP="008C07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C07FD" w:rsidRPr="00E83DE6" w:rsidRDefault="008C07FD" w:rsidP="008C07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07FD" w:rsidRPr="008C07FD" w:rsidRDefault="008C07FD" w:rsidP="008C07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581A4E" w:rsidRPr="008C07FD" w:rsidRDefault="008C07FD" w:rsidP="008C07F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      В.А.Михалюк </w:t>
      </w:r>
    </w:p>
    <w:sectPr w:rsidR="00581A4E" w:rsidRPr="008C07FD" w:rsidSect="00581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8C07FD"/>
    <w:rsid w:val="00171A2E"/>
    <w:rsid w:val="00304C90"/>
    <w:rsid w:val="00505B6D"/>
    <w:rsid w:val="005726F5"/>
    <w:rsid w:val="00581A4E"/>
    <w:rsid w:val="006D3977"/>
    <w:rsid w:val="007D6C18"/>
    <w:rsid w:val="008C07FD"/>
    <w:rsid w:val="00D1641A"/>
    <w:rsid w:val="00F0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7F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2020-01-21T06:51:00Z</dcterms:created>
  <dcterms:modified xsi:type="dcterms:W3CDTF">2020-01-21T07:44:00Z</dcterms:modified>
</cp:coreProperties>
</file>