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591" w:rsidRPr="00DE6ED3" w:rsidRDefault="00650591" w:rsidP="0065059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650591" w:rsidRPr="00DE6ED3" w:rsidRDefault="00650591" w:rsidP="00650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50591" w:rsidRPr="00DE6ED3" w:rsidRDefault="00650591" w:rsidP="006505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0591" w:rsidRDefault="00650591" w:rsidP="006505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0591" w:rsidRDefault="00650591" w:rsidP="006505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650591" w:rsidRPr="00DE6ED3" w:rsidRDefault="00650591" w:rsidP="006505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650591" w:rsidRPr="00DE6ED3" w:rsidRDefault="00650591" w:rsidP="006505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650591" w:rsidRPr="00DE6ED3" w:rsidRDefault="00650591" w:rsidP="006505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650591" w:rsidRPr="00DE6ED3" w:rsidRDefault="00650591" w:rsidP="006505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650591" w:rsidRPr="00DE6ED3" w:rsidRDefault="00650591" w:rsidP="006505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650591" w:rsidRPr="00DE6ED3" w:rsidRDefault="00650591" w:rsidP="0065059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650591" w:rsidRPr="00DE6ED3" w:rsidRDefault="00650591" w:rsidP="006505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Дем’янчуку Б.Л.</w:t>
      </w: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Дем’янчука Б.Л.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50591" w:rsidRPr="00DE6ED3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Дем’янчуку Богдану Леонідовичу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1,0000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50591" w:rsidRDefault="00650591" w:rsidP="006505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4018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Дем’янчуку Богдану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ий  зареєстрований за адресою: </w:t>
      </w:r>
      <w:r w:rsidR="00F45A8B" w:rsidRPr="00F45A8B">
        <w:rPr>
          <w:rFonts w:ascii="Times New Roman" w:eastAsia="Calibri" w:hAnsi="Times New Roman" w:cs="Times New Roman"/>
          <w:sz w:val="24"/>
        </w:rPr>
        <w:t>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F45A8B" w:rsidRPr="00F45A8B">
        <w:rPr>
          <w:rFonts w:ascii="Times New Roman" w:eastAsia="Calibri" w:hAnsi="Times New Roman" w:cs="Times New Roman"/>
          <w:sz w:val="24"/>
        </w:rPr>
        <w:t>_</w:t>
      </w:r>
      <w:r w:rsidR="00F45A8B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1,0000 га, кадастровий номер: 6823984000:03:012:0201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 яка розташована</w:t>
      </w:r>
      <w:r w:rsidRPr="00D4018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50591" w:rsidRPr="00DE6ED3" w:rsidRDefault="00650591" w:rsidP="006505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Дем’янчуку Б.Л.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50591" w:rsidRPr="00DE6ED3" w:rsidRDefault="00650591" w:rsidP="006505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50591" w:rsidRPr="00650591" w:rsidRDefault="00650591" w:rsidP="006505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313FEB" w:rsidRPr="00650591" w:rsidRDefault="00650591" w:rsidP="0065059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313FEB" w:rsidRPr="006505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591"/>
    <w:rsid w:val="00171A2E"/>
    <w:rsid w:val="00304C90"/>
    <w:rsid w:val="00313FEB"/>
    <w:rsid w:val="00505B6D"/>
    <w:rsid w:val="00650591"/>
    <w:rsid w:val="006D3977"/>
    <w:rsid w:val="007D6C18"/>
    <w:rsid w:val="00D1641A"/>
    <w:rsid w:val="00F45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2021-03-17T09:21:00Z</dcterms:created>
  <dcterms:modified xsi:type="dcterms:W3CDTF">2021-03-17T09:35:00Z</dcterms:modified>
</cp:coreProperties>
</file>