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FF6" w:rsidRPr="00B623A8" w:rsidRDefault="00735FF6" w:rsidP="00735FF6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FF6" w:rsidRDefault="00735FF6" w:rsidP="00735F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35FF6" w:rsidRDefault="00735FF6" w:rsidP="00735F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35FF6" w:rsidRDefault="00735FF6" w:rsidP="00735F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FF6" w:rsidRDefault="00735FF6" w:rsidP="00735F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FF6" w:rsidRDefault="00735FF6" w:rsidP="00735F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FF6" w:rsidRDefault="00735FF6" w:rsidP="00735F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FF6" w:rsidRDefault="00735FF6" w:rsidP="00735F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35FF6" w:rsidRDefault="00735FF6" w:rsidP="00735FF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35FF6" w:rsidRDefault="00735FF6" w:rsidP="00735F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35FF6" w:rsidRDefault="00735FF6" w:rsidP="00735F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35FF6" w:rsidRDefault="00735FF6" w:rsidP="00735F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FF6" w:rsidRDefault="00735FF6" w:rsidP="00735F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35FF6" w:rsidRDefault="00735FF6" w:rsidP="00735F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FF6" w:rsidRDefault="00735FF6" w:rsidP="00735F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35FF6" w:rsidRDefault="00735FF6" w:rsidP="00735FF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35FF6" w:rsidRDefault="00735FF6" w:rsidP="00735FF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735FF6" w:rsidRPr="00A31AA4" w:rsidRDefault="00735FF6" w:rsidP="00735FF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735FF6" w:rsidRPr="00A31AA4" w:rsidRDefault="00735FF6" w:rsidP="00735FF6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735FF6" w:rsidRPr="00A31AA4" w:rsidRDefault="00735FF6" w:rsidP="00735FF6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735FF6" w:rsidRPr="00A31AA4" w:rsidRDefault="00735FF6" w:rsidP="00735FF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Левунець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О.В.</w:t>
      </w:r>
    </w:p>
    <w:p w:rsidR="00735FF6" w:rsidRPr="00A31AA4" w:rsidRDefault="00735FF6" w:rsidP="00735FF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35FF6" w:rsidRPr="00A31AA4" w:rsidRDefault="00735FF6" w:rsidP="00735FF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35FF6" w:rsidRPr="00A31AA4" w:rsidRDefault="00735FF6" w:rsidP="00735FF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Левунець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В.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735FF6" w:rsidRPr="00A31AA4" w:rsidRDefault="00735FF6" w:rsidP="00735FF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735FF6" w:rsidRPr="00A31AA4" w:rsidRDefault="00735FF6" w:rsidP="00735FF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35FF6" w:rsidRPr="00A31AA4" w:rsidRDefault="00735FF6" w:rsidP="00735FF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Левунець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Василівні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1,4368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/>
          <w:sz w:val="24"/>
          <w:szCs w:val="24"/>
        </w:rPr>
        <w:t>рупець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735FF6" w:rsidRPr="00A31AA4" w:rsidRDefault="00735FF6" w:rsidP="00735FF6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2.Передат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Левунець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Василівні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зареєстрована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653DE6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___________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 </w:t>
      </w:r>
      <w:r w:rsidR="00653DE6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___________</w:t>
      </w:r>
      <w:bookmarkStart w:id="0" w:name="_GoBack"/>
      <w:bookmarkEnd w:id="0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1,4368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6823984000:01:013:0037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>,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район,</w:t>
      </w:r>
      <w:r>
        <w:rPr>
          <w:rFonts w:ascii="Times New Roman" w:eastAsia="Arial Unicode MS" w:hAnsi="Times New Roman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/>
          <w:sz w:val="24"/>
          <w:szCs w:val="24"/>
        </w:rPr>
        <w:t>рупець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735FF6" w:rsidRPr="00A31AA4" w:rsidRDefault="00735FF6" w:rsidP="00735FF6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Левунець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О.В.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735FF6" w:rsidRPr="00A31AA4" w:rsidRDefault="00735FF6" w:rsidP="00735FF6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735FF6" w:rsidRDefault="00735FF6" w:rsidP="00735FF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35FF6" w:rsidRPr="00A31AA4" w:rsidRDefault="00735FF6" w:rsidP="00735FF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35FF6" w:rsidRDefault="00735FF6" w:rsidP="00735FF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F33968" w:rsidRDefault="00F33968"/>
    <w:sectPr w:rsidR="00F3396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FF6"/>
    <w:rsid w:val="00171A2E"/>
    <w:rsid w:val="00304C90"/>
    <w:rsid w:val="00505B6D"/>
    <w:rsid w:val="00653DE6"/>
    <w:rsid w:val="006D3977"/>
    <w:rsid w:val="00735FF6"/>
    <w:rsid w:val="007D6C18"/>
    <w:rsid w:val="00D1641A"/>
    <w:rsid w:val="00F3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35FF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35F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35FF6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35FF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35F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35FF6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275</Words>
  <Characters>1569</Characters>
  <Application>Microsoft Office Word</Application>
  <DocSecurity>0</DocSecurity>
  <Lines>13</Lines>
  <Paragraphs>3</Paragraphs>
  <ScaleCrop>false</ScaleCrop>
  <Company>Microsoft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2020-10-10T16:09:00Z</dcterms:created>
  <dcterms:modified xsi:type="dcterms:W3CDTF">2020-10-10T16:39:00Z</dcterms:modified>
</cp:coreProperties>
</file>