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2D" w:rsidRPr="00B623A8" w:rsidRDefault="00EF672D" w:rsidP="00EF672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8503E0" wp14:editId="24F27F2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13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1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72D" w:rsidRDefault="00EF672D" w:rsidP="00EF67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PwNT2CjdwAAX1kEAA4AAAAAAAAAAAAAAAAALgIAAGRycy9lMm9Eb2MueG1sUEsBAi0AFAAGAAgA&#10;AAAhALIdTJv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py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+NBP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W+nK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+8scA&#10;AADeAAAADwAAAGRycy9kb3ducmV2LnhtbERPTWsCMRC9F/ofwhS8SM2qoHVrlCJsaz0U1gq9Dpvp&#10;ZtvNZElS3frrG6HgbR7vc5br3rbiSD40jhWMRxkI4srphmsFh/fi/gFEiMgaW8ek4JcCrFe3N0vM&#10;tTtxScd9rEUK4ZCjAhNjl0sZKkMWw8h1xIn7dN5iTNDXUns8pXDbykmWzaTFhlODwY42hqrv/Y9V&#10;8FW8mY/N/Pzsh4uSzsNi99K+zpQa3PVPjyAi9fEq/ndvdZo/HU/ncHkn3S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T/v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/OgcQA&#10;AADeAAAADwAAAGRycy9kb3ducmV2LnhtbESPzWrCQBDH74LvsIzQi9SNDYhEVxHRUryI2gcYsmM2&#10;mJ0N2a1J375zKHibYf4fv1lvB9+oJ3WxDmxgPstAEZfB1lwZ+L4d35egYkK22AQmA78UYbsZj9ZY&#10;2NDzhZ7XVCkJ4VigAZdSW2gdS0ce4yy0xHK7h85jkrWrtO2wl3Df6I8sW2iPNUuDw5b2jsrH9cdL&#10;yTnH8+ne346fA/Z4ODme7i7GvE2G3QpUoiG9xP/uLyv4+TwXXnlHZ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fzo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d+IMUA&#10;AADeAAAADwAAAGRycy9kb3ducmV2LnhtbERPTUsDMRC9C/6HMII3m22rta5NS6kKIniwFkpvw2a6&#10;u3QzCcnYXf+9EQRv83ifs1gNrlNniqn1bGA8KkARV962XBvYfb7czEElQbbYeSYD35Rgtby8WGBp&#10;fc8fdN5KrXIIpxINNCKh1DpVDTlMIx+IM3f00aFkGGttI/Y53HV6UhQz7bDl3NBgoE1D1Wn75Qy8&#10;98/h7X52dwyHeDvR6cnKfiPGXF8N60dQQoP8i//crzbPn46nD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34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+x+sUA&#10;AADeAAAADwAAAGRycy9kb3ducmV2LnhtbESP3WrCQBCF7wt9h2UK3hTd+EOR1FVEVIo3ovYBhuyY&#10;Dc3Ohuxq4ts7FwXvZphzzjdnsep9re7UxiqwgfEoA0VcBFtxaeD3shvOQcWEbLEOTAYeFGG1fH9b&#10;YG5Dxye6n1OpJIRjjgZcSk2udSwceYyj0BDL7Rpaj0nWttS2xU7Cfa0nWfalPVYsBIcNbRwVf+eb&#10;F8hxisfDtbvs9j12uD04/lyfjBl89OtvUIn69BL/u3+svD8dz6SA1JEZ9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7H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cBW8UA&#10;AADeAAAADwAAAGRycy9kb3ducmV2LnhtbERPTUsDMRC9C/0PYQRvNru1VlmbllIVROihrSDehs10&#10;d3EzCcnYXf+9EQRv83ifs1yPrldniqnzbKCcFqCIa287bgy8HZ+v70ElQbbYeyYD35RgvZpcLLGy&#10;fuA9nQ/SqBzCqUIDrUiotE51Sw7T1AfizJ18dCgZxkbbiEMOd72eFcVCO+w4N7QYaNtS/Xn4cgZ2&#10;w1N4vVvcnsJHnM90erTyvhVjri7HzQMooVH+xX/uF5vn35Tz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5wF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CxcUA&#10;AADeAAAADwAAAGRycy9kb3ducmV2LnhtbERP32vCMBB+H/g/hBv4IjNV5xjVKCqECRNkbuDr0Zxt&#10;WXMpSWa7/34RhL3dx/fzluveNuJKPtSOFUzGGQjiwpmaSwVfn/rpFUSIyAYbx6TglwKsV4OHJebG&#10;dfxB11MsRQrhkKOCKsY2lzIUFVkMY9cSJ+7ivMWYoC+l8dilcNvIaZa9SIs1p4YKW9pVVHyffqyC&#10;7bErZ35UbHv3fnk7z7U2+qCVGj72mwWISH38F9/de5PmzybPU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MIL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tocIA&#10;AADeAAAADwAAAGRycy9kb3ducmV2LnhtbERP24rCMBB9X/Afwizs25p6WZGuUcSlIOLLqh8wNLNN&#10;12ZSkljr3xtB8G0O5zqLVW8b0ZEPtWMFo2EGgrh0uuZKwelYfM5BhIissXFMCm4UYLUcvC0w1+7K&#10;v9QdYiVSCIccFZgY21zKUBqyGIauJU7cn/MWY4K+ktrjNYXbRo6zbCYt1pwaDLa0MVSeDxeroNiN&#10;9935on3h1v3U0pf5n/8YpT7e+/U3iEh9fImf7q1O8yej6QQe76Qb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G2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W/KsUA&#10;AADeAAAADwAAAGRycy9kb3ducmV2LnhtbERP22oCMRB9L/gPYQp9kZr10lJWo6gQFCqU2oKvw2bc&#10;XbqZLEnqrn9vCkLf5nCus1j1thEX8qF2rGA8ykAQF87UXCr4/tLPbyBCRDbYOCYFVwqwWg4eFpgb&#10;1/EnXY6xFCmEQ44KqhjbXMpQVGQxjFxLnLiz8xZjgr6UxmOXwm0jJ1n2Ki3WnBoqbGlbUfFz/LUK&#10;Nh9dOfXDYtO79/Pu9KK10Qet1NNjv56DiNTHf/HdvTdp/nQ8m8HfO+k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b8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QTsIA&#10;AADeAAAADwAAAGRycy9kb3ducmV2LnhtbERPzYrCMBC+L/gOYRa8ramuinSNIi4FES+rPsDQzDZd&#10;m0lJYq1vbwRhb/Px/c5y3dtGdORD7VjBeJSBIC6drrlScD4VHwsQISJrbByTgjsFWK8Gb0vMtbvx&#10;D3XHWIkUwiFHBSbGNpcylIYshpFriRP367zFmKCvpPZ4S+G2kZMsm0uLNacGgy1tDZWX49UqKPaT&#10;Q3e5al+4TT+1NDN/i2+j1PC933yBiNTHf/HLvdNp/ud4OoP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6VBO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VQ0cAA&#10;AADeAAAADwAAAGRycy9kb3ducmV2LnhtbERP24rCMBB9F/yHMAu+aVpvLF1TEUHRR6sfMDSzbWkz&#10;qU209e/NwoJvczjX2WwH04gnda6yrCCeRSCIc6srLhTcrofpNwjnkTU2lknBixxs0/Fog4m2PV/o&#10;mflChBB2CSoovW8TKV1ekkE3sy1x4H5tZ9AH2BVSd9iHcNPIeRStpcGKQ0OJLe1LyuvsYRQsX/3x&#10;nq3q6KANxedFe2afr5SafA27HxCeBv8R/7tPOsxfxMs1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/VQ0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vj5cQA&#10;AADeAAAADwAAAGRycy9kb3ducmV2LnhtbERPTWvCQBC9F/wPywi9NZvYYjW6BlEspScbo+chOybB&#10;7GzIrhr/fbdQ6G0e73OW2WBacaPeNZYVJFEMgri0uuFKQXHYvcxAOI+ssbVMCh7kIFuNnpaYanvn&#10;b7rlvhIhhF2KCmrvu1RKV9Zk0EW2Iw7c2fYGfYB9JXWP9xBuWjmJ46k02HBoqLGjTU3lJb8aBdfp&#10;aVLw+Uvv8+3jY77drZ08Vko9j4f1AoSnwf+L/9yfOsx/Td7e4fedcIN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74+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HiskA&#10;AADeAAAADwAAAGRycy9kb3ducmV2LnhtbESPQU/CQBCF7yT8h82QeIMtQhqsLERNSMSDRISDt6E7&#10;tNXubOkuUP89czDxNpP35r1v5svO1epCbag8GxiPElDEubcVFwZ2n6vhDFSIyBZrz2TglwIsF/3e&#10;HDPrr/xBl20slIRwyNBAGWOTaR3ykhyGkW+IRTv61mGUtS20bfEq4a7W90mSaocVS0OJDb2UlP9s&#10;z87AfjNLHzbP6+n32/sBJ86evmyVGnM36J4eQUXq4r/57/rVCv5kPBVeeUdm0I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EvHi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1hcUA&#10;AADeAAAADwAAAGRycy9kb3ducmV2LnhtbERPS2vCQBC+F/wPyxR6qxsfSIyuYluaiqdUBa9DdkxC&#10;s7MhuzVJf323IPQ2H99z1tve1OJGrassK5iMIxDEudUVFwrOp/fnGITzyBpry6RgIAfbzehhjYm2&#10;HX/S7egLEULYJaig9L5JpHR5SQbd2DbEgbva1qAPsC2kbrEL4aaW0yhaSIMVh4YSG3otKf86fhsF&#10;P4sLZu5j+vI2056GeZzaQ5Yq9fTY71YgPPX+X3x373WYP5vMl/D3Trh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/vWF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Sja8YA&#10;AADeAAAADwAAAGRycy9kb3ducmV2LnhtbESPQW/CMAyF75P4D5GRuI0UBggKAU0TSLttFH6A1Zi0&#10;onFKk0G3Xz8fJu1my8/vvW+z632j7tTFOrCByTgDRVwGW7MzcD4dnpegYkK22AQmA98UYbcdPG0w&#10;t+HBR7oXySkx4ZijgSqlNtc6lhV5jOPQEsvtEjqPSdbOadvhQ8x9o6dZttAea5aEClt6q6i8Fl/e&#10;wC1M57Yv9vhx3a8+a+dmt5/jzJjRsH9dg0rUp3/x3/e7lfovk7kACI7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Sja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RgG8QA&#10;AADeAAAADwAAAGRycy9kb3ducmV2LnhtbERPyW7CMBC9V+o/WFOpN3BSxBbioBapEleWQ49Te0jS&#10;xuM0NhD4eoyE1Ns8vXXyZW8bcaLO144VpMMEBLF2puZSwX73OZiB8AHZYOOYFFzIw7J4fsoxM+7M&#10;GzptQyliCPsMFVQhtJmUXldk0Q9dSxy5g+sshgi7UpoOzzHcNvItSSbSYs2xocKWVhXp3+3RKljX&#10;3zSe6MPczj705uv6F0bTH6PU60v/vgARqA//4od7beL8UTpO4f5OvEE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UYB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Hu8YA&#10;AADeAAAADwAAAGRycy9kb3ducmV2LnhtbERP0WrCQBB8L/gPxwp9ay6mKDZ6Si0UKlWhtujrkltz&#10;obm9kLvG+Pc9QfBtdmdnZme+7G0tOmp95VjBKElBEBdOV1wq+Pl+f5qC8AFZY+2YFFzIw3IxeJhj&#10;rt2Zv6jbh1JEE/Y5KjAhNLmUvjBk0SeuIY7cybUWQxzbUuoWz9Hc1jJL04m0WHFMMNjQm6Hid/9n&#10;FXS4u6RHs9q+rKtNke1Wh08d9+px2L/OQATqw/34pv7Q8f3n0TiD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cHu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9usMA&#10;AADeAAAADwAAAGRycy9kb3ducmV2LnhtbERPTUvDQBC9C/0PyxS82U1TFIndFilUPGrsweOYnWZT&#10;szNhd9tEf70rCN7m8T5nvZ18ry4UYidsYLkoQBE3YjtuDRze9jf3oGJCttgLk4EvirDdzK7WWFkZ&#10;+ZUudWpVDuFYoQGX0lBpHRtHHuNCBuLMHSV4TBmGVtuAYw73vS6L4k577Dg3OBxo56j5rM/ewPjU&#10;fJzK47t132GQff0ip7IXY67n0+MDqERT+hf/uZ9tnr9a3q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Z9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12cUA&#10;AADeAAAADwAAAGRycy9kb3ducmV2LnhtbERP22oCMRB9F/oPYYS+1ay2VdkaxWoFEUW8vU834+62&#10;yWTZRN3+fVMo+DaHc53RpLFGXKn2pWMF3U4CgjhzuuRcwfGweBqC8AFZo3FMCn7Iw2T80Bphqt2N&#10;d3Tdh1zEEPYpKihCqFIpfVaQRd9xFXHkzq62GCKsc6lrvMVwa2QvSfrSYsmxocCKZgVl3/uLVbDY&#10;zs1Xb7ObnmSYfQw+zXD1Pl8r9dhupm8gAjXhLv53L3Wc/9x9fYG/d+INcvw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/X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N1sYA&#10;AADeAAAADwAAAGRycy9kb3ducmV2LnhtbERPTWvCQBC9F/oflil4kbqxEpHUNZRCMUILagWvY3aa&#10;hGRnQ3ZN4r/vFoTe5vE+Z52OphE9da6yrGA+i0AQ51ZXXCg4fX88r0A4j6yxsUwKbuQg3Tw+rDHR&#10;duAD9UdfiBDCLkEFpfdtIqXLSzLoZrYlDtyP7Qz6ALtC6g6HEG4a+RJFS2mw4tBQYkvvJeX18WoU&#10;9PvPS5H1rt3Vq6mLF5ft9kuflZo8jW+vIDyN/l98d2c6zF/M4xj+3gk3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2N1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NtvMYA&#10;AADeAAAADwAAAGRycy9kb3ducmV2LnhtbERPS2sCMRC+C/6HMII3zWqr6GqUWij0UqiPg97Gzbi7&#10;uJlsk6jb/vpGELzNx/ec+bIxlbiS86VlBYN+AoI4s7rkXMFu+9GbgPABWWNlmRT8koflot2aY6rt&#10;jdd03YRcxBD2KSooQqhTKX1WkEHftzVx5E7WGQwRulxqh7cYbio5TJKxNFhybCiwpveCsvPmYhSs&#10;ppPVz/crf/2tjwc67I/n0dAlSnU7zdsMRKAmPMUP96eO818GozHc34k3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NtvMYAAADeAAAADwAAAAAAAAAAAAAAAACYAgAAZHJz&#10;L2Rvd25yZXYueG1sUEsFBgAAAAAEAAQA9QAAAIsDAAAAAA==&#10;" fillcolor="black" stroked="f"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zGJ8YA&#10;AADeAAAADwAAAGRycy9kb3ducmV2LnhtbERPS2sCMRC+F/ofwhR6q1ktPliNUvsAQT34OHgcN+Nu&#10;2M1k2aS6+utNQehtPr7nTGatrcSZGm8cK+h2EhDEmdOGcwX73c/bCIQPyBorx6TgSh5m0+enCaba&#10;XXhD523IRQxhn6KCIoQ6ldJnBVn0HVcTR+7kGoshwiaXusFLDLeV7CXJQFo0HBsKrOmzoKzc/loF&#10;h+XAjDaGesfVbf6tV/1yvv4qlXp9aT/GIAK14V/8cC90nP/e7Q/h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zGJ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/Z8cA&#10;AADeAAAADwAAAGRycy9kb3ducmV2LnhtbESPT0/DMAzF70h8h8hI3Fg6EGgqy6ZpCMGFA/sjrlbj&#10;NV0bp0uyrdunxwckbrbe83s/T+eD79SJYmoCGxiPClDEVbAN1wY26/eHCaiUkS12gcnAhRLMZ7c3&#10;UyxtOPM3nVa5VhLCqUQDLue+1DpVjjymUeiJRduF6DHLGmttI54l3Hf6sShetMeGpcFhT0tHVbs6&#10;egNx8fPWXvm4bYvr1yV97IfDBJ0x93fD4hVUpiH/m/+uP63gP42fhVfe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xP2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st8QA&#10;AADeAAAADwAAAGRycy9kb3ducmV2LnhtbERP22oCMRB9F/yHMEJfSs2qaOvWKKVQKCiC1g+Ybqa7&#10;S5PJspnq6tcboeDbHM51FqvOO3WkNtaBDYyGGSjiItiaSwOHr4+nF1BRkC26wGTgTBFWy35vgbkN&#10;J97RcS+lSiEcczRQiTS51rGoyGMchoY4cT+h9SgJtqW2LZ5SuHd6nGUz7bHm1FBhQ+8VFb/7P2/A&#10;jb/dfP0cN3I+6E128bJ73FpjHgbd2ysooU7u4n/3p03zJ6PpH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LL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OzccA&#10;AADeAAAADwAAAGRycy9kb3ducmV2LnhtbESPQWvDMAyF74P+B6PCbqvTDsrI6pa1pZDLDstaelVj&#10;LQ6z5RB7bbZfPx0Gu0no6b33rTZj8OpKQ+oiG5jPClDETbQdtwaO74eHJ1ApI1v0kcnANyXYrCd3&#10;KyxtvPEbXevcKjHhVKIBl3Nfap0aRwHTLPbEcvuIQ8As69BqO+BNzIPXi6JY6oAdS4LDnnaOms/6&#10;KxjY171fHCu3TefT6+Xiq58DnffG3E/Hl2dQmcb8L/77rqzUf5wv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KDs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ZYMMA&#10;AADeAAAADwAAAGRycy9kb3ducmV2LnhtbERPTWsCMRC9F/wPYQRvNdkK27IaRaSC4KlWD70Nybi7&#10;upksm+iu/94UCr3N433OYjW4RtypC7VnDdlUgSA23tZcajh+b18/QISIbLHxTBoeFGC1HL0ssLC+&#10;5y+6H2IpUgiHAjVUMbaFlMFU5DBMfUucuLPvHMYEu1LaDvsU7hr5plQuHdacGipsaVORuR5uTsNl&#10;K/feKDSn46nf2fefz5wapfVkPKznICIN8V/8597ZNH+W5R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MZY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l0cMMA&#10;AADeAAAADwAAAGRycy9kb3ducmV2LnhtbERPS4vCMBC+L/gfwgje1tQKItUoKiwsyh58IB7HZmxL&#10;m0lJotZ/vxEW9jYf33Pmy8404kHOV5YVjIYJCOLc6ooLBafj1+cUhA/IGhvLpOBFHpaL3sccM22f&#10;vKfHIRQihrDPUEEZQptJ6fOSDPqhbYkjd7POYIjQFVI7fMZw08g0SSbSYMWxocSWNiXl9eFuFFzu&#10;O779jLcrtw5n2x19nV6ntVKDfreagQjUhX/xn/tbx/nj0SSF9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l0c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EmcUA&#10;AADeAAAADwAAAGRycy9kb3ducmV2LnhtbERPS2sCMRC+F/wPYQRvNatW0dUoVSj0UvB10Nu4GXcX&#10;N5Ntkuq2v74RBG/z8T1ntmhMJa7kfGlZQa+bgCDOrC45V7DffbyOQfiArLGyTAp+ycNi3nqZYart&#10;jTd03YZcxBD2KSooQqhTKX1WkEHftTVx5M7WGQwRulxqh7cYbirZT5KRNFhybCiwplVB2WX7YxQs&#10;J+Pl9/qNv/42pyMdD6fLsO8SpTrt5n0KIlATnuKH+1PH+YPeaAD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ASZxQAAAN4AAAAPAAAAAAAAAAAAAAAAAJgCAABkcnMv&#10;ZG93bnJldi54bWxQSwUGAAAAAAQABAD1AAAAigMAAAAA&#10;" fillcolor="black" stroked="f"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eXR8QA&#10;AADeAAAADwAAAGRycy9kb3ducmV2LnhtbERPS0sDMRC+C/0PYQRvNlsrpWyblqVQFE/bh3idbqab&#10;xc1kSWK6/nsjCN7m43vOejvaXiTyoXOsYDYtQBA3TnfcKjif9o9LECEia+wdk4JvCrDdTO7WWGp3&#10;4wOlY2xFDuFQogIT41BKGRpDFsPUDcSZuzpvMWboW6k93nK47eVTUSykxY5zg8GBdoaaz+OXVZAu&#10;u7qap49kDm++ar2rX94vtVIP92O1AhFpjP/iP/erzvPns8U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3l0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21cUA&#10;AADeAAAADwAAAGRycy9kb3ducmV2LnhtbERPTWvCQBC9F/wPyxS86SaVhjZ1lSJtqb1oU8Eeh+w0&#10;G8zOhuw2Rn+9WxB6m8f7nPlysI3oqfO1YwXpNAFBXDpdc6Vg9/U6eQDhA7LGxjEpOJGH5WJ0M8dc&#10;uyN/Ul+ESsQQ9jkqMCG0uZS+NGTRT11LHLkf11kMEXaV1B0eY7ht5F2SZNJizbHBYEsrQ+Wh+LUK&#10;fLp62X/Y82P//WZ4U6xNtq2MUuPb4fkJRKAh/Iuv7ncd58/S7B7+3o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3b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672D" w:rsidRDefault="00EF672D" w:rsidP="00EF67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672D" w:rsidRDefault="00EF672D" w:rsidP="00EF67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F672D" w:rsidRPr="004A7D10" w:rsidRDefault="00EF672D" w:rsidP="00EF67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672D" w:rsidRDefault="00EF672D" w:rsidP="00EF67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672D" w:rsidRPr="004460BB" w:rsidRDefault="00EF672D" w:rsidP="00EF672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EF672D" w:rsidRPr="0060655C" w:rsidRDefault="00EF672D" w:rsidP="00EF67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EF672D" w:rsidRPr="004460BB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Олександровичу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626AF">
        <w:rPr>
          <w:rFonts w:ascii="Times New Roman" w:eastAsia="Calibri" w:hAnsi="Times New Roman" w:cs="Times New Roman"/>
          <w:sz w:val="24"/>
          <w:szCs w:val="24"/>
          <w:lang w:val="en-US"/>
        </w:rPr>
        <w:t>__________________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в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по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72D" w:rsidRPr="0060655C" w:rsidRDefault="00EF672D" w:rsidP="00EF67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F672D" w:rsidRPr="00EF672D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F672D" w:rsidRPr="0060655C" w:rsidRDefault="00EF672D" w:rsidP="00EF67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2980" w:rsidRPr="00EF672D" w:rsidRDefault="00EF672D" w:rsidP="00EF672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42980" w:rsidRPr="00EF672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F7" w:rsidRDefault="005479F7">
      <w:pPr>
        <w:spacing w:after="0" w:line="240" w:lineRule="auto"/>
      </w:pPr>
      <w:r>
        <w:separator/>
      </w:r>
    </w:p>
  </w:endnote>
  <w:endnote w:type="continuationSeparator" w:id="0">
    <w:p w:rsidR="005479F7" w:rsidRDefault="005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F7" w:rsidRDefault="005479F7">
      <w:pPr>
        <w:spacing w:after="0" w:line="240" w:lineRule="auto"/>
      </w:pPr>
      <w:r>
        <w:separator/>
      </w:r>
    </w:p>
  </w:footnote>
  <w:footnote w:type="continuationSeparator" w:id="0">
    <w:p w:rsidR="005479F7" w:rsidRDefault="00547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2D"/>
    <w:rsid w:val="003F47DA"/>
    <w:rsid w:val="005479F7"/>
    <w:rsid w:val="00D626AF"/>
    <w:rsid w:val="00E42980"/>
    <w:rsid w:val="00E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2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672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F672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672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2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F672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F672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F672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2020-12-24T17:17:00Z</dcterms:created>
  <dcterms:modified xsi:type="dcterms:W3CDTF">2020-12-24T18:46:00Z</dcterms:modified>
</cp:coreProperties>
</file>