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04" w:rsidRPr="00154EFF" w:rsidRDefault="00006104" w:rsidP="0000610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104" w:rsidRDefault="00006104" w:rsidP="000061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06104" w:rsidRDefault="00006104" w:rsidP="000061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06104" w:rsidRDefault="00006104" w:rsidP="000061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6104" w:rsidRDefault="00006104" w:rsidP="000061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6104" w:rsidRDefault="00006104" w:rsidP="000061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6104" w:rsidRDefault="00006104" w:rsidP="000061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6104" w:rsidRDefault="00006104" w:rsidP="000061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06104" w:rsidRDefault="00006104" w:rsidP="0000610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06104" w:rsidRDefault="00006104" w:rsidP="000061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06104" w:rsidRDefault="00006104" w:rsidP="000061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06104" w:rsidRDefault="00006104" w:rsidP="000061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6104" w:rsidRDefault="00006104" w:rsidP="000061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06104" w:rsidRDefault="00006104" w:rsidP="000061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6104" w:rsidRDefault="00006104" w:rsidP="000061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06104" w:rsidRDefault="00006104" w:rsidP="0000610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06104" w:rsidRDefault="00006104" w:rsidP="0000610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№24</w:t>
      </w:r>
    </w:p>
    <w:p w:rsidR="00006104" w:rsidRPr="008D6F85" w:rsidRDefault="00006104" w:rsidP="0000610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104" w:rsidRPr="008D6F85" w:rsidRDefault="00006104" w:rsidP="0000610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006104" w:rsidRPr="008D6F85" w:rsidRDefault="00006104" w:rsidP="0000610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06104" w:rsidRPr="008D6F85" w:rsidRDefault="00006104" w:rsidP="0000610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006104" w:rsidRPr="00B566CC" w:rsidRDefault="00006104" w:rsidP="0000610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Андрощук С.П.</w:t>
      </w:r>
    </w:p>
    <w:p w:rsidR="00006104" w:rsidRPr="008D6F85" w:rsidRDefault="00006104" w:rsidP="000061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6104" w:rsidRPr="008D6F85" w:rsidRDefault="00006104" w:rsidP="000061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Андрощук С.П.,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006104" w:rsidRPr="008D6F85" w:rsidRDefault="00006104" w:rsidP="000061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06104" w:rsidRPr="008D6F85" w:rsidRDefault="00006104" w:rsidP="000061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 Світлані Петрівні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 площею  0.2679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вулиця Лесі Українки.</w:t>
      </w:r>
    </w:p>
    <w:p w:rsidR="00006104" w:rsidRPr="008D6F85" w:rsidRDefault="00006104" w:rsidP="000061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Андрощук Світлані Петрівні,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яка  зареєстрована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05653"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00565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у власність земельну ділянку, площею 0,2679 га, кадастровий номер: 6823986800:03:005:0159, для ведення особистого селянського господарства,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вулиця Лесі Українки.</w:t>
      </w:r>
    </w:p>
    <w:p w:rsidR="00006104" w:rsidRPr="008D6F85" w:rsidRDefault="00006104" w:rsidP="0000610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 С.П.,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006104" w:rsidRDefault="00006104" w:rsidP="0000610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06104" w:rsidRPr="008D6F85" w:rsidRDefault="00006104" w:rsidP="0000610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7C60" w:rsidRPr="00006104" w:rsidRDefault="00006104" w:rsidP="0000610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DF7C60" w:rsidRPr="00006104" w:rsidSect="00006104">
      <w:pgSz w:w="12240" w:h="15840"/>
      <w:pgMar w:top="1440" w:right="1440" w:bottom="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104"/>
    <w:rsid w:val="00005653"/>
    <w:rsid w:val="00006104"/>
    <w:rsid w:val="00D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0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0061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06104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0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0061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06104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268</Words>
  <Characters>1529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2022-02-08T06:35:00Z</dcterms:created>
  <dcterms:modified xsi:type="dcterms:W3CDTF">2022-02-08T11:08:00Z</dcterms:modified>
</cp:coreProperties>
</file>