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2334" w:rsidRPr="00CB71B2" w:rsidRDefault="00DF2334" w:rsidP="00DF2334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DF2334" w:rsidRPr="00CB71B2" w:rsidRDefault="00DF2334" w:rsidP="00DF2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DF2334" w:rsidRPr="00CB71B2" w:rsidRDefault="00DF2334" w:rsidP="00DF23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2334" w:rsidRDefault="00DF2334" w:rsidP="00DF23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2334" w:rsidRDefault="00DF2334" w:rsidP="00DF23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2334" w:rsidRPr="00CB71B2" w:rsidRDefault="00DF2334" w:rsidP="00DF23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2334" w:rsidRPr="00CB71B2" w:rsidRDefault="00DF2334" w:rsidP="00DF233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2334" w:rsidRPr="00CB71B2" w:rsidRDefault="00DF2334" w:rsidP="00DF23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2334" w:rsidRPr="00CB71B2" w:rsidRDefault="00DF2334" w:rsidP="00DF23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F2334" w:rsidRPr="00CB71B2" w:rsidRDefault="00DF2334" w:rsidP="00DF233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F2334" w:rsidRPr="00CB71B2" w:rsidRDefault="00DF2334" w:rsidP="00DF23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F2334" w:rsidRPr="00CB71B2" w:rsidRDefault="00DF2334" w:rsidP="00DF23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F2334" w:rsidRPr="00CB71B2" w:rsidRDefault="00DF2334" w:rsidP="00DF23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2334" w:rsidRPr="00CB71B2" w:rsidRDefault="00DF2334" w:rsidP="00DF23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F2334" w:rsidRPr="00CB71B2" w:rsidRDefault="00DF2334" w:rsidP="00DF23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2334" w:rsidRPr="00CB71B2" w:rsidRDefault="00DF2334" w:rsidP="00DF233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F2334" w:rsidRPr="00CB71B2" w:rsidRDefault="00DF2334" w:rsidP="00DF233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2334" w:rsidRPr="00CB71B2" w:rsidRDefault="00DF2334" w:rsidP="00DF233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22.04.2021 року                                            Крупець                                                 №___</w:t>
      </w:r>
    </w:p>
    <w:p w:rsidR="00DF2334" w:rsidRPr="00CB71B2" w:rsidRDefault="00DF2334" w:rsidP="00DF233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F2334" w:rsidRPr="00CB71B2" w:rsidRDefault="00DF2334" w:rsidP="00DF233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F2334" w:rsidRPr="00CB71B2" w:rsidRDefault="00DF2334" w:rsidP="00DF233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DF2334" w:rsidRPr="00CB71B2" w:rsidRDefault="00DF2334" w:rsidP="00DF233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DF2334" w:rsidRPr="00CB71B2" w:rsidRDefault="00DF2334" w:rsidP="00DF233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Вусікер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Н.Ю.</w:t>
      </w:r>
    </w:p>
    <w:p w:rsidR="00DF2334" w:rsidRPr="00CB71B2" w:rsidRDefault="00DF2334" w:rsidP="00DF23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2334" w:rsidRPr="00CB71B2" w:rsidRDefault="00DF2334" w:rsidP="00DF23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2334" w:rsidRPr="00CB71B2" w:rsidRDefault="00DF2334" w:rsidP="00DF23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1B2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Вусікер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Н.Ю.,  </w:t>
      </w:r>
      <w:r w:rsidRPr="00CB71B2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DF2334" w:rsidRPr="00CB71B2" w:rsidRDefault="00DF2334" w:rsidP="00DF23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DF2334" w:rsidRPr="00CB71B2" w:rsidRDefault="00DF2334" w:rsidP="00DF23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2334" w:rsidRPr="00CB71B2" w:rsidRDefault="00DF2334" w:rsidP="00DF23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Вусікер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Наталії Юріївні 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будівництва  та обслуговування житлового будинку, господарських будівель і споруд, площею  0,2500га, яка розташована Хмельницька область, (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)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, провулок 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Горинський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F2334" w:rsidRPr="00CB71B2" w:rsidRDefault="00DF2334" w:rsidP="00DF23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Вусікер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Наталії Юріївні,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F27F71">
        <w:rPr>
          <w:rFonts w:ascii="Times New Roman" w:eastAsia="Calibri" w:hAnsi="Times New Roman" w:cs="Times New Roman"/>
          <w:sz w:val="24"/>
        </w:rPr>
        <w:t>____________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F27F7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0,2500 га, кадастровий номер: 6823984000:01:005:0034, для будівництва  та обслуговування житлового будинку, господарських будівель і споруд, яка розташована Хмельницька область, (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)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, провулок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Горинський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F2334" w:rsidRPr="00CB71B2" w:rsidRDefault="00DF2334" w:rsidP="00DF23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Вусікер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Н.Ю.,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DF2334" w:rsidRPr="00CB71B2" w:rsidRDefault="00DF2334" w:rsidP="00DF23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F2334" w:rsidRPr="00CB71B2" w:rsidRDefault="00DF2334" w:rsidP="00DF23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3673" w:rsidRPr="00DF2334" w:rsidRDefault="00DF2334" w:rsidP="00DF233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523673" w:rsidRPr="00DF233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334"/>
    <w:rsid w:val="00171A2E"/>
    <w:rsid w:val="00304C90"/>
    <w:rsid w:val="00505B6D"/>
    <w:rsid w:val="00523673"/>
    <w:rsid w:val="006D3977"/>
    <w:rsid w:val="007D6C18"/>
    <w:rsid w:val="00D1641A"/>
    <w:rsid w:val="00DF2334"/>
    <w:rsid w:val="00F27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9A1F1"/>
  <w15:docId w15:val="{0A4C1C73-4F60-49EF-AA8D-02F10F7D7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2334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278</Words>
  <Characters>1591</Characters>
  <Application>Microsoft Office Word</Application>
  <DocSecurity>0</DocSecurity>
  <Lines>13</Lines>
  <Paragraphs>3</Paragraphs>
  <ScaleCrop>false</ScaleCrop>
  <Company>Microsoft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2021-04-14T11:51:00Z</dcterms:created>
  <dcterms:modified xsi:type="dcterms:W3CDTF">2021-04-15T05:08:00Z</dcterms:modified>
</cp:coreProperties>
</file>