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1FC" w:rsidRPr="00B623A8" w:rsidRDefault="004F31FC" w:rsidP="004F31F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922D00" wp14:editId="1CD5535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29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29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1FC" w:rsidRDefault="004F31FC" w:rsidP="004F31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FP+MMA&#10;AADeAAAADwAAAGRycy9kb3ducmV2LnhtbERPS2vCQBC+F/wPywje6uYBrabZBBEVD0LxdR+yYxKa&#10;nQ3ZVdN/3y0UepuP7zl5OZpOPGhwrWUF8TwCQVxZ3XKt4HLevi5AOI+ssbNMCr7JQVlMXnLMtH3y&#10;kR4nX4sQwi5DBY33fSalqxoy6Oa2Jw7czQ4GfYBDLfWAzxBuOplE0Zs02HJoaLCndUPV1+luFNh0&#10;tz9c6+SYbvjd8+pzcbuOB6Vm03H1AcLT6P/Ff+69DvPTZBnD7zvhBl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FP+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djLMcA&#10;AADeAAAADwAAAGRycy9kb3ducmV2LnhtbERPTWsCMRC9F/ofwhR6kZrtFrRujSLC2upB0BZ6HTbT&#10;zdbNZEmibv31TUHobR7vc6bz3rbiRD40jhU8DjMQxJXTDdcKPt7Lh2cQISJrbB2Tgh8KMJ/d3kyx&#10;0O7MOzrtYy1SCIcCFZgYu0LKUBmyGIauI07cl/MWY4K+ltrjOYXbVuZZNpIWG04NBjtaGqoO+6NV&#10;8F1uzedyfFn5wWRHl0G5eW3XI6Xu7/rFC4hIffwXX91vOs1/yic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nYy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hitsYA&#10;AADeAAAADwAAAGRycy9kb3ducmV2LnhtbESPwWrDMBBE74H+g9hCL6GRE0NJ3SjGlLoEX4KTfsBi&#10;bSxTa2UsJXb/PioUettlZufN7vLZ9uJGo+8cK1ivEhDEjdMdtwq+zuXzFoQPyBp7x6Tghzzk+4fF&#10;DjPtJq7pdgqtiCHsM1RgQhgyKX1jyKJfuYE4ahc3WgxxHVupR5xiuO3lJklepMWOI8HgQO+Gmu/T&#10;1UbIMcVjdZnO5eeME35UhpdFrdTT41y8gQg0h3/z3/VBx/rp5jWF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hit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v+MUA&#10;AADeAAAADwAAAGRycy9kb3ducmV2LnhtbERPTUsDMRC9C/6HMII3m3Wt1a5NS6kKUvBgFaS3YTPd&#10;XbqZhGTsrv/eCIK3ebzPWaxG16sTxdR5NnA9KUAR19523Bj4eH++ugeVBNli75kMfFOC1fL8bIGV&#10;9QO/0WknjcohnCo00IqESutUt+QwTXwgztzBR4eSYWy0jTjkcNfrsihm2mHHuaHFQJuW6uPuyxl4&#10;HZ7C9m52ewj7OC11erTyuRFjLi/G9QMooVH+xX/uF5vn35TzK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1e/4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1fWcUA&#10;AADeAAAADwAAAGRycy9kb3ducmV2LnhtbESP0YrCMBBF34X9hzAL+yJruoqi1Sgiq4gvRd0PGJqx&#10;KdtMShNt/XsjCL7NcO/cc2ex6mwlbtT40rGCn0ECgjh3uuRCwd95+z0F4QOyxsoxKbiTh9Xyo7fA&#10;VLuWj3Q7hULEEPYpKjAh1KmUPjdk0Q9cTRy1i2sshrg2hdQNtjHcVnKYJBNpseRIMFjTxlD+f7ra&#10;CMlGmB0u7Xm767DF34Ph/vqo1Ndnt56DCNSFt/l1vdex/mg4G8P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V9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vUFMQA&#10;AADeAAAADwAAAGRycy9kb3ducmV2LnhtbERPTUvDQBC9C/6HZQre7KZRo8Zui1QFETxYhdLbkJ0m&#10;wezssjs28d+7guBtHu9zluvJDepIMfWeDSzmBSjixtueWwMf70/nN6CSIFscPJOBb0qwXp2eLLG2&#10;fuQ3Om6lVTmEU40GOpFQa52ajhymuQ/EmTv46FAyjK22Eccc7gZdFkWlHfacGzoMtOmo+dx+OQOv&#10;42N4ua6uDmEfL0udHqzsNmLM2Wy6vwMlNMm/+M/9bPP8i/K2gt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L1B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JsZsUA&#10;AADeAAAADwAAAGRycy9kb3ducmV2LnhtbERP32vCMBB+H/g/hBP2IppO2ZzVKHMQJjgYc4KvR3O2&#10;Zc2lJJnt/nszEPZ2H9/PW21624gL+VA7VvAwyUAQF87UXCo4funxM4gQkQ02jknBLwXYrAd3K8yN&#10;6/iTLodYihTCIUcFVYxtLmUoKrIYJq4lTtzZeYsxQV9K47FL4baR0yx7khZrTg0VtvRaUfF9+LEK&#10;th9dOfOjYtu7/fnt9Ki10e9aqfth/7IEEamP/+Kbe2fS/Nl0MYe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Amx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2y68YA&#10;AADeAAAADwAAAGRycy9kb3ducmV2LnhtbESPzWrDMBCE74W8g9hAb40c94fEjRJCiqGUXpr2ARZr&#10;Y7mxVkZSHPftu4dCb7vM7My3m93kezVSTF1gA8tFAYq4Cbbj1sDXZ323ApUyssU+MBn4oQS77exm&#10;g5UNV/6g8ZhbJSGcKjTgch4qrVPjyGNahIFYtFOIHrOssdU24lXCfa/LonjSHjuWBocDHRw15+PF&#10;G6jfyvfxfLGxDvvpwdOj+169OGNu59P+GVSmKf+b/65freDfl2vhlXd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2y6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Fdj8UA&#10;AADeAAAADwAAAGRycy9kb3ducmV2LnhtbERP32vCMBB+H/g/hBP2IjNVmczOKDoIEybI3GCvR3O2&#10;Zc2lJJmt/70RhL3dx/fzluveNuJMPtSOFUzGGQjiwpmaSwXfX/rpBUSIyAYbx6TgQgHWq8HDEnPj&#10;Ov6k8zGWIoVwyFFBFWObSxmKiiyGsWuJE3dy3mJM0JfSeOxSuG3kNMvm0mLNqaHClt4qKn6Pf1bB&#10;9tCVMz8qtr37OL3/PGtt9F4r9TjsN68gIvXxX3x370yaP5suFn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0V2P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Ak98YA&#10;AADeAAAADwAAAGRycy9kb3ducmV2LnhtbESPQW/CMAyF70j7D5En7TbSwTahQkBoU6Vp4gLjB1iN&#10;aQqNUyWhdP9+PkziZsvP771vtRl9pwaKqQ1s4GVagCKug225MXD8qZ4XoFJGttgFJgO/lGCzfpis&#10;sLThxnsaDrlRYsKpRAMu577UOtWOPKZp6InldgrRY5Y1NtpGvIm57/SsKN61x5YlwWFPH47qy+Hq&#10;DVTfs91wudpYhe346unNnRefzpinx3G7BJVpzHfx//eXlfrzeSEAgi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Ak9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IfhMIA&#10;AADeAAAADwAAAGRycy9kb3ducmV2LnhtbERPzWqDQBC+F/oOyxRyq7vWWop1E0IhIR5r+wCDO1WJ&#10;O2vcTTRvnw0UepuP73fKzWIHcaHJ9441pIkCQdw403Or4ed79/wOwgdkg4Nj0nAlD5v140OJhXEz&#10;f9GlDq2IIewL1NCFMBZS+qYjiz5xI3Hkft1kMUQ4tdJMOMdwO8gXpd6kxZ5jQ4cjfXbUHOuz1fB6&#10;nfenOj+qnbGUVtlYcWhyrVdPy/YDRKAl/Iv/3AcT52eZSuH+TrxB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sh+E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KXXMQA&#10;AADeAAAADwAAAGRycy9kb3ducmV2LnhtbERPTWuDQBC9B/oflin0FtcYCKnNKqEhpfTUGNvz4E5U&#10;4s6Ku4n677uFQm/zeJ+zyyfTiTsNrrWsYBXFIIgrq1uuFZTn43ILwnlkjZ1lUjCTgzx7WOww1Xbk&#10;E90LX4sQwi5FBY33fSqlqxoy6CLbEwfuYgeDPsChlnrAMYSbTiZxvJEGWw4NDfb02lB1LW5GwW3z&#10;nZR8+dCfxWF+ez4c905+1Uo9PU77FxCeJv8v/nO/6zB/vY4T+H0n3C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il1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GC2sUA&#10;AADeAAAADwAAAGRycy9kb3ducmV2LnhtbERPS2vCQBC+C/0PyxS86aZNCRpdxQpC24Pi6+BtzI5J&#10;anY2Zrca/323UPA2H99zxtPWVOJKjSstK3jpRyCIM6tLzhXstoveAITzyBory6TgTg6mk6fOGFNt&#10;b7ym68bnIoSwS1FB4X2dSumyggy6vq2JA3eyjUEfYJNL3eAthJtKvkZRIg2WHBoKrGleUHbe/BgF&#10;+9UgGa7eP9++v5ZHjI2+HHSZKNV9bmcjEJ5a/xD/uz90mB/HUQx/74Qb5OQ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QYLa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GNOsQA&#10;AADeAAAADwAAAGRycy9kb3ducmV2LnhtbERPTWvCQBC9C/6HZYTezMZERFJX0RZt6UljodchO02C&#10;2dmQXWPsr+8WCt7m8T5ntRlMI3rqXG1ZwSyKQRAXVtdcKvg876dLEM4ja2wsk4I7Odisx6MVZtre&#10;+ER97ksRQthlqKDyvs2kdEVFBl1kW+LAfdvOoA+wK6Xu8BbCTSOTOF5IgzWHhgpbeqmouORXo+Bn&#10;8YVH95bsXlPt6T5fHuzH8aDU02TYPoPwNPiH+N/9rsP8NI3n8PdOuE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RjT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RBD8QA&#10;AADeAAAADwAAAGRycy9kb3ducmV2LnhtbERPzWrCQBC+C32HZQq96aaJFk1dpUgK3qppH2DITjfB&#10;7GzMrjHt07sFobf5+H5nvR1tKwbqfeNYwfMsAUFcOd2wUfD1+T5dgvABWWPrmBT8kIft5mGyxly7&#10;Kx9pKIMRMYR9jgrqELpcSl/VZNHPXEccuW/XWwwR9kbqHq8x3LYyTZIXabHh2FBjR7uaqlN5sQrO&#10;Ll3osSzw41SsDo0x8/Pvca7U0+P49goi0Bj+xXf3Xsf5WZYs4O+deIP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kQQ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5k8MA&#10;AADeAAAADwAAAGRycy9kb3ducmV2LnhtbERPyW7CMBC9V+IfrKnEDZwSNdAUgwAJiSvLocepPSRp&#10;43GIDYR+PUZC6m2e3jrTeWdrcaHWV44VvA0TEMTamYoLBYf9ejAB4QOywdoxKbiRh/ms9zLF3Lgr&#10;b+myC4WIIexzVFCG0ORSel2SRT90DXHkjq61GCJsC2lavMZwW8tRkmTSYsWxocSGViXp393ZKthU&#10;3/Se6eOHnSz19uvvFNLxj1Gq/9otPkEE6sK/+OnemDg/TZMMHu/EG+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q5k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fl38YA&#10;AADeAAAADwAAAGRycy9kb3ducmV2LnhtbERPXWsCMRB8L/Q/hBX6VhMV2noapRYKFqvgB/q6XNbL&#10;0cvmuMTz/PemUOjb7M7OzM503rlKtNSE0rOGQV+BIM69KbnQcNh/Pr+BCBHZYOWZNNwowHz2+DDF&#10;zPgrb6ndxUIkEw4ZarAx1pmUIbfkMPR9TZy4s28cxjQ2hTQNXpO5q+RQqRfpsOSUYLGmD0v5z+7i&#10;NLS4uamTXazHX+V3PtwsjiuT9vqp171PQETq4v/xn3pp0vujkXqF3zoJ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fl3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WuN8QA&#10;AADeAAAADwAAAGRycy9kb3ducmV2LnhtbESPQU/DMAyF70j8h8hI3FhKJyFUlk0IaYgjFA4cTeM1&#10;HY1dJWEt/Hp8QOJm6z2/93mzW+JoTpTyIOzgelWBIe7ED9w7eHvdX92CyQXZ4yhMDr4pw257frbB&#10;xsvML3RqS280hHODDkIpU2Nt7gJFzCuZiFU7SIpYdE299QlnDY+jravqxkYcWBsCTvQQqPtsv6KD&#10;+bH7ONaHdx9+0iT79lmO9SjOXV4s93dgCi3l3/x3/eQVf72ulFf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1rjf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Ebu8UA&#10;AADeAAAADwAAAGRycy9kb3ducmV2LnhtbERP22oCMRB9L/gPYQq+1WwVql2NYr1AEUvR1vdxM+6u&#10;TSbLJur690YQ+jaHc53RpLFGnKn2pWMFr50EBHHmdMm5gt+f5csAhA/IGo1jUnAlD5Nx62mEqXYX&#10;3tB5G3IRQ9inqKAIoUql9FlBFn3HVcSRO7jaYoiwzqWu8RLDrZHdJHmTFkuODQVWNCso+9uerILl&#10;99wcu1+b6U6G2aK/N4PVx3ytVPu5mQ5BBGrCv/jh/tRxfq+XvMP9nXiD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ARu7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T5b8cA&#10;AADeAAAADwAAAGRycy9kb3ducmV2LnhtbESPQWvCQBCF7wX/wzKCl6IbG1okukopFBVasCp4HbNj&#10;EszOhuwa47/vHAq9zTBv3nvfYtW7WnXUhsqzgekkAUWce1txYeB4+BzPQIWIbLH2TAYeFGC1HDwt&#10;MLP+zj/U7WOhxIRDhgbKGJtM65CX5DBMfEMst4tvHUZZ20LbFu9i7mr9kiRv2mHFklBiQx8l5df9&#10;zRnodl/nYtOFZnudPYfX9Lxef9uTMaNh/z4HFamP/+K/742V+mk6FQDBkRn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U+W/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Qi6cYA&#10;AADeAAAADwAAAGRycy9kb3ducmV2LnhtbERPTWvCQBC9F/wPywi9NZtoWzS6igqFXoRqe6i3MTsm&#10;wexs3N1q6q/vCgVv83ifM513phFncr62rCBLUhDEhdU1lwq+Pt+eRiB8QNbYWCYFv+RhPus9TDHX&#10;9sIbOm9DKWII+xwVVCG0uZS+qMigT2xLHLmDdQZDhK6U2uElhptGDtL0VRqsOTZU2NKqouK4/TEK&#10;luPR8vTxzOvrZr+j3ff++DJwqVKP/W4xARGoC3fxv/tdx/nDYZbB7Z14g5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Qi6cYAAADeAAAADwAAAAAAAAAAAAAAAACYAgAAZHJz&#10;L2Rvd25yZXYueG1sUEsFBgAAAAAEAAQA9QAAAIsDAAAAAA==&#10;" fillcolor="black" stroked="f"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WynsYA&#10;AADeAAAADwAAAGRycy9kb3ducmV2LnhtbERPTWvCQBC9C/6HZYTedGOkItFValuhoB60HjyO2Wmy&#10;JDsbsqum/fVdodDbPN7nLFadrcWNWm8cKxiPEhDEudOGCwWnz81wBsIHZI21Y1LwTR5Wy35vgZl2&#10;dz7Q7RgKEUPYZ6igDKHJpPR5SRb9yDXEkftyrcUQYVtI3eI9httapkkylRYNx4YSG3otKa+OV6vg&#10;vJ2a2cFQetn9rN/17rla798qpZ4G3cscRKAu/Iv/3B86zp9Mxik83o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iWyn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t6N8QA&#10;AADeAAAADwAAAGRycy9kb3ducmV2LnhtbERPTWsCMRC9F/ofwgjeNGsXRLZGEUuplx6qLb0Om3Gz&#10;7mayTaKu/nojCL3N433OfNnbVpzIh9qxgsk4A0FcOl1zpeB79z6agQgRWWPrmBRcKMBy8fw0x0K7&#10;M3/RaRsrkUI4FKjAxNgVUobSkMUwdh1x4vbOW4wJ+kpqj+cUblv5kmVTabHm1GCwo7WhstkerQK/&#10;+n1rrnz8abLr5yV8HPq/GRqlhoN+9QoiUh//xQ/3Rqf5eT7J4f5OukE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7ej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NUCMQA&#10;AADeAAAADwAAAGRycy9kb3ducmV2LnhtbERP22oCMRB9L/gPYQq+lJpVi21Xo4ggFBRB6wdMN+Pu&#10;0mSybEZd+/WmUOjbHM51ZovOO3WhNtaBDQwHGSjiItiaSwPHz/XzG6goyBZdYDJwowiLee9hhrkN&#10;V97T5SClSiEcczRQiTS51rGoyGMchIY4cafQepQE21LbFq8p3Ds9yrKJ9lhzaqiwoVVFxffh7A24&#10;0Zd737zGrdyOepv9eNk/7awx/cduOQUl1Mm/+M/9YdP88Xj4Ar/vpBv0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jVA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+wycUA&#10;AADeAAAADwAAAGRycy9kb3ducmV2LnhtbERPTWsCMRC9C/0PYQq9aVZFKVuj2IqwFw9dt3gdN9PN&#10;YjJZNqlu++ubQsHbPN7nrDaDs+JKfWg9K5hOMhDEtdctNwqq4378DCJEZI3WMyn4pgCb9cNohbn2&#10;N36naxkbkUI45KjAxNjlUobakMMw8R1x4j597zAm2DdS93hL4c7KWZYtpcOWU4PBjt4M1ZfyyynY&#10;lZ2dVYV5DaePw/lsi589nXZKPT0O2xcQkYZ4F/+7C53mz+fTB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P7DJ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ciMMA&#10;AADeAAAADwAAAGRycy9kb3ducmV2LnhtbERPTWvCQBC9F/oflin0VnejkEp0DUUUhJ5q9eBt2B2T&#10;2OxsyK4m/ffdguBtHu9zluXoWnGjPjSeNWQTBYLYeNtwpeHwvX2bgwgR2WLrmTT8UoBy9fy0xML6&#10;gb/oto+VSCEcCtRQx9gVUgZTk8Mw8R1x4s6+dxgT7CtpexxSuGvlVKlcOmw4NdTY0bom87O/Og2X&#10;rfz0RqE5Ho7Dzr6fNjm1SuvXl/FjASLSGB/iu3tn0/zZLMvh/510g1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ici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zKdMUA&#10;AADeAAAADwAAAGRycy9kb3ducmV2LnhtbERPS2vCQBC+C/0PywjedKOBKqmbYAsFaenBB9LjmB2T&#10;kOxs2F01/ffdQsHbfHzPWReD6cSNnG8sK5jPEhDEpdUNVwqOh/fpCoQPyBo7y6TghzwU+dNojZm2&#10;d97RbR8qEUPYZ6igDqHPpPRlTQb9zPbEkbtYZzBE6CqpHd5juOnkIkmepcGGY0ONPb3VVLb7q1Hw&#10;ff3ky1f6sXGv4WSHg28X51Wr1GQ8bF5ABBrCQ/zv3uo4P03nS/h7J94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TMp0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6LdMkA&#10;AADeAAAADwAAAGRycy9kb3ducmV2LnhtbESPT0/DMAzF75P4DpGRuG3p/oBGaTYxJKRdkNjgwG5u&#10;Y9pqjVOSsBU+PT5M4mbrPb/3c7EeXKdOFGLr2cB0koEirrxtuTbw/vY8XoKKCdli55kM/FCE9epq&#10;VGBu/Zl3dNqnWkkIxxwNNCn1udaxashhnPieWLRPHxwmWUOtbcCzhLtOz7LsTjtsWRoa7Ompoeq4&#10;/3YGNvfLzdfrgl9+d+WBDh/l8XYWMmNurofHB1CJhvRvvlxvreDP51PhlXdkBr36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g6LdMkAAADeAAAADwAAAAAAAAAAAAAAAACYAgAA&#10;ZHJzL2Rvd25yZXYueG1sUEsFBgAAAAAEAAQA9QAAAI4DAAAAAA==&#10;" fillcolor="black" stroked="f"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QlRcMA&#10;AADeAAAADwAAAGRycy9kb3ducmV2LnhtbERP30vDMBB+F/Y/hBv45tKtIFqXjTIYik/dVHy9Nbem&#10;rLmUJGb1vzeC4Nt9fD9vvZ3sIBL50DtWsFwUIIhbp3vuFLy/7e8eQISIrHFwTAq+KcB2M7tZY6Xd&#10;lQ+UjrETOYRDhQpMjGMlZWgNWQwLNxJn7uy8xZih76T2eM3hdpCroriXFnvODQZH2hlqL8cvqyCd&#10;dk1dps9kDq++7rxrnj9OjVK386l+AhFpiv/iP/eLzvPLcvkI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QlR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CbMgA&#10;AADeAAAADwAAAGRycy9kb3ducmV2LnhtbESPQWvCQBCF74X+h2UK3upGBWmjqxRpi/bSNhX0OGTH&#10;bDA7G7JrTPvrO4dCbzPMm/fet1wPvlE9dbEObGAyzkARl8HWXBnYf73cP4CKCdliE5gMfFOE9er2&#10;Zom5DVf+pL5IlRITjjkacCm1udaxdOQxjkNLLLdT6DwmWbtK2w6vYu4bPc2yufZYsyQ4bGnjqDwX&#10;F28gTjbPhzf/89gfXx2/Fzs3/6icMaO74WkBKtGQ/sV/31sr9WezqQAIjsy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DgJs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31FC" w:rsidRDefault="004F31FC" w:rsidP="004F31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F31FC" w:rsidRDefault="004F31FC" w:rsidP="004F31F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31FC" w:rsidRDefault="004F31FC" w:rsidP="004F31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F31FC" w:rsidRPr="004A7D10" w:rsidRDefault="004F31FC" w:rsidP="004F31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31FC" w:rsidRDefault="004F31FC" w:rsidP="004F31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31FC" w:rsidRDefault="004F31FC" w:rsidP="004F31F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№24</w:t>
      </w:r>
    </w:p>
    <w:p w:rsidR="004F31FC" w:rsidRPr="00CE6912" w:rsidRDefault="004F31FC" w:rsidP="004F31F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 меж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Комяжук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Н.В.</w:t>
      </w:r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Комяжук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Н.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рада </w:t>
      </w:r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Затвердити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Комяжук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Наталії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Володимирівні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56155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</w:t>
      </w:r>
      <w:r w:rsidR="00556155">
        <w:rPr>
          <w:rFonts w:ascii="Times New Roman" w:eastAsia="Calibri" w:hAnsi="Times New Roman" w:cs="Times New Roman"/>
          <w:sz w:val="24"/>
          <w:szCs w:val="24"/>
          <w:lang w:val="en-US"/>
        </w:rPr>
        <w:t>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приватну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0,2271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>га,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номер: 6823984000:01:009:0110),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провулок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Хмельницького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Б., 1.</w:t>
      </w:r>
      <w:proofErr w:type="gramEnd"/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Комяжук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Н.В.,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якій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</w:t>
      </w:r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3. Контроль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4F31FC" w:rsidRPr="0060655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47D7A" w:rsidRPr="004F31FC" w:rsidRDefault="004F31FC" w:rsidP="004F31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        </w:t>
      </w:r>
      <w:proofErr w:type="spellStart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 xml:space="preserve">   МИХАЛЮК</w:t>
      </w:r>
    </w:p>
    <w:sectPr w:rsidR="00247D7A" w:rsidRPr="004F31F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E18" w:rsidRDefault="009A3E18">
      <w:pPr>
        <w:spacing w:after="0" w:line="240" w:lineRule="auto"/>
      </w:pPr>
      <w:r>
        <w:separator/>
      </w:r>
    </w:p>
  </w:endnote>
  <w:endnote w:type="continuationSeparator" w:id="0">
    <w:p w:rsidR="009A3E18" w:rsidRDefault="009A3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E18" w:rsidRDefault="009A3E18">
      <w:pPr>
        <w:spacing w:after="0" w:line="240" w:lineRule="auto"/>
      </w:pPr>
      <w:r>
        <w:separator/>
      </w:r>
    </w:p>
  </w:footnote>
  <w:footnote w:type="continuationSeparator" w:id="0">
    <w:p w:rsidR="009A3E18" w:rsidRDefault="009A3E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1FC"/>
    <w:rsid w:val="00247D7A"/>
    <w:rsid w:val="004F31FC"/>
    <w:rsid w:val="00556155"/>
    <w:rsid w:val="006129DF"/>
    <w:rsid w:val="009A3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F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F31F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F31F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F31FC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31F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F31F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F31F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F31FC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7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2020-12-24T17:13:00Z</dcterms:created>
  <dcterms:modified xsi:type="dcterms:W3CDTF">2020-12-24T18:48:00Z</dcterms:modified>
</cp:coreProperties>
</file>