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38F9" w:rsidRPr="0066767B" w:rsidRDefault="007438F9" w:rsidP="007438F9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  <w:r w:rsidRPr="0066767B">
        <w:rPr>
          <w:rFonts w:ascii="Times New Roman" w:eastAsia="Calibri" w:hAnsi="Times New Roman" w:cs="Times New Roman"/>
          <w:color w:val="FF0000"/>
        </w:rPr>
        <w:t>ПРОЕКТ</w:t>
      </w:r>
    </w:p>
    <w:p w:rsidR="007438F9" w:rsidRPr="0066767B" w:rsidRDefault="007438F9" w:rsidP="007438F9">
      <w:pPr>
        <w:spacing w:after="0" w:line="240" w:lineRule="auto"/>
        <w:rPr>
          <w:rFonts w:ascii="Times New Roman" w:eastAsia="Calibri" w:hAnsi="Times New Roman" w:cs="Times New Roman"/>
        </w:rPr>
      </w:pPr>
      <w:r w:rsidRPr="0066767B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0B767FB" wp14:editId="471CFA4D">
                <wp:simplePos x="0" y="0"/>
                <wp:positionH relativeFrom="column">
                  <wp:posOffset>2710815</wp:posOffset>
                </wp:positionH>
                <wp:positionV relativeFrom="paragraph">
                  <wp:posOffset>90806</wp:posOffset>
                </wp:positionV>
                <wp:extent cx="427466" cy="678246"/>
                <wp:effectExtent l="0" t="0" r="0" b="7620"/>
                <wp:wrapNone/>
                <wp:docPr id="12700" name="Группа 25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27466" cy="678246"/>
                          <a:chOff x="0" y="0"/>
                          <a:chExt cx="1142" cy="1718"/>
                        </a:xfrm>
                      </wpg:grpSpPr>
                      <wps:wsp>
                        <wps:cNvPr id="1270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38F9" w:rsidRDefault="007438F9" w:rsidP="007438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0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38F9" w:rsidRDefault="007438F9" w:rsidP="007438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0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38F9" w:rsidRDefault="007438F9" w:rsidP="007438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0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38F9" w:rsidRDefault="007438F9" w:rsidP="007438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0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38F9" w:rsidRDefault="007438F9" w:rsidP="007438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0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38F9" w:rsidRDefault="007438F9" w:rsidP="007438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0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38F9" w:rsidRDefault="007438F9" w:rsidP="007438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0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38F9" w:rsidRDefault="007438F9" w:rsidP="007438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0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38F9" w:rsidRDefault="007438F9" w:rsidP="007438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1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38F9" w:rsidRDefault="007438F9" w:rsidP="007438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1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38F9" w:rsidRDefault="007438F9" w:rsidP="007438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1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38F9" w:rsidRDefault="007438F9" w:rsidP="007438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1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38F9" w:rsidRDefault="007438F9" w:rsidP="007438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1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38F9" w:rsidRDefault="007438F9" w:rsidP="007438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1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38F9" w:rsidRDefault="007438F9" w:rsidP="007438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1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38F9" w:rsidRDefault="007438F9" w:rsidP="007438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1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38F9" w:rsidRDefault="007438F9" w:rsidP="007438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1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38F9" w:rsidRDefault="007438F9" w:rsidP="007438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1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38F9" w:rsidRDefault="007438F9" w:rsidP="007438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2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38F9" w:rsidRDefault="007438F9" w:rsidP="007438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2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38F9" w:rsidRDefault="007438F9" w:rsidP="007438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2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38F9" w:rsidRDefault="007438F9" w:rsidP="007438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2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38F9" w:rsidRDefault="007438F9" w:rsidP="007438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2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38F9" w:rsidRDefault="007438F9" w:rsidP="007438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2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38F9" w:rsidRDefault="007438F9" w:rsidP="007438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2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38F9" w:rsidRDefault="007438F9" w:rsidP="007438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2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38F9" w:rsidRDefault="007438F9" w:rsidP="007438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2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38F9" w:rsidRDefault="007438F9" w:rsidP="007438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2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38F9" w:rsidRDefault="007438F9" w:rsidP="007438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3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38F9" w:rsidRDefault="007438F9" w:rsidP="007438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508" o:spid="_x0000_s1026" style="position:absolute;margin-left:213.45pt;margin-top:7.15pt;width:33.65pt;height:53.4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6CQr8A&#10;AADeAAAADwAAAGRycy9kb3ducmV2LnhtbERPSwrCMBDdC94hjOBOUyuoVKOIqLgQxN9+aMa22ExK&#10;E7Xe3giCu3m878wWjSnFk2pXWFYw6EcgiFOrC84UXM6b3gSE88gaS8uk4E0OFvN2a4aJti8+0vPk&#10;MxFC2CWoIPe+SqR0aU4GXd9WxIG72dqgD7DOpK7xFcJNKeMoGkmDBYeGHCta5ZTeTw+jwA63u/01&#10;i4/DNY89Lw+T27XZK9XtNMspCE+N/4t/7p0O8+NxNIDvO+EGOf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+ToJCvwAAAN4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438F9" w:rsidRDefault="007438F9" w:rsidP="007438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iulsYA&#10;AADeAAAADwAAAGRycy9kb3ducmV2LnhtbERPS2sCMRC+F/ofwhR6Ec12D1q3RinC9nUQ3Apeh810&#10;s+1msiSpbv31piB4m4/vOYvVYDtxIB9axwoeJhkI4trplhsFu89y/AgiRGSNnWNS8EcBVsvbmwUW&#10;2h15S4cqNiKFcChQgYmxL6QMtSGLYeJ64sR9OW8xJugbqT0eU7jtZJ5lU2mx5dRgsKe1ofqn+rUK&#10;vsuN2a9npxc/mm/pNCo/Xrv3qVL3d8PzE4hIQ7yKL+43nebnsyyH/3fSDXJ5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Fiuls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438F9" w:rsidRDefault="007438F9" w:rsidP="007438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evDMUA&#10;AADeAAAADwAAAGRycy9kb3ducmV2LnhtbESP3YrCMBCF74V9hzCCN7KmKqzSbRRZVBZvxJ8HGJpp&#10;U2wmpYm2vv1GEPZuhnPmfGeydW9r8aDWV44VTCcJCOLc6YpLBdfL7nMJwgdkjbVjUvAkD+vVxyDD&#10;VLuOT/Q4h1LEEPYpKjAhNKmUPjdk0U9cQxy1wrUWQ1zbUuoWuxhuazlLki9pseJIMNjQj6H8dr7b&#10;CDnO8Xgoustu32OH24Ph8eak1GjYb75BBOrDv/l9/atj/dkimcPrnTiDXP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B68M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438F9" w:rsidRDefault="007438F9" w:rsidP="007438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oiQsQA&#10;AADeAAAADwAAAGRycy9kb3ducmV2LnhtbERPTUsDMRC9C/0PYQrebNaltmVtWkqrIIIHq1C8DZvp&#10;7uJmEpKxu/57Iwje5vE+Z70dXa8uFFPn2cDtrABFXHvbcWPg/e3xZgUqCbLF3jMZ+KYE283kao2V&#10;9QO/0uUojcohnCo00IqESutUt+QwzXwgztzZR4eSYWy0jTjkcNfrsigW2mHHuaHFQPuW6s/jlzPw&#10;MjyE5+Xi7hw+4rzU6WDltBdjrqfj7h6U0Cj/4j/3k83zy2Uxh9938g1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qIkL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438F9" w:rsidRDefault="007438F9" w:rsidP="007438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KS48cA&#10;AADeAAAADwAAAGRycy9kb3ducmV2LnhtbESPzWrDMBCE74W+g9hCLyWR69AkuFGCKXEouYT8PMBi&#10;bSxTa2UsxXbfPgoUettlZuebXW1G24ieOl87VvA+TUAQl07XXCm4nIvJEoQPyBobx6Tglzxs1s9P&#10;K8y0G/hI/SlUIoawz1CBCaHNpPSlIYt+6lriqF1dZzHEtauk7nCI4baRaZLMpcWaI8FgS1+Gyp/T&#10;zUbIYYaH/XU4F7sRB9zuDb/lR6VeX8b8E0SgMfyb/66/dayfLpIPeLwTZ5Dr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2ikuP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438F9" w:rsidRDefault="007438F9" w:rsidP="007438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QZrsQA&#10;AADeAAAADwAAAGRycy9kb3ducmV2LnhtbERPTUvDQBC9C/0Pywje7MagqcRuS6kKInhoK4i3ITtN&#10;gtnZZXds4r93BaG3ebzPWa4nN6gTxdR7NnAzL0ARN9723Bp4Pzxf34NKgmxx8EwGfijBejW7WGJt&#10;/cg7Ou2lVTmEU40GOpFQa52ajhymuQ/EmTv66FAyjK22Eccc7gZdFkWlHfacGzoMtO2o+dp/OwNv&#10;41N4XVR3x/AZb0udHq18bMWYq8tp8wBKaJKz+N/9YvP8clFU8PdOvkG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j0Ga7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438F9" w:rsidRDefault="007438F9" w:rsidP="007438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r2h3MUA&#10;AADeAAAADwAAAGRycy9kb3ducmV2LnhtbERP22oCMRB9L/QfwhR8KTVbxQurUWohKFgoWsHXYTPu&#10;Lt1MliS6279vhELf5nCus1z3thE38qF2rOB1mIEgLpypuVRw+tIvcxAhIhtsHJOCHwqwXj0+LDE3&#10;ruMD3Y6xFCmEQ44KqhjbXMpQVGQxDF1LnLiL8xZjgr6UxmOXwm0jR1k2lRZrTg0VtvReUfF9vFoF&#10;m8+uHPvnYtO7/WV7nmht9IdWavDUvy1AROrjv/jPvTNp/miWzeD+TrpB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vaHc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438F9" w:rsidRDefault="007438F9" w:rsidP="007438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J/UcYA&#10;AADeAAAADwAAAGRycy9kb3ducmV2LnhtbESPQWvDMAyF74P9B6PBbqvTsK0lq1tKS2CMXdb2B4hY&#10;i9PGcrDdNPv302Gwm8R7eu/TajP5Xo0UUxfYwHxWgCJugu24NXA61k9LUCkjW+wDk4EfSrBZ39+t&#10;sLLhxl80HnKrJIRThQZczkOldWoceUyzMBCL9h2ixyxrbLWNeJNw3+uyKF61x46lweFAO0fN5XD1&#10;BuqP8nO8XG2sw3Z69vTizsu9M+bxYdq+gco05X/z3/W7FfxyUQivvCMz6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xJ/Uc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438F9" w:rsidRDefault="007438F9" w:rsidP="007438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6QNcUA&#10;AADeAAAADwAAAGRycy9kb3ducmV2LnhtbERP22oCMRB9L/gPYQp9Ec3W0qpbo9RCsNBC8QK+Dptx&#10;d3EzWZLUXf++KQh9m8O5zmLV20ZcyIfasYLHcQaCuHCm5lLBYa9HMxAhIhtsHJOCKwVYLQd3C8yN&#10;63hLl10sRQrhkKOCKsY2lzIUFVkMY9cSJ+7kvMWYoC+l8dilcNvISZa9SIs1p4YKW3qvqDjvfqyC&#10;9XdXPvlhse7d52lzfNba6C+t1MN9//YKIlIf/8U394dJ8yfTbA5/76Qb5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8bpA1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438F9" w:rsidRDefault="007438F9" w:rsidP="007438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3lisYA&#10;AADeAAAADwAAAGRycy9kb3ducmV2LnhtbESPQWvDMAyF74P9B6PBbqvTsK0lrVtKS2CMXdbuB4hY&#10;i9PGcrDdNPv302Gwm4Se3nvfejv5Xo0UUxfYwHxWgCJugu24NfB1qp+WoFJGttgHJgM/lGC7ub9b&#10;Y2XDjT9pPOZWiQmnCg24nIdK69Q48phmYSCW23eIHrOssdU24k3Mfa/LonjVHjuWBIcD7R01l+PV&#10;G6jfy4/xcrWxDrvp2dOLOy8PzpjHh2m3ApVpyv/iv+83K/XLxVwABE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L3lis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438F9" w:rsidRDefault="007438F9" w:rsidP="007438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/e+cIA&#10;AADeAAAADwAAAGRycy9kb3ducmV2LnhtbERPzWrCQBC+C32HZQq96Sap2pK6hlJQzNHoAwzZaRLM&#10;zqbZrUne3hUEb/Px/c4mG00rrtS7xrKCeBGBIC6tbrhScD7t5p8gnEfW2FomBRM5yLYvsw2m2g58&#10;pGvhKxFC2KWooPa+S6V0ZU0G3cJ2xIH7tb1BH2BfSd3jEMJNK5MoWkuDDYeGGjv6qam8FP9GwXIa&#10;9n/F6hLttKE4f+9y9uVKqbfX8fsLhKfRP8UP90GH+clHHMP9nXCD3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P975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438F9" w:rsidRDefault="007438F9" w:rsidP="007438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+9WIcEA&#10;AADeAAAADwAAAGRycy9kb3ducmV2LnhtbERPy6rCMBDdX/Afwgjurqld6LUaRRRFXHnrYz00Y1ts&#10;JqWJWv/eCIK7OZznTOetqcSdGldaVjDoRyCIM6tLzhUcD+vfPxDOI2usLJOCJzmYzzo/U0y0ffA/&#10;3VOfixDCLkEFhfd1IqXLCjLo+rYmDtzFNgZ9gE0udYOPEG4qGUfRUBosOTQUWNOyoOya3oyC2/Ac&#10;H/my0/t09dyMV+uFk6dcqV63XUxAeGr9V/xxb3WYH48GMbzfCTfI2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vViH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438F9" w:rsidRDefault="007438F9" w:rsidP="007438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xDp8YA&#10;AADeAAAADwAAAGRycy9kb3ducmV2LnhtbERPTWvCQBC9C/6HZQq96UYtqY2u0hYE24NirAdvY3aa&#10;xGZnY3ar6b93C4K3ebzPmc5bU4kzNa60rGDQj0AQZ1aXnCv42i56YxDOI2usLJOCP3Iwn3U7U0y0&#10;vfCGzqnPRQhhl6CCwvs6kdJlBRl0fVsTB+7bNgZ9gE0udYOXEG4qOYyiWBosOTQUWNN7QdlP+msU&#10;7Nbj+GX99vF0/FwdcGT0aa/LWKnHh/Z1AsJT6+/im3upw/zh82AE/++EG+Ts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8xDp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438F9" w:rsidRDefault="007438F9" w:rsidP="007438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xMR8QA&#10;AADeAAAADwAAAGRycy9kb3ducmV2LnhtbERPS2vCQBC+F/oflin0VjemkkrqKn1gFE+pLfQ6ZMck&#10;mJ0N2VUTf70rCN7m43vObNGbRhypc7VlBeNRBIK4sLrmUsHf7/JlCsJ5ZI2NZVIwkIPF/PFhhqm2&#10;J/6h49aXIoSwS1FB5X2bSumKigy6kW2JA7eznUEfYFdK3eEphJtGxlGUSIM1h4YKW/qqqNhvD0bB&#10;OfnH3K3iz+9X7WmYTDO7yTOlnp/6j3cQnnp/F9/cax3mx2/jCVzfCTfI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cTEf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438F9" w:rsidRDefault="007438F9" w:rsidP="007438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mAcsMA&#10;AADeAAAADwAAAGRycy9kb3ducmV2LnhtbERPzWrCQBC+F3yHZQRvzcagraauImLBmzX6AEN2uglm&#10;Z2N21dSndwuF3ubj+53FqreNuFHna8cKxkkKgrh0umaj4HT8fJ2B8AFZY+OYFPyQh9Vy8LLAXLs7&#10;H+hWBCNiCPscFVQhtLmUvqzIok9cSxy5b9dZDBF2RuoO7zHcNjJL0zdpsebYUGFLm4rKc3G1Ci4u&#10;m+q+2OL+vJ1/1cZMLo/DRKnRsF9/gAjUh3/xn3un4/zsfTyF33fiDXL5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amAc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438F9" w:rsidRDefault="007438F9" w:rsidP="007438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8d47sMA&#10;AADeAAAADwAAAGRycy9kb3ducmV2LnhtbERPPW/CMBDdkfgP1iF1Kw5UTSBgEFSqxAp06HjYRxKI&#10;zyF2Ie2vx0iV2O7pfd582dlaXKn1lWMFo2ECglg7U3Gh4Gv/+ToB4QOywdoxKfglD8tFvzfH3Lgb&#10;b+m6C4WIIexzVFCG0ORSel2SRT90DXHkjq61GCJsC2lavMVwW8txkqTSYsWxocSGPkrS592PVbCp&#10;DvSe6uPUTtZ6+/13CW/ZySj1MuhWMxCBuvAU/7s3Js4fZ6MUHu/EG+Ti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8d47s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438F9" w:rsidRDefault="007438F9" w:rsidP="007438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6okosYA&#10;AADeAAAADwAAAGRycy9kb3ducmV2LnhtbERPXWvCQBB8F/ofji34phfz4EfqKbVQUPwAbWlfl9w2&#10;F5rbC7kzxn/vCYJvszs7MzvzZWcr0VLjS8cKRsMEBHHudMmFgu+vz8EUhA/IGivHpOBKHpaLl94c&#10;M+0ufKT2FAoRTdhnqMCEUGdS+tyQRT90NXHk/lxjMcSxKaRu8BLNbSXTJBlLiyXHBIM1fRjK/09n&#10;q6DFwzX5Nav9bFPu8vSw+tnquFf91+79DUSgLjyPH+q1ju+nk9EE7nUiBrm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6oko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438F9" w:rsidRDefault="007438F9" w:rsidP="007438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hvSsQA&#10;AADeAAAADwAAAGRycy9kb3ducmV2LnhtbESPQU/DMAyF70j8h8hI3Fi6HgCVZRNCGuIIhQNH03hN&#10;R2NXSVgLvx4fkLjZes/vfd7sljiaE6U8CDtYryowxJ34gXsHb6/7q1swuSB7HIXJwTdl2G3PzzbY&#10;eJn5hU5t6Y2GcG7QQShlaqzNXaCIeSUTsWoHSRGLrqm3PuGs4XG0dVVd24gDa0PAiR4CdZ/tV3Qw&#10;P3Yfx/rw7sNPmmTfPsuxHsW5y4vl/g5MoaX8m/+un7zi1zdr5dV3dAa7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4b0r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438F9" w:rsidRDefault="007438F9" w:rsidP="007438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zaxsQA&#10;AADeAAAADwAAAGRycy9kb3ducmV2LnhtbERPS2sCMRC+F/ofwhS81ax7ULsaxSdIsRRf93Ez7m6b&#10;TJZN1O2/bwpCb/PxPWc8ba0RN2p85VhBr5uAIM6drrhQcDysX4cgfEDWaByTgh/yMJ08P40x0+7O&#10;O7rtQyFiCPsMFZQh1JmUPi/Jou+6mjhyF9dYDBE2hdQN3mO4NTJNkr60WHFsKLGmRUn59/5qFaw/&#10;l+Yr/djNTjIsVoOzGb7Pl1ulOi/tbAQiUBv+xQ/3Rsf56aD3Bn/vxBvk5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M2sb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438F9" w:rsidRDefault="007438F9" w:rsidP="007438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xkcsgA&#10;AADeAAAADwAAAGRycy9kb3ducmV2LnhtbESPQWvCQBCF70L/wzIFL6VujGgldRUpFC0oWFvodcxO&#10;k2B2NmTXGP9951DwNsO8ee99i1XvatVRGyrPBsajBBRx7m3FhYHvr/fnOagQkS3WnsnAjQKslg+D&#10;BWbWX/mTumMslJhwyNBAGWOTaR3ykhyGkW+I5fbrW4dR1rbQtsWrmLtap0ky0w4rloQSG3orKT8f&#10;L85Ad9idim0Xmo/z/ClMJ6fNZm9/jBk+9utXUJH6eBf/f2+t1E9fUgEQHJlBL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QLGRy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438F9" w:rsidRDefault="007438F9" w:rsidP="007438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y/9MYA&#10;AADeAAAADwAAAGRycy9kb3ducmV2LnhtbERPS2sCMRC+F/wPYQRvNevSVl2NUguCl0J9HPQ2bsbd&#10;xc1km0Td9tc3QsHbfHzPmc5bU4srOV9ZVjDoJyCIc6srLhTstsvnEQgfkDXWlknBD3mYzzpPU8y0&#10;vfGarptQiBjCPkMFZQhNJqXPSzLo+7YhjtzJOoMhQldI7fAWw00t0yR5kwYrjg0lNvRRUn7eXIyC&#10;xXi0+P564c/f9fFAh/3x/Jq6RKlet32fgAjUhof4373ScX46TAdwfyfeIG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gy/9MYAAADeAAAADwAAAAAAAAAAAAAAAACYAgAAZHJz&#10;L2Rvd25yZXYueG1sUEsFBgAAAAAEAAQA9QAAAIsDAAAAAA==&#10;" fillcolor="black" stroked="f">
                  <v:textbox>
                    <w:txbxContent>
                      <w:p w:rsidR="007438F9" w:rsidRDefault="007438F9" w:rsidP="007438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0vg8YA&#10;AADeAAAADwAAAGRycy9kb3ducmV2LnhtbERPTWsCMRC9F/wPYYTeatZAraxGUdtCoXrQevA4bsbd&#10;sJvJskl121/fFAq9zeN9znzZu0ZcqQvWs4bxKANBXHhjudRw/Hh9mIIIEdlg45k0fFGA5WJwN8fc&#10;+Bvv6XqIpUghHHLUUMXY5lKGoiKHYeRb4sRdfOcwJtiV0nR4S+GukSrLJtKh5dRQYUubior68Ok0&#10;nN4ndrq3pM7b7/WL2T7W691zrfX9sF/NQETq47/4z/1m0nz1pBT8vpNukI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x0vg8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438F9" w:rsidRDefault="007438F9" w:rsidP="007438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PnKsQA&#10;AADeAAAADwAAAGRycy9kb3ducmV2LnhtbERPTWsCMRC9F/wPYYTearYrqGyNIpZiLx5qK16HzXSz&#10;3c1kTaKu/vpGKPQ2j/c582VvW3EmH2rHCp5HGQji0umaKwVfn29PMxAhImtsHZOCKwVYLgYPcyy0&#10;u/AHnXexEimEQ4EKTIxdIWUoDVkMI9cRJ+7beYsxQV9J7fGSwm0r8yybSIs1pwaDHa0Nlc3uZBX4&#10;1eG1ufFp32S37TVsfvrjDI1Sj8N+9QIiUh//xX/ud53m59N8DPd30g1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D5yr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438F9" w:rsidRDefault="007438F9" w:rsidP="007438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pvJFcQA&#10;AADeAAAADwAAAGRycy9kb3ducmV2LnhtbERP22rCQBB9L/gPywi+FN00lGpTV5GCICgFrR8wzU6T&#10;4O5syI4a/fpuodC3OZzrzJe9d+pCXWwCG3iaZKCIy2AbrgwcP9fjGagoyBZdYDJwowjLxeBhjoUN&#10;V97T5SCVSiEcCzRQi7SF1rGsyWOchJY4cd+h8ygJdpW2HV5TuHc6z7IX7bHh1FBjS+81lafD2Rtw&#10;+Zd73U7jTm5HvcvuXvaPH9aY0bBfvYES6uVf/Ofe2DQ/n+bP8PtOukE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byRX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438F9" w:rsidRDefault="007438F9" w:rsidP="007438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ct1MQA&#10;AADeAAAADwAAAGRycy9kb3ducmV2LnhtbERPTWsCMRC9F/ofwgi9adaFalmNYivCXjx0tXgdN+Nm&#10;MZksm1S3/fVNodDbPN7nLNeDs+JGfWg9K5hOMhDEtdctNwqOh934BUSIyBqtZ1LwRQHWq8eHJRba&#10;3/mdblVsRArhUKACE2NXSBlqQw7DxHfEibv43mFMsG+k7vGewp2VeZbNpMOWU4PBjt4M1dfq0ynY&#10;Vp3Nj6V5DaeP/flsy+8dnbZKPY2GzQJEpCH+i//cpU7z83n+DL/vpBvk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4HLdT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438F9" w:rsidRDefault="007438F9" w:rsidP="007438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9ABlcIA&#10;AADeAAAADwAAAGRycy9kb3ducmV2LnhtbERPS4vCMBC+L+x/CLPgbU3soUrXKCIrCJ7Wx2FvQzK2&#10;1WZSmqyt/94sCN7m43vOfDm4RtyoC7VnDZOxAkFsvK251HA8bD5nIEJEtth4Jg13CrBcvL/NsbC+&#10;5x+67WMpUgiHAjVUMbaFlMFU5DCMfUucuLPvHMYEu1LaDvsU7hqZKZVLhzWnhgpbWldkrvs/p+Gy&#10;kTtvFJrT8dRv7fT3O6dGaT36GFZfICIN8SV+urc2zc+mWQ7/76Qb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0AGV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438F9" w:rsidRDefault="007438F9" w:rsidP="007438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RXacQA&#10;AADeAAAADwAAAGRycy9kb3ducmV2LnhtbERPS2vCQBC+C/0PyxS86aYp1JC6ihWEonjwQelxmh2T&#10;kOxs2F01/vuuIHibj+8503lvWnEh52vLCt7GCQjiwuqaSwXHw2qUgfABWWNrmRTcyMN89jKYYq7t&#10;lXd02YdSxBD2OSqoQuhyKX1RkUE/th1x5E7WGQwRulJqh9cYblqZJsmHNFhzbKiwo2VFRbM/GwW/&#10;5w2ftu/rhfsKP7Y/+Cb9yxqlhq/94hNEoD48xQ/3t47z00k6gfs78QY5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0V2n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438F9" w:rsidRDefault="007438F9" w:rsidP="007438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YWackA&#10;AADeAAAADwAAAGRycy9kb3ducmV2LnhtbESPQU/CQBCF7yb+h82YcJOtDSJWFiImJF5MAD3IbeiO&#10;bUN3tu4uUPn1zIHE20zem/e+mc5716ojhdh4NvAwzEARl942XBn4+lzeT0DFhGyx9UwG/ijCfHZ7&#10;M8XC+hOv6bhJlZIQjgUaqFPqCq1jWZPDOPQdsWg/PjhMsoZK24AnCXetzrNsrB02LA01dvRWU7nf&#10;HJyBxfNk8bsa8cd5vdvS9nu3f8xDZszgrn99AZWoT//m6/W7Ffz8KRdeeUdm0LML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qzYWackAAADeAAAADwAAAAAAAAAAAAAAAACYAgAA&#10;ZHJzL2Rvd25yZXYueG1sUEsFBgAAAAAEAAQA9QAAAI4DAAAAAA==&#10;" fillcolor="black" stroked="f">
                  <v:textbox>
                    <w:txbxContent>
                      <w:p w:rsidR="007438F9" w:rsidRDefault="007438F9" w:rsidP="007438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8y4WMQA&#10;AADeAAAADwAAAGRycy9kb3ducmV2LnhtbERPS0sDMRC+C/0PYQRvNusKPrZNy1IoFk/bqvQ63Yyb&#10;xc1kSWK6/fdGELzNx/ec5Xqyg0jkQ+9Ywd28AEHcOt1zp+D9bXv7BCJEZI2DY1JwoQDr1exqiZV2&#10;Z95TOsRO5BAOFSowMY6VlKE1ZDHM3UicuU/nLcYMfSe1x3MOt4Msi+JBWuw5NxgcaWOo/Tp8WwXp&#10;tGnq+3RMZv/q68675uXj1Ch1cz3VCxCRpvgv/nPvdJ5fPpbP8PtOvkG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MuFj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438F9" w:rsidRDefault="007438F9" w:rsidP="007438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PDEcgA&#10;AADeAAAADwAAAGRycy9kb3ducmV2LnhtbESPQU/CQBCF7yb8h82QeJMtkKAWFmKIGPWiVhI4TrpD&#10;t6E723TXUv31zsHE20zmzXvvW20G36ieulgHNjCdZKCIy2BrrgzsP3c3d6BiQrbYBCYD3xRhsx5d&#10;rTC34cIf1BepUmLCMUcDLqU21zqWjjzGSWiJ5XYKnccka1dp2+FFzH2jZ1m20B5rlgSHLW0dlefi&#10;yxuI0+3j4dX/3PfHJ8dvxYtbvFfOmOvx8LAElWhI/+K/72cr9We3cwEQHJlBr3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fg8MRyAAAAN4AAAAPAAAAAAAAAAAAAAAAAJgCAABk&#10;cnMvZG93bnJldi54bWxQSwUGAAAAAAQABAD1AAAAjQ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438F9" w:rsidRDefault="007438F9" w:rsidP="007438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7438F9" w:rsidRPr="0066767B" w:rsidRDefault="007438F9" w:rsidP="007438F9">
      <w:pPr>
        <w:spacing w:after="0" w:line="240" w:lineRule="auto"/>
        <w:rPr>
          <w:rFonts w:ascii="Times New Roman" w:eastAsia="Calibri" w:hAnsi="Times New Roman" w:cs="Times New Roman"/>
        </w:rPr>
      </w:pPr>
    </w:p>
    <w:p w:rsidR="007438F9" w:rsidRPr="0066767B" w:rsidRDefault="007438F9" w:rsidP="007438F9">
      <w:pPr>
        <w:spacing w:after="0" w:line="240" w:lineRule="auto"/>
        <w:rPr>
          <w:rFonts w:ascii="Times New Roman" w:eastAsia="Calibri" w:hAnsi="Times New Roman" w:cs="Times New Roman"/>
        </w:rPr>
      </w:pPr>
    </w:p>
    <w:p w:rsidR="007438F9" w:rsidRPr="0066767B" w:rsidRDefault="007438F9" w:rsidP="007438F9">
      <w:pPr>
        <w:spacing w:after="0" w:line="240" w:lineRule="auto"/>
        <w:rPr>
          <w:rFonts w:ascii="Times New Roman" w:eastAsia="Calibri" w:hAnsi="Times New Roman" w:cs="Times New Roman"/>
        </w:rPr>
      </w:pPr>
    </w:p>
    <w:p w:rsidR="007438F9" w:rsidRPr="0066767B" w:rsidRDefault="007438F9" w:rsidP="007438F9">
      <w:pPr>
        <w:spacing w:after="0" w:line="240" w:lineRule="auto"/>
        <w:rPr>
          <w:rFonts w:ascii="Times New Roman" w:eastAsia="Calibri" w:hAnsi="Times New Roman" w:cs="Times New Roman"/>
        </w:rPr>
      </w:pPr>
    </w:p>
    <w:p w:rsidR="007438F9" w:rsidRPr="0066767B" w:rsidRDefault="007438F9" w:rsidP="007438F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</w:p>
    <w:p w:rsidR="007438F9" w:rsidRPr="0066767B" w:rsidRDefault="007438F9" w:rsidP="007438F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6767B">
        <w:rPr>
          <w:rFonts w:ascii="Times New Roman" w:eastAsia="Calibri" w:hAnsi="Times New Roman" w:cs="Times New Roman"/>
          <w:b/>
        </w:rPr>
        <w:t>УКРАЇНА</w:t>
      </w:r>
    </w:p>
    <w:p w:rsidR="007438F9" w:rsidRPr="0066767B" w:rsidRDefault="007438F9" w:rsidP="007438F9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6767B">
        <w:rPr>
          <w:rFonts w:ascii="Times New Roman" w:eastAsia="Calibri" w:hAnsi="Times New Roman" w:cs="Times New Roman"/>
          <w:b/>
        </w:rPr>
        <w:t>КРУПЕЦЬКА СІЛЬСЬКА РАДА</w:t>
      </w:r>
    </w:p>
    <w:p w:rsidR="007438F9" w:rsidRPr="0066767B" w:rsidRDefault="007438F9" w:rsidP="007438F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6767B">
        <w:rPr>
          <w:rFonts w:ascii="Times New Roman" w:eastAsia="Calibri" w:hAnsi="Times New Roman" w:cs="Times New Roman"/>
          <w:b/>
        </w:rPr>
        <w:t>СЛАВУТСЬКОГО РАЙОНУ</w:t>
      </w:r>
    </w:p>
    <w:p w:rsidR="007438F9" w:rsidRPr="0066767B" w:rsidRDefault="007438F9" w:rsidP="007438F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66767B">
        <w:rPr>
          <w:rFonts w:ascii="Times New Roman" w:eastAsia="Calibri" w:hAnsi="Times New Roman" w:cs="Times New Roman"/>
          <w:b/>
        </w:rPr>
        <w:t>ХМЕЛЬНИЦЬКОЇ ОБЛАСТІ</w:t>
      </w:r>
    </w:p>
    <w:p w:rsidR="007438F9" w:rsidRPr="0066767B" w:rsidRDefault="007438F9" w:rsidP="007438F9">
      <w:pPr>
        <w:spacing w:after="0" w:line="240" w:lineRule="auto"/>
        <w:rPr>
          <w:rFonts w:ascii="Times New Roman" w:eastAsia="Calibri" w:hAnsi="Times New Roman" w:cs="Times New Roman"/>
        </w:rPr>
      </w:pPr>
      <w:r w:rsidRPr="0066767B">
        <w:rPr>
          <w:rFonts w:ascii="Times New Roman" w:eastAsia="Calibri" w:hAnsi="Times New Roman" w:cs="Times New Roman"/>
        </w:rPr>
        <w:t xml:space="preserve"> </w:t>
      </w:r>
      <w:r w:rsidRPr="0066767B">
        <w:rPr>
          <w:rFonts w:ascii="Calibri" w:eastAsia="Calibri" w:hAnsi="Calibri"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DBB2806" wp14:editId="4FFB5608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2731" name="Группа 29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2732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38F9" w:rsidRDefault="007438F9" w:rsidP="007438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33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38F9" w:rsidRDefault="007438F9" w:rsidP="007438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34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38F9" w:rsidRDefault="007438F9" w:rsidP="007438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35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38F9" w:rsidRDefault="007438F9" w:rsidP="007438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36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38F9" w:rsidRDefault="007438F9" w:rsidP="007438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37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38F9" w:rsidRDefault="007438F9" w:rsidP="007438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38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38F9" w:rsidRDefault="007438F9" w:rsidP="007438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39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38F9" w:rsidRDefault="007438F9" w:rsidP="007438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40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38F9" w:rsidRDefault="007438F9" w:rsidP="007438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41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38F9" w:rsidRDefault="007438F9" w:rsidP="007438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42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38F9" w:rsidRDefault="007438F9" w:rsidP="007438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43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38F9" w:rsidRDefault="007438F9" w:rsidP="007438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44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38F9" w:rsidRDefault="007438F9" w:rsidP="007438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45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38F9" w:rsidRDefault="007438F9" w:rsidP="007438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46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38F9" w:rsidRDefault="007438F9" w:rsidP="007438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47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38F9" w:rsidRDefault="007438F9" w:rsidP="007438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48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38F9" w:rsidRDefault="007438F9" w:rsidP="007438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49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38F9" w:rsidRDefault="007438F9" w:rsidP="007438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50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38F9" w:rsidRDefault="007438F9" w:rsidP="007438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51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438F9" w:rsidRDefault="007438F9" w:rsidP="007438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52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38F9" w:rsidRDefault="007438F9" w:rsidP="007438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53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38F9" w:rsidRDefault="007438F9" w:rsidP="007438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54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38F9" w:rsidRDefault="007438F9" w:rsidP="007438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55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38F9" w:rsidRDefault="007438F9" w:rsidP="007438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56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38F9" w:rsidRDefault="007438F9" w:rsidP="007438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57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38F9" w:rsidRDefault="007438F9" w:rsidP="007438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58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38F9" w:rsidRDefault="007438F9" w:rsidP="007438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59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38F9" w:rsidRDefault="007438F9" w:rsidP="007438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60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38F9" w:rsidRDefault="007438F9" w:rsidP="007438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61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438F9" w:rsidRDefault="007438F9" w:rsidP="007438F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91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">
                <v:shape id="Freeform 34" o:spid="_x0000_s105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DWiMMA&#10;AADeAAAADwAAAGRycy9kb3ducmV2LnhtbERPTWvCQBC9C/0PywjedGMCKqlrCKVKDgHR1vuQHZPQ&#10;7GzIbjX+e7dQ8DaP9znbbDSduNHgWssKlosIBHFldcu1gu+v/XwDwnlkjZ1lUvAgB9nubbLFVNs7&#10;n+h29rUIIexSVNB436dSuqohg25he+LAXe1g0Ac41FIPeA/hppNxFK2kwZZDQ4M9fTRU/Zx/jQKb&#10;HIryUsen5JPXnvPj5noZS6Vm0zF/B+Fp9C/xv7vQYX68TmL4eyfcIH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PDWiM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438F9" w:rsidRDefault="007438F9" w:rsidP="007438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jBsMcA&#10;AADeAAAADwAAAGRycy9kb3ducmV2LnhtbERP30vDMBB+F/wfwgl7GTbdBpurzYYMqtMHYXPg69Gc&#10;TbW5lCRudX+9GQi+3cf388r1YDtxJB9axwomWQ6CuHa65UbB4a26vQMRIrLGzjEp+KEA69X1VYmF&#10;dife0XEfG5FCOBSowMTYF1KG2pDFkLmeOHEfzluMCfpGao+nFG47Oc3zubTYcmow2NPGUP21/7YK&#10;PqtX875ZnB/9eLmj87h6eeqe50qNboaHexCRhvgv/nNvdZo/XcxmcHkn3S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14wbD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438F9" w:rsidRDefault="007438F9" w:rsidP="007438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L9xcUA&#10;AADeAAAADwAAAGRycy9kb3ducmV2LnhtbESP0YrCMBBF34X9hzAL+yJruioq1Sgiq4gvRd0PGJqx&#10;KdtMShNt/XsjCL7NcO/cc2ex6mwlbtT40rGCn0ECgjh3uuRCwd95+z0D4QOyxsoxKbiTh9Xyo7fA&#10;VLuWj3Q7hULEEPYpKjAh1KmUPjdk0Q9cTRy1i2sshrg2hdQNtjHcVnKYJBNpseRIMFjTxlD+f7ra&#10;CMlGmB0u7Xm767DF34Ph/vqo1Ndnt56DCNSFt/l1vdex/nA6GsPznTiD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gv3F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438F9" w:rsidRDefault="007438F9" w:rsidP="007438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pNZMUA&#10;AADeAAAADwAAAGRycy9kb3ducmV2LnhtbERPTUsDMRC9C/0PYQRvNutqW1mbllIVROihrSDehs10&#10;d3EzCcnYXf+9EQRv83ifs1yPrldniqnzbOBmWoAirr3tuDHwdny+vgeVBNli75kMfFOC9WpyscTK&#10;+oH3dD5Io3IIpwoNtCKh0jrVLTlMUx+IM3fy0aFkGBttIw453PW6LIq5dthxbmgx0Lal+vPw5Qzs&#10;hqfwupjPTuEj3pU6PVp534oxV5fj5gGU0Cj/4j/3i83zy8XtDH7fyTfo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Sk1k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438F9" w:rsidRDefault="007438F9" w:rsidP="007438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zGKcUA&#10;AADeAAAADwAAAGRycy9kb3ducmV2LnhtbESP3YrCMBCF74V9hzALeyOaroJKbRRZVBZvxJ8HGJpp&#10;U2wmpYm2+/ZmQfBuhnPmfGeydW9r8aDWV44VfI8TEMS50xWXCq6X3WgBwgdkjbVjUvBHHtarj0GG&#10;qXYdn+hxDqWIIexTVGBCaFIpfW7Ioh+7hjhqhWsthri2pdQtdjHc1nKSJDNpseJIMNjQj6H8dr7b&#10;CDlO8Xgoustu32OH24Ph4eak1Ndnv1mCCNSHt/l1/atj/cl8OoP/d+IMcvU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HMYp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438F9" w:rsidRDefault="007438F9" w:rsidP="007438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R2iMQA&#10;AADeAAAADwAAAGRycy9kb3ducmV2LnhtbERPTUvDQBC9C/0PyxS82Y1RG4ndltIqiODBKoi3ITtN&#10;gtnZZXds4r93BcHbPN7nrDaTG9SJYuo9G7hcFKCIG297bg28vT5c3IJKgmxx8EwGvinBZj07W2Ft&#10;/cgvdDpIq3IIpxoNdCKh1jo1HTlMCx+IM3f00aFkGFttI4453A26LIqldthzbugw0K6j5vPw5Qw8&#10;j/fhqVreHMNHvC512lt534kx5/NpewdKaJJ/8Z/70eb5ZXVVwe87+Qa9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Udoj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438F9" w:rsidRDefault="007438F9" w:rsidP="007438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7/E8gA&#10;AADeAAAADwAAAGRycy9kb3ducmV2LnhtbESPT2vDMAzF74N9B6PCLqN11rI/pHXLOjAbrDDWDnoV&#10;sZqExnKwvSb79tNhsJvEe3rvp9Vm9J26UExtYAN3swIUcRVcy7WBr4OdPoFKGdlhF5gM/FCCzfr6&#10;aoWlCwN/0mWfayUhnEo00OTcl1qnqiGPaRZ6YtFOIXrMssZau4iDhPtOz4viQXtsWRoa7Omloeq8&#10;//YGth9DvYi31XYM76fX4721zu6sMTeT8XkJKtOY/81/129O8OePC+GVd2QGvf4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dTv8T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438F9" w:rsidRDefault="007438F9" w:rsidP="007438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IQd8MA&#10;AADeAAAADwAAAGRycy9kb3ducmV2LnhtbERP3WrCMBS+H/gO4Qi7m6nd5lw1iiiFMbxR9wCH5qyp&#10;NiclibW+/TIY7O58fL9nuR5sK3ryoXGsYDrJQBBXTjdcK/g6lU9zECEia2wdk4I7BVivRg9LLLS7&#10;8YH6Y6xFCuFQoAITY1dIGSpDFsPEdcSJ+3beYkzQ11J7vKVw28o8y2bSYsOpwWBHW0PV5Xi1CsrP&#10;fN9frtqXbjO8WHo15/nOKPU4HjYLEJGG+C/+c3/oND9/e36H33fSD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jIQd8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438F9" w:rsidRDefault="007438F9" w:rsidP="007438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6AaMgA&#10;AADeAAAADwAAAGRycy9kb3ducmV2LnhtbESPQUsDMRCF74L/IYzgRdqsVWvZNi1WCAoVSqvgddhM&#10;dxc3kyWJ3fXfOwfB2wzz5r33rTaj79SZYmoDG7idFqCIq+Barg18vNvJAlTKyA67wGTghxJs1pcX&#10;KyxdGPhA52OulZhwKtFAk3Nfap2qhjymaeiJ5XYK0WOWNdbaRRzE3Hd6VhRz7bFlSWiwp+eGqq/j&#10;tzew3Q/1XbyptmPYnV4+H6x19s0ac301Pi1BZRrzv/jv+9VJ/dnjvQAIjsyg1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7PoBo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438F9" w:rsidRDefault="007438F9" w:rsidP="007438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JvDMIA&#10;AADeAAAADwAAAGRycy9kb3ducmV2LnhtbERP3WrCMBS+H/gO4Qi7m6lFp3RGEaUwxJvpHuDQnDWd&#10;zUlJYu3efhEE787H93tWm8G2oicfGscKppMMBHHldMO1gu9z+bYEESKyxtYxKfijAJv16GWFhXY3&#10;/qL+FGuRQjgUqMDE2BVShsqQxTBxHXHifpy3GBP0tdQebynctjLPsndpseHUYLCjnaHqcrpaBeUh&#10;P/aXq/al2w4zS3Pzu9wbpV7Hw/YDRKQhPsUP96dO8/PFbAr3d9INcv0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Qm8M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438F9" w:rsidRDefault="007438F9" w:rsidP="007438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5vk8IA&#10;AADeAAAADwAAAGRycy9kb3ducmV2LnhtbERPzWrCQBC+F3yHZQRvdZMYa4muoQhKPZr6AEN2mgSz&#10;szG7NcnbdwsFb/Px/c4uH00rHtS7xrKCeBmBIC6tbrhScP06vr6DcB5ZY2uZFEzkIN/PXnaYaTvw&#10;hR6Fr0QIYZehgtr7LpPSlTUZdEvbEQfu2/YGfYB9JXWPQwg3rUyi6E0abDg01NjRoabyVvwYBek0&#10;nO7F+hYdtaH4vOrO7Mu1Uov5+LEF4Wn0T/G/+1OH+ckmTeDvnXCD3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aXm+T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438F9" w:rsidRDefault="007438F9" w:rsidP="007438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Dcp8QA&#10;AADeAAAADwAAAGRycy9kb3ducmV2LnhtbERPTWvCQBC9C/6HZYTe6sa0aE1dJRgspac2Ws9DdkxC&#10;s7Nhd9X477uFgrd5vM9ZbQbTiQs531pWMJsmIIgrq1uuFRz2u8cXED4ga+wsk4Ibedisx6MVZtpe&#10;+YsuZahFDGGfoYImhD6T0lcNGfRT2xNH7mSdwRChq6V2eI3hppNpksylwZZjQ4M9bRuqfsqzUXCe&#10;H9MDnz70Z1nc3pbFLvfyu1bqYTLkryACDeEu/ne/6zg/XTw/wd878Qa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Q3Kf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438F9" w:rsidRDefault="007438F9" w:rsidP="007438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b0zsYA&#10;AADeAAAADwAAAGRycy9kb3ducmV2LnhtbERPTWvCQBC9C/0Pywi96UYbUhtdpQqC7UGp2oO3MTsm&#10;abOzMbtq+u+7QqG3ebzPmcxaU4krNa60rGDQj0AQZ1aXnCvY75a9EQjnkTVWlknBDzmYTR86E0y1&#10;vfEHXbc+FyGEXYoKCu/rVEqXFWTQ9W1NHLiTbQz6AJtc6gZvIdxUchhFiTRYcmgosKZFQdn39mIU&#10;fG5Gyctm/hZ/va+P+GT0+aDLRKnHbvs6BuGp9f/iP/dKh/nD5ziG+zvhBjn9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5b0z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438F9" w:rsidRDefault="007438F9" w:rsidP="007438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PGwcUA&#10;AADeAAAADwAAAGRycy9kb3ducmV2LnhtbERPTWvCQBC9F/wPywi91Y3R2hCzSmupFU/RFnodsmMS&#10;zM6G7Fajv94tFLzN431OtuxNI07UudqygvEoAkFcWF1zqeD76+MpAeE8ssbGMim4kIPlYvCQYart&#10;mXd02vtShBB2KSqovG9TKV1RkUE3si1x4A62M+gD7EqpOzyHcNPIOIpm0mDNoaHCllYVFcf9r1Fw&#10;nf1g7j7jt/eJ9nSZJmu7zddKPQ771zkIT72/i//dGx3mxy/TZ/h7J9wgF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I8bB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438F9" w:rsidRDefault="007438F9" w:rsidP="007438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gxGMMA&#10;AADeAAAADwAAAGRycy9kb3ducmV2LnhtbERPzWrCQBC+C32HZQq96cYQrUZXKUWhN2vqAwzZcRPM&#10;zsbsVmOf3hUK3ubj+53lureNuFDna8cKxqMEBHHpdM1GweFnO5yB8AFZY+OYFNzIw3r1Mlhirt2V&#10;93QpghExhH2OCqoQ2lxKX1Zk0Y9cSxy5o+sshgg7I3WH1xhuG5kmyVRarDk2VNjSZ0Xlqfi1Cs4u&#10;nei+2ODutJl/18Zk5799ptTba/+xABGoD0/xv/tLx/npezaFxzvxBrm6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sgxG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438F9" w:rsidRDefault="007438F9" w:rsidP="007438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jyaMMA&#10;AADeAAAADwAAAGRycy9kb3ducmV2LnhtbERPyW7CMBC9I/UfrKnUGzhlC00xqCAhcWU5cJzaQ5I2&#10;HqexC4Gvx0hI3ObprTOdt7YSJ2p86VjBey8BQaydKTlXsN+tuhMQPiAbrByTggt5mM9eOlPMjDvz&#10;hk7bkIsYwj5DBUUIdSal1wVZ9D1XE0fu6BqLIcIml6bBcwy3lewnyVhaLDk2FFjTsiD9u/23Ctbl&#10;N43G+vhhJwu9OVz/wiD9MUq9vbZfnyACteEpfrjXJs7vp8MU7u/EG+Ts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jya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438F9" w:rsidRDefault="007438F9" w:rsidP="007438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afzcUA&#10;AADeAAAADwAAAGRycy9kb3ducmV2LnhtbERPTWvCQBC9F/oflin0phtDqTV1lVootFSFqtjrkB2z&#10;odnZkN3G+O87B6G3mfc1b+bLwTeqpy7WgQ1Mxhko4jLYmisDh/3b6AlUTMgWm8Bk4EIRlovbmzkW&#10;Npz5i/pdqpSEcCzQgEupLbSOpSOPcRxaYuFOofOYZO0qbTs8S7hvdJ5lj9pjzXLBYUuvjsqf3a83&#10;0OP2kn271Wb2Ua/LfLs6flrBzf3d8PIMKtGQ/sVX97uV+vn0QfrKOzKDXv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hp/N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438F9" w:rsidRDefault="007438F9" w:rsidP="007438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8flzMMA&#10;AADeAAAADwAAAGRycy9kb3ducmV2LnhtbERPS0vDQBC+C/0Pywje7MZQfKTdliK0eNToweOYnWbT&#10;ZmfC7tpEf70rCN7m43vOajP5Xp0pxE7YwM28AEXciO24NfD2uru+BxUTssVemAx8UYTNenaxwsrK&#10;yC90rlOrcgjHCg24lIZK69g48hjnMhBn7iDBY8owtNoGHHO473VZFLfaY8e5weFAj46aU/3pDYz7&#10;5uNYHt6t+w6D7OpnOZa9GHN1OW2XoBJN6V/8536yeX55t3iA33fyDXr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8flz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438F9" w:rsidRDefault="007438F9" w:rsidP="007438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9zKm8gA&#10;AADeAAAADwAAAGRycy9kb3ducmV2LnhtbESPQU/CQBCF7yT+h82YcIOtTRBSWQiCJMZgDKj3sTu2&#10;1d3ZprtC+ffMgcTbTObNe++bL3vv1JG62AQ2cDfOQBGXwTZcGfh4345moGJCtugCk4EzRVgubgZz&#10;LGw48Z6Oh1QpMeFYoIE6pbbQOpY1eYzj0BLL7Tt0HpOsXaVthycx907nWXavPTYsCTW2tK6p/D38&#10;eQPbt437yV/3q0+d1k/TLzd7edzsjBne9qsHUIn69C++fj9bqZ9PJwIgODKDXl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r3Mqb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438F9" w:rsidRDefault="007438F9" w:rsidP="007438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2aylMQA&#10;AADeAAAADwAAAGRycy9kb3ducmV2LnhtbERPTYvCMBC9C/6HMIKXZU1VdKUaRQRRYQV1F7yOzdgW&#10;m0lpYq3/3iwseJvH+5zZojGFqKlyuWUF/V4EgjixOudUwe/P+nMCwnlkjYVlUvAkB4t5uzXDWNsH&#10;H6k++VSEEHYxKsi8L2MpXZKRQdezJXHgrrYy6AOsUqkrfIRwU8hBFI2lwZxDQ4YlrTJKbqe7UVAf&#10;vi/ptnbl7jb5cKPhZbPZ67NS3U6znILw1Pi3+N+91WH+4GvUh793wg1y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mspT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438F9" w:rsidRDefault="007438F9" w:rsidP="007438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hS/sYA&#10;AADeAAAADwAAAGRycy9kb3ducmV2LnhtbERPS2sCMRC+F/wPYQRvNeuiVVejaKHQS6E+DnobN+Pu&#10;4mayTVLd9tc3QsHbfHzPmS9bU4srOV9ZVjDoJyCIc6srLhTsd2/PExA+IGusLZOCH/KwXHSe5php&#10;e+MNXbehEDGEfYYKyhCaTEqfl2TQ921DHLmzdQZDhK6Q2uEthptapknyIg1WHBtKbOi1pPyy/TYK&#10;1tPJ+utzyB+/m9ORjofTZZS6RKlet13NQARqw0P8737XcX46HqVwfyfe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thS/sYAAADeAAAADwAAAAAAAAAAAAAAAACYAgAAZHJz&#10;L2Rvd25yZXYueG1sUEsFBgAAAAAEAAQA9QAAAIsDAAAAAA==&#10;" fillcolor="black" stroked="f">
                  <v:textbox>
                    <w:txbxContent>
                      <w:p w:rsidR="007438F9" w:rsidRDefault="007438F9" w:rsidP="007438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f5ZcYA&#10;AADeAAAADwAAAGRycy9kb3ducmV2LnhtbERPTWvCQBC9F/wPywi91U1TtJK6itoWBPWg7aHHaXaa&#10;LMnOhuxWo7/eFQRv83ifM5l1thYHar1xrOB5kIAgzp02XCj4/vp8GoPwAVlj7ZgUnMjDbNp7mGCm&#10;3ZF3dNiHQsQQ9hkqKENoMil9XpJFP3ANceT+XGsxRNgWUrd4jOG2lmmSjKRFw7GhxIaWJeXV/t8q&#10;+FmPzHhnKP3dnBcfejOsFtv3SqnHfjd/AxGoC3fxzb3ScX76OnyB6zvxBjm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Ff5Z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438F9" w:rsidRDefault="007438F9" w:rsidP="007438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wMI8QA&#10;AADeAAAADwAAAGRycy9kb3ducmV2LnhtbERPTWsCMRC9C/6HMEJvmlVaK6tRxFLaSw+1itdhM91s&#10;dzPZJlFXf31TELzN433OYtXZRpzIh8qxgvEoA0FcOF1xqWD39TqcgQgRWWPjmBRcKMBq2e8tMNfu&#10;zJ902sZSpBAOOSowMba5lKEwZDGMXEucuG/nLcYEfSm1x3MKt42cZNlUWqw4NRhsaWOoqLdHq8Cv&#10;Dy/1lY/7Ort+XMLbT/c7Q6PUw6Bbz0FE6uJdfHO/6zR/8vz0CP/vpBvk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3sDCP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438F9" w:rsidRDefault="007438F9" w:rsidP="007438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Ef88QA&#10;AADeAAAADwAAAGRycy9kb3ducmV2LnhtbERP22rCQBB9L/Qflin0pejGgFWjq0ihUKgUvHzAmB2T&#10;4O5syE419uu7hYJvczjXWax679SFutgENjAaZqCIy2Abrgwc9u+DKagoyBZdYDJwowir5ePDAgsb&#10;rryly04qlUI4FmigFmkLrWNZk8c4DC1x4k6h8ygJdpW2HV5TuHc6z7JX7bHh1FBjS281lefdtzfg&#10;8qObfU7iRm4Hvcl+vGxfvqwxz0/9eg5KqJe7+N/9YdP8fDIew9876Qa9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HRH/P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438F9" w:rsidRDefault="007438F9" w:rsidP="007438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PA3sUA&#10;AADeAAAADwAAAGRycy9kb3ducmV2LnhtbERPTWsCMRC9F/ofwhS8adaFatkaxVaEvfTg1uJ13Iyb&#10;xWSybFJd++tNodDbPN7nLFaDs+JCfWg9K5hOMhDEtdctNwr2n9vxC4gQkTVaz6TgRgFWy8eHBRba&#10;X3lHlyo2IoVwKFCBibErpAy1IYdh4jvixJ187zAm2DdS93hN4c7KPMtm0mHLqcFgR++G6nP17RRs&#10;qs7m+9K8hcPXx/Foy58tHTZKjZ6G9SuISEP8F/+5S53m5/PnGfy+k26Qy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08De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438F9" w:rsidRDefault="007438F9" w:rsidP="007438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rXc8IA&#10;AADeAAAADwAAAGRycy9kb3ducmV2LnhtbERPTYvCMBC9L/gfwgje1kRBK9UoIisIntbVg7chGdtq&#10;MylN1tZ/v1lY2Ns83uesNr2rxZPaUHnWMBkrEMTG24oLDeev/fsCRIjIFmvPpOFFATbrwdsKc+s7&#10;/qTnKRYihXDIUUMZY5NLGUxJDsPYN8SJu/nWYUywLaRtsUvhrpZTpebSYcWpocSGdiWZx+nbabjv&#10;5dEbheZyvnQHm10/5lQrrUfDfrsEEamP/+I/98Gm+dNslsHvO+kGu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mtdz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438F9" w:rsidRDefault="007438F9" w:rsidP="007438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2wZsgA&#10;AADeAAAADwAAAGRycy9kb3ducmV2LnhtbESPQWvCQBCF70L/wzIFb7pppFZSV7GFQqn0oJbS4zQ7&#10;JiHZ2bC7avrvnUPB2wzvzXvfLNeD69SZQmw8G3iYZqCIS28brgx8Hd4mC1AxIVvsPJOBP4qwXt2N&#10;llhYf+EdnfepUhLCsUADdUp9oXUsa3IYp74nFu3og8Mka6i0DXiRcNfpPMvm2mHD0lBjT681le3+&#10;5Az8nLZ8/Jx9bMJL+vbDIbb576I1Znw/bJ5BJRrSzfx//W4FP396FF55R2bQq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s7bBmyAAAAN4AAAAPAAAAAAAAAAAAAAAAAJgCAABk&#10;cnMvZG93bnJldi54bWxQSwUGAAAAAAQABAD1AAAAjQ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438F9" w:rsidRDefault="007438F9" w:rsidP="007438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zAj8YA&#10;AADeAAAADwAAAGRycy9kb3ducmV2LnhtbERPTWsCMRC9C/6HMEJvmnWpra5G0YLQi1BtD/U2bsbd&#10;xc1km0Td+usboeBtHu9zZovW1OJCzleWFQwHCQji3OqKCwVfn+v+GIQPyBpry6Tglzws5t3ODDNt&#10;r7ylyy4UIoawz1BBGUKTSenzkgz6gW2II3e0zmCI0BVSO7zGcFPLNElepMGKY0OJDb2VlJ92Z6Ng&#10;NRmvfj6eeXPbHva0/z6cRqlLlHrqtcspiEBteIj/3e86zk9fRxO4vxNv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HzAj8YAAADeAAAADwAAAAAAAAAAAAAAAACYAgAAZHJz&#10;L2Rvd25yZXYueG1sUEsFBgAAAAAEAAQA9QAAAIsDAAAAAA==&#10;" fillcolor="black" stroked="f">
                  <v:textbox>
                    <w:txbxContent>
                      <w:p w:rsidR="007438F9" w:rsidRDefault="007438F9" w:rsidP="007438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yoBcYA&#10;AADeAAAADwAAAGRycy9kb3ducmV2LnhtbESPQUsDMRCF74L/IYzgzWatUGVtWpaCKJ62reJ1uhk3&#10;i5vJksR0/ffOQfA2w7x5733r7exHVSimIbCB20UFirgLduDewNvx6eYBVMrIFsfAZOCHEmw3lxdr&#10;rG04857KIfdKTDjVaMDlPNVap86Rx7QIE7HcPkP0mGWNvbYRz2LuR72sqpX2OLAkOJxo56j7Onx7&#10;A+W0a5u78lHc/jU2fQzt8/upNeb6am4eQWWa87/47/vFSv3l/UoABEdm0J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JyoBc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438F9" w:rsidRDefault="007438F9" w:rsidP="007438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xJl8UA&#10;AADeAAAADwAAAGRycy9kb3ducmV2LnhtbERPTWvCQBC9C/6HZQq91U08xBpdpYgtrRfbWKjHITvN&#10;hmZnQ3Ybo7/eLRS8zeN9znI92Eb01PnasYJ0koAgLp2uuVLweXh+eAThA7LGxjEpOJOH9Wo8WmKu&#10;3Yk/qC9CJWII+xwVmBDaXEpfGrLoJ64ljty36yyGCLtK6g5PMdw2cpokmbRYc2ww2NLGUPlT/FoF&#10;Pt1sv3b2Mu+PL4b3xZvJ3iuj1P3d8LQAEWgIN/G/+1XH+dNZlsLfO/EGub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fEmX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438F9" w:rsidRDefault="007438F9" w:rsidP="007438F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7438F9" w:rsidRPr="0066767B" w:rsidRDefault="007438F9" w:rsidP="007438F9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proofErr w:type="gramStart"/>
      <w:r w:rsidRPr="0066767B">
        <w:rPr>
          <w:rFonts w:ascii="Times New Roman" w:eastAsia="Calibri" w:hAnsi="Times New Roman" w:cs="Times New Roman"/>
          <w:b/>
        </w:rPr>
        <w:t>Р</w:t>
      </w:r>
      <w:proofErr w:type="gramEnd"/>
      <w:r w:rsidRPr="0066767B">
        <w:rPr>
          <w:rFonts w:ascii="Times New Roman" w:eastAsia="Calibri" w:hAnsi="Times New Roman" w:cs="Times New Roman"/>
          <w:b/>
        </w:rPr>
        <w:t>ІШЕННЯ</w:t>
      </w:r>
    </w:p>
    <w:p w:rsidR="007438F9" w:rsidRPr="0066767B" w:rsidRDefault="007438F9" w:rsidP="007438F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 w:rsidRPr="0066767B">
        <w:rPr>
          <w:rFonts w:ascii="Times New Roman" w:eastAsia="Calibri" w:hAnsi="Times New Roman" w:cs="Times New Roman"/>
        </w:rPr>
        <w:t xml:space="preserve">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сесії сільської </w:t>
      </w:r>
      <w:proofErr w:type="gramStart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ради  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ІІІ</w:t>
      </w:r>
      <w:proofErr w:type="gramEnd"/>
      <w:r w:rsidRPr="0066767B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скликання</w:t>
      </w:r>
    </w:p>
    <w:p w:rsidR="007438F9" w:rsidRPr="0066767B" w:rsidRDefault="007438F9" w:rsidP="007438F9">
      <w:pPr>
        <w:spacing w:after="0" w:line="240" w:lineRule="auto"/>
        <w:jc w:val="center"/>
        <w:rPr>
          <w:rFonts w:ascii="Times New Roman" w:eastAsia="Calibri" w:hAnsi="Times New Roman" w:cs="Times New Roman"/>
          <w:lang w:val="uk-UA"/>
        </w:rPr>
      </w:pPr>
    </w:p>
    <w:p w:rsidR="007438F9" w:rsidRPr="0066767B" w:rsidRDefault="007438F9" w:rsidP="007438F9">
      <w:pPr>
        <w:spacing w:after="0" w:line="240" w:lineRule="auto"/>
        <w:rPr>
          <w:rFonts w:ascii="Times New Roman" w:eastAsia="Calibri" w:hAnsi="Times New Roman" w:cs="Times New Roman"/>
        </w:rPr>
      </w:pPr>
    </w:p>
    <w:p w:rsidR="007438F9" w:rsidRDefault="007438F9" w:rsidP="007438F9">
      <w:pPr>
        <w:spacing w:after="0" w:line="240" w:lineRule="auto"/>
        <w:rPr>
          <w:rFonts w:ascii="Times New Roman" w:eastAsia="Calibri" w:hAnsi="Times New Roman" w:cs="Times New Roman"/>
          <w:sz w:val="24"/>
          <w:lang w:val="uk-UA"/>
        </w:rPr>
      </w:pPr>
      <w:r>
        <w:rPr>
          <w:rFonts w:ascii="Times New Roman" w:eastAsia="Calibri" w:hAnsi="Times New Roman" w:cs="Times New Roman"/>
          <w:sz w:val="24"/>
          <w:lang w:val="uk-UA"/>
        </w:rPr>
        <w:t>27</w:t>
      </w:r>
      <w:r w:rsidRPr="0066767B">
        <w:rPr>
          <w:rFonts w:ascii="Times New Roman" w:eastAsia="Calibri" w:hAnsi="Times New Roman" w:cs="Times New Roman"/>
          <w:sz w:val="24"/>
        </w:rPr>
        <w:t>.0</w:t>
      </w:r>
      <w:r>
        <w:rPr>
          <w:rFonts w:ascii="Times New Roman" w:eastAsia="Calibri" w:hAnsi="Times New Roman" w:cs="Times New Roman"/>
          <w:sz w:val="24"/>
          <w:lang w:val="uk-UA"/>
        </w:rPr>
        <w:t>1</w:t>
      </w:r>
      <w:r w:rsidRPr="0066767B">
        <w:rPr>
          <w:rFonts w:ascii="Times New Roman" w:eastAsia="Calibri" w:hAnsi="Times New Roman" w:cs="Times New Roman"/>
          <w:sz w:val="24"/>
        </w:rPr>
        <w:t xml:space="preserve">.2021р.                  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                 </w:t>
      </w:r>
      <w:r w:rsidRPr="0066767B">
        <w:rPr>
          <w:rFonts w:ascii="Times New Roman" w:eastAsia="Calibri" w:hAnsi="Times New Roman" w:cs="Times New Roman"/>
          <w:sz w:val="24"/>
        </w:rPr>
        <w:t xml:space="preserve">             </w:t>
      </w:r>
      <w:proofErr w:type="spellStart"/>
      <w:r w:rsidRPr="0066767B">
        <w:rPr>
          <w:rFonts w:ascii="Times New Roman" w:eastAsia="Calibri" w:hAnsi="Times New Roman" w:cs="Times New Roman"/>
          <w:sz w:val="24"/>
        </w:rPr>
        <w:t>Крупець</w:t>
      </w:r>
      <w:proofErr w:type="spellEnd"/>
      <w:r w:rsidRPr="0066767B">
        <w:rPr>
          <w:rFonts w:ascii="Times New Roman" w:eastAsia="Calibri" w:hAnsi="Times New Roman" w:cs="Times New Roman"/>
          <w:sz w:val="24"/>
        </w:rPr>
        <w:t xml:space="preserve">               </w:t>
      </w:r>
      <w:r>
        <w:rPr>
          <w:rFonts w:ascii="Times New Roman" w:eastAsia="Calibri" w:hAnsi="Times New Roman" w:cs="Times New Roman"/>
          <w:sz w:val="24"/>
        </w:rPr>
        <w:t xml:space="preserve">                         №____</w:t>
      </w:r>
    </w:p>
    <w:p w:rsidR="007438F9" w:rsidRDefault="007438F9" w:rsidP="007438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7438F9" w:rsidRDefault="007438F9" w:rsidP="007438F9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7438F9" w:rsidRPr="00717B0B" w:rsidRDefault="007438F9" w:rsidP="007438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717B0B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717B0B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717B0B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717B0B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7438F9" w:rsidRPr="00717B0B" w:rsidRDefault="007438F9" w:rsidP="007438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717B0B">
        <w:rPr>
          <w:rFonts w:ascii="Times New Roman" w:eastAsia="Calibri" w:hAnsi="Times New Roman" w:cs="Times New Roman"/>
          <w:b/>
          <w:sz w:val="24"/>
        </w:rPr>
        <w:t xml:space="preserve">проекту  </w:t>
      </w: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717B0B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717B0B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717B0B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7438F9" w:rsidRPr="00717B0B" w:rsidRDefault="007438F9" w:rsidP="007438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відведення</w:t>
      </w:r>
      <w:proofErr w:type="spellEnd"/>
      <w:r w:rsidRPr="00717B0B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717B0B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717B0B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</w:p>
    <w:p w:rsidR="007438F9" w:rsidRPr="00717B0B" w:rsidRDefault="007438F9" w:rsidP="007438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uk-UA"/>
        </w:rPr>
        <w:t>Нікітчуку</w:t>
      </w:r>
      <w:proofErr w:type="spellEnd"/>
      <w:r>
        <w:rPr>
          <w:rFonts w:ascii="Times New Roman" w:eastAsia="Calibri" w:hAnsi="Times New Roman" w:cs="Times New Roman"/>
          <w:b/>
          <w:sz w:val="24"/>
          <w:lang w:val="uk-UA"/>
        </w:rPr>
        <w:t xml:space="preserve"> К.В.</w:t>
      </w:r>
    </w:p>
    <w:p w:rsidR="007438F9" w:rsidRPr="00717B0B" w:rsidRDefault="007438F9" w:rsidP="007438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7438F9" w:rsidRPr="00717B0B" w:rsidRDefault="007438F9" w:rsidP="007438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7438F9" w:rsidRPr="00717B0B" w:rsidRDefault="007438F9" w:rsidP="007438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717B0B">
        <w:rPr>
          <w:rFonts w:ascii="Times New Roman" w:eastAsia="Calibri" w:hAnsi="Times New Roman" w:cs="Times New Roman"/>
          <w:sz w:val="24"/>
        </w:rPr>
        <w:t xml:space="preserve">          </w:t>
      </w:r>
      <w:proofErr w:type="spellStart"/>
      <w:proofErr w:type="gramStart"/>
      <w:r w:rsidRPr="00717B0B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до пункту 34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», статей 12,  118, 121 та 123 Земельного кодексу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>»,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</w:t>
      </w:r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>
        <w:rPr>
          <w:rFonts w:ascii="Times New Roman" w:eastAsia="Calibri" w:hAnsi="Times New Roman" w:cs="Times New Roman"/>
          <w:sz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  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Нікітчука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 К.В.,</w:t>
      </w:r>
      <w:r w:rsidRPr="00717B0B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рада </w:t>
      </w:r>
      <w:proofErr w:type="gramEnd"/>
    </w:p>
    <w:p w:rsidR="007438F9" w:rsidRPr="00717B0B" w:rsidRDefault="007438F9" w:rsidP="007438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717B0B">
        <w:rPr>
          <w:rFonts w:ascii="Times New Roman" w:eastAsia="Calibri" w:hAnsi="Times New Roman" w:cs="Times New Roman"/>
          <w:sz w:val="24"/>
        </w:rPr>
        <w:t>ВИРІШИЛА:</w:t>
      </w:r>
    </w:p>
    <w:p w:rsidR="007438F9" w:rsidRPr="00717B0B" w:rsidRDefault="007438F9" w:rsidP="007438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7438F9" w:rsidRPr="00717B0B" w:rsidRDefault="007438F9" w:rsidP="007438F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7438F9" w:rsidRPr="00717B0B" w:rsidRDefault="007438F9" w:rsidP="007438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717B0B">
        <w:rPr>
          <w:rFonts w:ascii="Times New Roman" w:eastAsia="Calibri" w:hAnsi="Times New Roman" w:cs="Times New Roman"/>
          <w:sz w:val="24"/>
          <w:lang w:val="uk-UA"/>
        </w:rPr>
        <w:t xml:space="preserve">       1. Надати  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Нікітчуку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 Костянтину Васильовичу,  який  зареєстрований</w:t>
      </w:r>
      <w:r w:rsidRPr="00717B0B">
        <w:rPr>
          <w:rFonts w:ascii="Times New Roman" w:eastAsia="Calibri" w:hAnsi="Times New Roman" w:cs="Times New Roman"/>
          <w:sz w:val="24"/>
          <w:lang w:val="uk-UA"/>
        </w:rPr>
        <w:t xml:space="preserve">  за адре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сою: </w:t>
      </w:r>
      <w:r w:rsidR="003503C5">
        <w:rPr>
          <w:rFonts w:ascii="Times New Roman" w:eastAsia="Calibri" w:hAnsi="Times New Roman" w:cs="Times New Roman"/>
          <w:sz w:val="24"/>
          <w:lang w:val="en-US"/>
        </w:rPr>
        <w:t>_______________</w:t>
      </w:r>
      <w:bookmarkStart w:id="0" w:name="_GoBack"/>
      <w:bookmarkEnd w:id="0"/>
      <w:r w:rsidRPr="00717B0B">
        <w:rPr>
          <w:rFonts w:ascii="Times New Roman" w:eastAsia="Calibri" w:hAnsi="Times New Roman" w:cs="Times New Roman"/>
          <w:sz w:val="24"/>
          <w:lang w:val="uk-UA"/>
        </w:rPr>
        <w:t xml:space="preserve">, дозвіл на розробку проекту із землеустрою щодо відведення земельної ділянки для передачі її у власність, площею </w:t>
      </w:r>
      <w:r>
        <w:rPr>
          <w:rFonts w:ascii="Times New Roman" w:eastAsia="Calibri" w:hAnsi="Times New Roman" w:cs="Times New Roman"/>
          <w:sz w:val="24"/>
          <w:lang w:val="uk-UA"/>
        </w:rPr>
        <w:t>0,1512</w:t>
      </w:r>
      <w:r w:rsidRPr="00717B0B">
        <w:rPr>
          <w:rFonts w:ascii="Times New Roman" w:eastAsia="Calibri" w:hAnsi="Times New Roman" w:cs="Times New Roman"/>
          <w:sz w:val="24"/>
        </w:rPr>
        <w:t xml:space="preserve">га, </w:t>
      </w:r>
      <w:r w:rsidRPr="00717B0B">
        <w:rPr>
          <w:rFonts w:ascii="Times New Roman" w:eastAsia="Calibri" w:hAnsi="Times New Roman" w:cs="Times New Roman"/>
          <w:sz w:val="24"/>
          <w:lang w:val="uk-UA"/>
        </w:rPr>
        <w:t>для ведення особистого селянського господарства</w:t>
      </w:r>
      <w:r w:rsidRPr="00717B0B">
        <w:rPr>
          <w:rFonts w:ascii="Times New Roman" w:eastAsia="Calibri" w:hAnsi="Times New Roman" w:cs="Times New Roman"/>
          <w:sz w:val="24"/>
        </w:rPr>
        <w:t xml:space="preserve">, за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рахунок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земель запасу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сільськогосподарського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призначення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(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кад</w:t>
      </w:r>
      <w:r>
        <w:rPr>
          <w:rFonts w:ascii="Times New Roman" w:eastAsia="Calibri" w:hAnsi="Times New Roman" w:cs="Times New Roman"/>
          <w:sz w:val="24"/>
        </w:rPr>
        <w:t>астровий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номер 6823984000:0</w:t>
      </w:r>
      <w:r>
        <w:rPr>
          <w:rFonts w:ascii="Times New Roman" w:eastAsia="Calibri" w:hAnsi="Times New Roman" w:cs="Times New Roman"/>
          <w:sz w:val="24"/>
          <w:lang w:val="uk-UA"/>
        </w:rPr>
        <w:t>1</w:t>
      </w:r>
      <w:r>
        <w:rPr>
          <w:rFonts w:ascii="Times New Roman" w:eastAsia="Calibri" w:hAnsi="Times New Roman" w:cs="Times New Roman"/>
          <w:sz w:val="24"/>
        </w:rPr>
        <w:t>:01</w:t>
      </w:r>
      <w:r>
        <w:rPr>
          <w:rFonts w:ascii="Times New Roman" w:eastAsia="Calibri" w:hAnsi="Times New Roman" w:cs="Times New Roman"/>
          <w:sz w:val="24"/>
          <w:lang w:val="uk-UA"/>
        </w:rPr>
        <w:t>9</w:t>
      </w:r>
      <w:r>
        <w:rPr>
          <w:rFonts w:ascii="Times New Roman" w:eastAsia="Calibri" w:hAnsi="Times New Roman" w:cs="Times New Roman"/>
          <w:sz w:val="24"/>
        </w:rPr>
        <w:t>:0</w:t>
      </w:r>
      <w:r>
        <w:rPr>
          <w:rFonts w:ascii="Times New Roman" w:eastAsia="Calibri" w:hAnsi="Times New Roman" w:cs="Times New Roman"/>
          <w:sz w:val="24"/>
          <w:lang w:val="uk-UA"/>
        </w:rPr>
        <w:t>016</w:t>
      </w:r>
      <w:r w:rsidRPr="00717B0B">
        <w:rPr>
          <w:rFonts w:ascii="Times New Roman" w:eastAsia="Calibri" w:hAnsi="Times New Roman" w:cs="Times New Roman"/>
          <w:sz w:val="24"/>
        </w:rPr>
        <w:t xml:space="preserve">), яка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території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ради, </w:t>
      </w:r>
      <w:r>
        <w:rPr>
          <w:rFonts w:ascii="Times New Roman" w:eastAsia="Calibri" w:hAnsi="Times New Roman" w:cs="Times New Roman"/>
          <w:sz w:val="24"/>
          <w:lang w:val="uk-UA"/>
        </w:rPr>
        <w:t>в</w:t>
      </w:r>
      <w:r w:rsidRPr="00717B0B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с.Крупець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>.</w:t>
      </w:r>
    </w:p>
    <w:p w:rsidR="007438F9" w:rsidRDefault="007438F9" w:rsidP="007438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717B0B">
        <w:rPr>
          <w:rFonts w:ascii="Times New Roman" w:eastAsia="Calibri" w:hAnsi="Times New Roman" w:cs="Times New Roman"/>
          <w:sz w:val="24"/>
        </w:rPr>
        <w:t xml:space="preserve">       2</w:t>
      </w:r>
      <w:r>
        <w:rPr>
          <w:rFonts w:ascii="Times New Roman" w:eastAsia="Calibri" w:hAnsi="Times New Roman" w:cs="Times New Roman"/>
          <w:sz w:val="24"/>
          <w:lang w:val="uk-UA"/>
        </w:rPr>
        <w:t xml:space="preserve">. </w:t>
      </w:r>
      <w:proofErr w:type="spellStart"/>
      <w:r>
        <w:rPr>
          <w:rFonts w:ascii="Times New Roman" w:eastAsia="Calibri" w:hAnsi="Times New Roman" w:cs="Times New Roman"/>
          <w:sz w:val="24"/>
          <w:lang w:val="uk-UA"/>
        </w:rPr>
        <w:t>Нікітчуку</w:t>
      </w:r>
      <w:proofErr w:type="spellEnd"/>
      <w:r>
        <w:rPr>
          <w:rFonts w:ascii="Times New Roman" w:eastAsia="Calibri" w:hAnsi="Times New Roman" w:cs="Times New Roman"/>
          <w:sz w:val="24"/>
          <w:lang w:val="uk-UA"/>
        </w:rPr>
        <w:t xml:space="preserve"> К.В.</w:t>
      </w:r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проект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відведення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для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передачі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її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у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власність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та подати на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717B0B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717B0B">
        <w:rPr>
          <w:rFonts w:ascii="Times New Roman" w:eastAsia="Calibri" w:hAnsi="Times New Roman" w:cs="Times New Roman"/>
          <w:sz w:val="24"/>
        </w:rPr>
        <w:t xml:space="preserve"> ради.</w:t>
      </w:r>
    </w:p>
    <w:p w:rsidR="007438F9" w:rsidRPr="00717B0B" w:rsidRDefault="007438F9" w:rsidP="007438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  <w:r w:rsidRPr="0066767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 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 xml:space="preserve">     </w:t>
      </w:r>
      <w:r w:rsidRPr="0066767B">
        <w:rPr>
          <w:rFonts w:ascii="Times New Roman" w:eastAsia="Calibri" w:hAnsi="Times New Roman" w:cs="Times New Roman"/>
          <w:color w:val="000000"/>
          <w:sz w:val="24"/>
          <w:szCs w:val="24"/>
          <w:lang w:val="uk-UA"/>
        </w:rPr>
        <w:t>3. Даний дозвіл дійсний на протязі року з дня прийняття даного рішення.</w:t>
      </w:r>
    </w:p>
    <w:p w:rsidR="007438F9" w:rsidRPr="00717B0B" w:rsidRDefault="007438F9" w:rsidP="007438F9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4</w:t>
      </w:r>
      <w:r w:rsidRPr="00717B0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438F9" w:rsidRPr="00717B0B" w:rsidRDefault="007438F9" w:rsidP="007438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7438F9" w:rsidRPr="00717B0B" w:rsidRDefault="007438F9" w:rsidP="007438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7438F9" w:rsidRPr="00717B0B" w:rsidRDefault="007438F9" w:rsidP="007438F9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3A1628" w:rsidRPr="007438F9" w:rsidRDefault="007438F9" w:rsidP="007438F9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</w:pPr>
      <w:r w:rsidRPr="00717B0B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Валерій   МИХАЛЮК</w:t>
      </w:r>
    </w:p>
    <w:sectPr w:rsidR="003A1628" w:rsidRPr="007438F9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43E1" w:rsidRDefault="004A43E1">
      <w:pPr>
        <w:spacing w:after="0" w:line="240" w:lineRule="auto"/>
      </w:pPr>
      <w:r>
        <w:separator/>
      </w:r>
    </w:p>
  </w:endnote>
  <w:endnote w:type="continuationSeparator" w:id="0">
    <w:p w:rsidR="004A43E1" w:rsidRDefault="004A4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43E1" w:rsidRDefault="004A43E1">
      <w:pPr>
        <w:spacing w:after="0" w:line="240" w:lineRule="auto"/>
      </w:pPr>
      <w:r>
        <w:separator/>
      </w:r>
    </w:p>
  </w:footnote>
  <w:footnote w:type="continuationSeparator" w:id="0">
    <w:p w:rsidR="004A43E1" w:rsidRDefault="004A43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2F1CBA4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E18B0E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A9582D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C868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515CC8B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87C8C38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B43A968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31ADF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80029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8C0911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0176E5"/>
    <w:multiLevelType w:val="hybridMultilevel"/>
    <w:tmpl w:val="F7227D20"/>
    <w:lvl w:ilvl="0" w:tplc="80862F8C">
      <w:start w:val="1"/>
      <w:numFmt w:val="bullet"/>
      <w:lvlText w:val="•"/>
      <w:lvlJc w:val="left"/>
      <w:pPr>
        <w:ind w:left="1152" w:hanging="360"/>
      </w:pPr>
      <w:rPr>
        <w:rFonts w:ascii="Arial" w:hAnsi="Arial" w:cs="Times New Roman" w:hint="default"/>
      </w:rPr>
    </w:lvl>
    <w:lvl w:ilvl="1" w:tplc="04090003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8F9"/>
    <w:rsid w:val="003503C5"/>
    <w:rsid w:val="003A1628"/>
    <w:rsid w:val="004A43E1"/>
    <w:rsid w:val="00686D8D"/>
    <w:rsid w:val="00743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8F9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8F9"/>
    <w:rPr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360" w:after="0" w:line="240" w:lineRule="auto"/>
      <w:outlineLvl w:val="0"/>
    </w:pPr>
    <w:rPr>
      <w:rFonts w:asciiTheme="majorHAnsi" w:eastAsiaTheme="majorEastAsia" w:hAnsiTheme="majorHAnsi" w:cstheme="majorBidi"/>
      <w:bCs/>
      <w:color w:val="283138" w:themeColor="text2"/>
      <w:sz w:val="32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120" w:after="0" w:line="240" w:lineRule="auto"/>
      <w:outlineLvl w:val="1"/>
    </w:pPr>
    <w:rPr>
      <w:rFonts w:asciiTheme="majorHAnsi" w:eastAsiaTheme="majorEastAsia" w:hAnsiTheme="majorHAnsi" w:cstheme="majorBidi"/>
      <w:b/>
      <w:bCs/>
      <w:color w:val="80716A" w:themeColor="accent3"/>
      <w:sz w:val="28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283138" w:themeColor="text2"/>
      <w:sz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 w:line="274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62626" w:themeColor="text1" w:themeTint="D9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 w:line="274" w:lineRule="auto"/>
      <w:outlineLvl w:val="4"/>
    </w:pPr>
    <w:rPr>
      <w:rFonts w:asciiTheme="majorHAnsi" w:eastAsiaTheme="majorEastAsia" w:hAnsiTheme="majorHAnsi" w:cstheme="majorBidi"/>
      <w:color w:val="000000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 w:line="274" w:lineRule="auto"/>
      <w:outlineLvl w:val="5"/>
    </w:pPr>
    <w:rPr>
      <w:rFonts w:asciiTheme="majorHAnsi" w:eastAsiaTheme="majorEastAsia" w:hAnsiTheme="majorHAnsi" w:cstheme="majorBidi"/>
      <w:i/>
      <w:iCs/>
      <w:color w:val="000000" w:themeColor="text1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 w:line="274" w:lineRule="auto"/>
      <w:outlineLvl w:val="6"/>
    </w:pPr>
    <w:rPr>
      <w:rFonts w:asciiTheme="majorHAnsi" w:eastAsiaTheme="majorEastAsia" w:hAnsiTheme="majorHAnsi" w:cstheme="majorBidi"/>
      <w:i/>
      <w:iCs/>
      <w:color w:val="283138" w:themeColor="text2"/>
      <w:lang w:eastAsia="ru-RU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 w:line="274" w:lineRule="auto"/>
      <w:outlineLvl w:val="7"/>
    </w:pPr>
    <w:rPr>
      <w:rFonts w:asciiTheme="majorHAnsi" w:eastAsiaTheme="majorEastAsia" w:hAnsiTheme="majorHAnsi" w:cstheme="majorBidi"/>
      <w:color w:val="000000"/>
      <w:sz w:val="20"/>
      <w:szCs w:val="20"/>
      <w:lang w:eastAsia="ru-RU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 w:line="274" w:lineRule="auto"/>
      <w:outlineLvl w:val="8"/>
    </w:pPr>
    <w:rPr>
      <w:rFonts w:asciiTheme="majorHAnsi" w:eastAsiaTheme="majorEastAsia" w:hAnsiTheme="majorHAnsi" w:cstheme="majorBidi"/>
      <w:i/>
      <w:iCs/>
      <w:color w:val="00000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80"/>
        <w:tab w:val="right" w:pos="9360"/>
      </w:tabs>
      <w:spacing w:after="0" w:line="240" w:lineRule="auto"/>
    </w:pPr>
    <w:rPr>
      <w:lang w:eastAsia="ru-RU"/>
    </w:rPr>
  </w:style>
  <w:style w:type="character" w:customStyle="1" w:styleId="a6">
    <w:name w:val="Нижний колонтитул Знак"/>
    <w:basedOn w:val="a0"/>
    <w:link w:val="a5"/>
    <w:uiPriority w:val="99"/>
  </w:style>
  <w:style w:type="table" w:styleId="a7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Title"/>
    <w:basedOn w:val="a"/>
    <w:next w:val="a"/>
    <w:link w:val="a9"/>
    <w:uiPriority w:val="10"/>
    <w:qFormat/>
    <w:pPr>
      <w:spacing w:after="120" w:line="240" w:lineRule="auto"/>
      <w:contextualSpacing/>
    </w:pPr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:lang w:eastAsia="ru-RU"/>
      <w14:ligatures w14:val="standard"/>
      <w14:numForm w14:val="oldStyle"/>
    </w:rPr>
  </w:style>
  <w:style w:type="character" w:customStyle="1" w:styleId="a9">
    <w:name w:val="Название Знак"/>
    <w:basedOn w:val="a0"/>
    <w:link w:val="a8"/>
    <w:uiPriority w:val="10"/>
    <w:rPr>
      <w:rFonts w:asciiTheme="majorHAnsi" w:eastAsiaTheme="majorEastAsia" w:hAnsiTheme="majorHAnsi" w:cstheme="majorBidi"/>
      <w:color w:val="283138" w:themeColor="text2"/>
      <w:spacing w:val="30"/>
      <w:kern w:val="28"/>
      <w:sz w:val="72"/>
      <w:szCs w:val="52"/>
      <w14:ligatures w14:val="standard"/>
      <w14:numForm w14:val="oldStyle"/>
    </w:rPr>
  </w:style>
  <w:style w:type="paragraph" w:styleId="aa">
    <w:name w:val="Subtitle"/>
    <w:basedOn w:val="a"/>
    <w:next w:val="a"/>
    <w:link w:val="ab"/>
    <w:uiPriority w:val="11"/>
    <w:qFormat/>
    <w:pPr>
      <w:numPr>
        <w:ilvl w:val="1"/>
      </w:numPr>
      <w:spacing w:after="180" w:line="274" w:lineRule="auto"/>
    </w:pPr>
    <w:rPr>
      <w:rFonts w:eastAsiaTheme="majorEastAsia" w:cstheme="majorBidi"/>
      <w:iCs/>
      <w:color w:val="38454F" w:themeColor="text2" w:themeTint="E6"/>
      <w:sz w:val="32"/>
      <w:szCs w:val="24"/>
      <w:lang w:eastAsia="ru-RU" w:bidi="hi-IN"/>
      <w14:ligatures w14:val="standard"/>
    </w:rPr>
  </w:style>
  <w:style w:type="character" w:customStyle="1" w:styleId="ab">
    <w:name w:val="Подзаголовок Знак"/>
    <w:basedOn w:val="a0"/>
    <w:link w:val="aa"/>
    <w:uiPriority w:val="11"/>
    <w:rPr>
      <w:rFonts w:eastAsiaTheme="majorEastAsia" w:cstheme="majorBidi"/>
      <w:iCs/>
      <w:color w:val="38454F" w:themeColor="text2" w:themeTint="E6"/>
      <w:sz w:val="32"/>
      <w:szCs w:val="24"/>
      <w:lang w:bidi="hi-IN"/>
      <w14:ligatures w14:val="standard"/>
    </w:rPr>
  </w:style>
  <w:style w:type="paragraph" w:styleId="ac">
    <w:name w:val="No Spacing"/>
    <w:link w:val="ad"/>
    <w:uiPriority w:val="1"/>
    <w:qFormat/>
    <w:pPr>
      <w:spacing w:after="0" w:line="240" w:lineRule="auto"/>
    </w:pPr>
  </w:style>
  <w:style w:type="character" w:customStyle="1" w:styleId="ad">
    <w:name w:val="Без интервала Знак"/>
    <w:basedOn w:val="a0"/>
    <w:link w:val="ac"/>
    <w:uiPriority w:val="1"/>
  </w:style>
  <w:style w:type="paragraph" w:styleId="ae">
    <w:name w:val="Balloon Text"/>
    <w:basedOn w:val="a"/>
    <w:link w:val="af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Cs/>
      <w:color w:val="283138" w:themeColor="text2"/>
      <w:sz w:val="32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80716A" w:themeColor="accent3"/>
      <w:sz w:val="28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eastAsiaTheme="majorEastAsia" w:cstheme="majorBidi"/>
      <w:b/>
      <w:bCs/>
      <w:color w:val="283138" w:themeColor="text2"/>
      <w:sz w:val="24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262626" w:themeColor="text1" w:themeTint="D9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000000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283138" w:themeColor="text2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styleId="af0">
    <w:name w:val="Hyperlink"/>
    <w:basedOn w:val="a0"/>
    <w:semiHidden/>
    <w:unhideWhenUsed/>
    <w:rPr>
      <w:rFonts w:ascii="Calibri" w:hAnsi="Calibri" w:cs="Calibri" w:hint="default"/>
      <w:color w:val="0000FF"/>
      <w:u w:val="single"/>
    </w:rPr>
  </w:style>
  <w:style w:type="paragraph" w:styleId="af1">
    <w:name w:val="List Paragraph"/>
    <w:basedOn w:val="a"/>
    <w:uiPriority w:val="34"/>
    <w:qFormat/>
    <w:pPr>
      <w:spacing w:after="180" w:line="240" w:lineRule="auto"/>
      <w:ind w:left="720" w:hanging="288"/>
      <w:contextualSpacing/>
    </w:pPr>
    <w:rPr>
      <w:color w:val="283138" w:themeColor="text2"/>
      <w:lang w:eastAsia="ru-RU"/>
    </w:rPr>
  </w:style>
  <w:style w:type="paragraph" w:styleId="21">
    <w:name w:val="Quote"/>
    <w:basedOn w:val="a"/>
    <w:next w:val="a"/>
    <w:link w:val="22"/>
    <w:uiPriority w:val="29"/>
    <w:qFormat/>
    <w:pPr>
      <w:pBdr>
        <w:left w:val="single" w:sz="48" w:space="13" w:color="838D9B" w:themeColor="accent1"/>
      </w:pBdr>
      <w:spacing w:after="0" w:line="360" w:lineRule="auto"/>
    </w:pPr>
    <w:rPr>
      <w:rFonts w:asciiTheme="majorHAnsi" w:eastAsiaTheme="minorEastAsia" w:hAnsiTheme="majorHAnsi"/>
      <w:b/>
      <w:i/>
      <w:iCs/>
      <w:color w:val="838D9B" w:themeColor="accent1"/>
      <w:sz w:val="24"/>
      <w:lang w:eastAsia="ru-RU" w:bidi="hi-IN"/>
    </w:rPr>
  </w:style>
  <w:style w:type="character" w:customStyle="1" w:styleId="22">
    <w:name w:val="Цитата 2 Знак"/>
    <w:basedOn w:val="a0"/>
    <w:link w:val="21"/>
    <w:uiPriority w:val="29"/>
    <w:rPr>
      <w:rFonts w:asciiTheme="majorHAnsi" w:eastAsiaTheme="minorEastAsia" w:hAnsiTheme="majorHAnsi"/>
      <w:b/>
      <w:i/>
      <w:iCs/>
      <w:color w:val="838D9B" w:themeColor="accent1"/>
      <w:sz w:val="24"/>
      <w:lang w:bidi="hi-IN"/>
    </w:rPr>
  </w:style>
  <w:style w:type="paragraph" w:styleId="af2">
    <w:name w:val="Intense Quote"/>
    <w:basedOn w:val="a"/>
    <w:next w:val="a"/>
    <w:link w:val="af3"/>
    <w:uiPriority w:val="30"/>
    <w:qFormat/>
    <w:pPr>
      <w:pBdr>
        <w:left w:val="single" w:sz="48" w:space="13" w:color="D2610C" w:themeColor="accent2"/>
      </w:pBdr>
      <w:spacing w:before="240" w:after="120" w:line="300" w:lineRule="auto"/>
    </w:pPr>
    <w:rPr>
      <w:rFonts w:eastAsiaTheme="minorEastAsia"/>
      <w:b/>
      <w:bCs/>
      <w:i/>
      <w:iCs/>
      <w:color w:val="D2610C" w:themeColor="accent2"/>
      <w:sz w:val="26"/>
      <w:lang w:eastAsia="ru-RU" w:bidi="hi-IN"/>
      <w14:ligatures w14:val="standard"/>
      <w14:numForm w14:val="oldStyle"/>
    </w:rPr>
  </w:style>
  <w:style w:type="character" w:customStyle="1" w:styleId="af3">
    <w:name w:val="Выделенная цитата Знак"/>
    <w:basedOn w:val="a0"/>
    <w:link w:val="af2"/>
    <w:uiPriority w:val="30"/>
    <w:rPr>
      <w:rFonts w:eastAsiaTheme="minorEastAsia"/>
      <w:b/>
      <w:bCs/>
      <w:i/>
      <w:iCs/>
      <w:color w:val="D2610C" w:themeColor="accent2"/>
      <w:sz w:val="26"/>
      <w:lang w:bidi="hi-IN"/>
      <w14:ligatures w14:val="standard"/>
      <w14:numForm w14:val="oldStyle"/>
    </w:rPr>
  </w:style>
  <w:style w:type="character" w:styleId="af4">
    <w:name w:val="Subtle Emphasis"/>
    <w:basedOn w:val="a0"/>
    <w:uiPriority w:val="19"/>
    <w:qFormat/>
    <w:rPr>
      <w:i/>
      <w:iCs/>
      <w:color w:val="000000"/>
    </w:rPr>
  </w:style>
  <w:style w:type="character" w:styleId="af5">
    <w:name w:val="Intense Emphasis"/>
    <w:basedOn w:val="a0"/>
    <w:uiPriority w:val="21"/>
    <w:qFormat/>
    <w:rPr>
      <w:b/>
      <w:bCs/>
      <w:i/>
      <w:iCs/>
      <w:color w:val="283138" w:themeColor="text2"/>
    </w:rPr>
  </w:style>
  <w:style w:type="character" w:styleId="af6">
    <w:name w:val="Book Title"/>
    <w:basedOn w:val="a0"/>
    <w:uiPriority w:val="33"/>
    <w:qFormat/>
    <w:rPr>
      <w:rFonts w:asciiTheme="majorHAnsi" w:hAnsiTheme="majorHAnsi"/>
      <w:b/>
      <w:bCs/>
      <w:caps w:val="0"/>
      <w:smallCaps/>
      <w:color w:val="283138" w:themeColor="text2"/>
      <w:spacing w:val="10"/>
      <w:sz w:val="22"/>
    </w:rPr>
  </w:style>
  <w:style w:type="character" w:styleId="af7">
    <w:name w:val="Emphasis"/>
    <w:basedOn w:val="a0"/>
    <w:uiPriority w:val="20"/>
    <w:qFormat/>
    <w:rPr>
      <w:b w:val="0"/>
      <w:i/>
      <w:iCs/>
      <w:color w:val="283138" w:themeColor="text2"/>
    </w:rPr>
  </w:style>
  <w:style w:type="character" w:styleId="af8">
    <w:name w:val="Strong"/>
    <w:basedOn w:val="a0"/>
    <w:uiPriority w:val="22"/>
    <w:qFormat/>
    <w:rPr>
      <w:b/>
      <w:bCs/>
      <w:color w:val="38454F" w:themeColor="text2" w:themeTint="E6"/>
    </w:rPr>
  </w:style>
  <w:style w:type="character" w:styleId="af9">
    <w:name w:val="Intense Reference"/>
    <w:basedOn w:val="a0"/>
    <w:uiPriority w:val="32"/>
    <w:qFormat/>
    <w:rPr>
      <w:rFonts w:asciiTheme="minorHAnsi" w:hAnsiTheme="minorHAnsi"/>
      <w:b/>
      <w:bCs/>
      <w:smallCaps/>
      <w:color w:val="283138" w:themeColor="text2"/>
      <w:spacing w:val="5"/>
      <w:sz w:val="22"/>
      <w:u w:val="single"/>
    </w:rPr>
  </w:style>
  <w:style w:type="paragraph" w:styleId="afa">
    <w:name w:val="caption"/>
    <w:basedOn w:val="a"/>
    <w:next w:val="a"/>
    <w:uiPriority w:val="35"/>
    <w:semiHidden/>
    <w:unhideWhenUsed/>
    <w:qFormat/>
    <w:pPr>
      <w:spacing w:after="180" w:line="240" w:lineRule="auto"/>
    </w:pPr>
    <w:rPr>
      <w:rFonts w:eastAsiaTheme="minorEastAsia"/>
      <w:b/>
      <w:bCs/>
      <w:smallCaps/>
      <w:color w:val="283138" w:themeColor="text2"/>
      <w:spacing w:val="6"/>
      <w:szCs w:val="18"/>
      <w:lang w:eastAsia="ru-RU" w:bidi="hi-IN"/>
    </w:rPr>
  </w:style>
  <w:style w:type="paragraph" w:styleId="afb">
    <w:name w:val="Block Text"/>
    <w:basedOn w:val="a"/>
    <w:uiPriority w:val="99"/>
    <w:unhideWhenUsed/>
    <w:pPr>
      <w:pBdr>
        <w:top w:val="single" w:sz="36" w:space="10" w:color="E6E8EB" w:themeColor="accent1" w:themeTint="33"/>
        <w:left w:val="single" w:sz="36" w:space="10" w:color="E6E8EB" w:themeColor="accent1" w:themeTint="33"/>
        <w:bottom w:val="single" w:sz="36" w:space="10" w:color="E6E8EB" w:themeColor="accent1" w:themeTint="33"/>
        <w:right w:val="single" w:sz="36" w:space="10" w:color="E6E8EB" w:themeColor="accent1" w:themeTint="33"/>
      </w:pBdr>
      <w:shd w:val="clear" w:color="auto" w:fill="E6E8EB" w:themeFill="accent1" w:themeFillTint="33"/>
      <w:spacing w:after="180" w:line="274" w:lineRule="auto"/>
      <w:ind w:left="1152" w:right="1152"/>
    </w:pPr>
    <w:rPr>
      <w:b/>
      <w:iCs/>
      <w:caps/>
      <w:color w:val="283138" w:themeColor="text2"/>
      <w:sz w:val="20"/>
      <w:lang w:eastAsia="ru-RU"/>
    </w:rPr>
  </w:style>
  <w:style w:type="character" w:styleId="afc">
    <w:name w:val="Subtle Reference"/>
    <w:basedOn w:val="a0"/>
    <w:uiPriority w:val="31"/>
    <w:qFormat/>
    <w:rPr>
      <w:smallCaps/>
      <w:color w:val="000000"/>
      <w:u w:val="single"/>
    </w:rPr>
  </w:style>
  <w:style w:type="paragraph" w:styleId="11">
    <w:name w:val="toc 1"/>
    <w:basedOn w:val="a"/>
    <w:next w:val="a"/>
    <w:autoRedefine/>
    <w:uiPriority w:val="39"/>
    <w:unhideWhenUsed/>
    <w:pPr>
      <w:spacing w:after="100" w:line="274" w:lineRule="auto"/>
    </w:pPr>
    <w:rPr>
      <w:szCs w:val="20"/>
      <w:lang w:bidi="hi-IN"/>
    </w:rPr>
  </w:style>
  <w:style w:type="paragraph" w:styleId="23">
    <w:name w:val="toc 2"/>
    <w:basedOn w:val="a"/>
    <w:next w:val="a"/>
    <w:autoRedefine/>
    <w:uiPriority w:val="39"/>
    <w:unhideWhenUsed/>
    <w:pPr>
      <w:spacing w:after="100" w:line="274" w:lineRule="auto"/>
      <w:ind w:left="220"/>
    </w:pPr>
    <w:rPr>
      <w:szCs w:val="20"/>
      <w:lang w:bidi="hi-IN"/>
    </w:rPr>
  </w:style>
  <w:style w:type="paragraph" w:styleId="31">
    <w:name w:val="toc 3"/>
    <w:basedOn w:val="a"/>
    <w:next w:val="a"/>
    <w:autoRedefine/>
    <w:uiPriority w:val="39"/>
    <w:unhideWhenUsed/>
    <w:pPr>
      <w:spacing w:after="100" w:line="274" w:lineRule="auto"/>
      <w:ind w:left="440"/>
    </w:pPr>
    <w:rPr>
      <w:szCs w:val="20"/>
      <w:lang w:bidi="hi-IN"/>
    </w:rPr>
  </w:style>
  <w:style w:type="paragraph" w:styleId="41">
    <w:name w:val="toc 4"/>
    <w:basedOn w:val="a"/>
    <w:next w:val="a"/>
    <w:autoRedefine/>
    <w:uiPriority w:val="39"/>
    <w:unhideWhenUsed/>
    <w:pPr>
      <w:spacing w:after="100" w:line="274" w:lineRule="auto"/>
      <w:ind w:left="660"/>
    </w:pPr>
    <w:rPr>
      <w:szCs w:val="20"/>
      <w:lang w:bidi="hi-IN"/>
    </w:rPr>
  </w:style>
  <w:style w:type="paragraph" w:styleId="51">
    <w:name w:val="toc 5"/>
    <w:basedOn w:val="a"/>
    <w:next w:val="a"/>
    <w:autoRedefine/>
    <w:uiPriority w:val="39"/>
    <w:unhideWhenUsed/>
    <w:pPr>
      <w:spacing w:after="100" w:line="274" w:lineRule="auto"/>
      <w:ind w:left="880"/>
    </w:pPr>
    <w:rPr>
      <w:szCs w:val="20"/>
      <w:lang w:bidi="hi-IN"/>
    </w:rPr>
  </w:style>
  <w:style w:type="paragraph" w:styleId="61">
    <w:name w:val="toc 6"/>
    <w:basedOn w:val="a"/>
    <w:next w:val="a"/>
    <w:autoRedefine/>
    <w:uiPriority w:val="39"/>
    <w:unhideWhenUsed/>
    <w:pPr>
      <w:spacing w:after="100" w:line="274" w:lineRule="auto"/>
      <w:ind w:left="1100"/>
    </w:pPr>
    <w:rPr>
      <w:szCs w:val="20"/>
      <w:lang w:bidi="hi-IN"/>
    </w:rPr>
  </w:style>
  <w:style w:type="paragraph" w:styleId="71">
    <w:name w:val="toc 7"/>
    <w:basedOn w:val="a"/>
    <w:next w:val="a"/>
    <w:autoRedefine/>
    <w:uiPriority w:val="39"/>
    <w:unhideWhenUsed/>
    <w:pPr>
      <w:spacing w:after="100" w:line="274" w:lineRule="auto"/>
      <w:ind w:left="1320"/>
    </w:pPr>
    <w:rPr>
      <w:szCs w:val="20"/>
      <w:lang w:bidi="hi-IN"/>
    </w:rPr>
  </w:style>
  <w:style w:type="paragraph" w:styleId="81">
    <w:name w:val="toc 8"/>
    <w:basedOn w:val="a"/>
    <w:next w:val="a"/>
    <w:autoRedefine/>
    <w:uiPriority w:val="39"/>
    <w:unhideWhenUsed/>
    <w:pPr>
      <w:spacing w:after="100" w:line="274" w:lineRule="auto"/>
      <w:ind w:left="1540"/>
    </w:pPr>
    <w:rPr>
      <w:szCs w:val="20"/>
      <w:lang w:bidi="hi-IN"/>
    </w:rPr>
  </w:style>
  <w:style w:type="paragraph" w:styleId="91">
    <w:name w:val="toc 9"/>
    <w:basedOn w:val="a"/>
    <w:next w:val="a"/>
    <w:autoRedefine/>
    <w:uiPriority w:val="39"/>
    <w:unhideWhenUsed/>
    <w:pPr>
      <w:spacing w:after="100" w:line="274" w:lineRule="auto"/>
      <w:ind w:left="1760"/>
    </w:pPr>
    <w:rPr>
      <w:szCs w:val="20"/>
      <w:lang w:bidi="hi-IN"/>
    </w:rPr>
  </w:style>
  <w:style w:type="paragraph" w:styleId="afd">
    <w:name w:val="TOC Heading"/>
    <w:basedOn w:val="1"/>
    <w:next w:val="a"/>
    <w:uiPriority w:val="39"/>
    <w:semiHidden/>
    <w:unhideWhenUsed/>
    <w:qFormat/>
    <w:pPr>
      <w:spacing w:before="480" w:line="264" w:lineRule="auto"/>
      <w:outlineLvl w:val="9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6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Perspective">
  <a:themeElements>
    <a:clrScheme name="Perspective">
      <a:dk1>
        <a:sysClr val="windowText" lastClr="000000"/>
      </a:dk1>
      <a:lt1>
        <a:sysClr val="window" lastClr="FFFFFF"/>
      </a:lt1>
      <a:dk2>
        <a:srgbClr val="283138"/>
      </a:dk2>
      <a:lt2>
        <a:srgbClr val="FF8600"/>
      </a:lt2>
      <a:accent1>
        <a:srgbClr val="838D9B"/>
      </a:accent1>
      <a:accent2>
        <a:srgbClr val="D2610C"/>
      </a:accent2>
      <a:accent3>
        <a:srgbClr val="80716A"/>
      </a:accent3>
      <a:accent4>
        <a:srgbClr val="94147C"/>
      </a:accent4>
      <a:accent5>
        <a:srgbClr val="5D5AD2"/>
      </a:accent5>
      <a:accent6>
        <a:srgbClr val="6F6C7D"/>
      </a:accent6>
      <a:hlink>
        <a:srgbClr val="6187E3"/>
      </a:hlink>
      <a:folHlink>
        <a:srgbClr val="7B8EB8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erspectiv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alpha val="100000"/>
                <a:satMod val="160000"/>
                <a:lumMod val="105000"/>
              </a:schemeClr>
            </a:gs>
            <a:gs pos="41000">
              <a:schemeClr val="phClr">
                <a:tint val="57000"/>
                <a:satMod val="180000"/>
                <a:lumMod val="99000"/>
              </a:schemeClr>
            </a:gs>
            <a:gs pos="100000">
              <a:schemeClr val="phClr">
                <a:tint val="80000"/>
                <a:satMod val="200000"/>
                <a:lumMod val="104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96000"/>
                <a:satMod val="130000"/>
                <a:lumMod val="114000"/>
              </a:schemeClr>
            </a:gs>
            <a:gs pos="60000">
              <a:schemeClr val="phClr">
                <a:tint val="100000"/>
                <a:satMod val="106000"/>
                <a:lumMod val="110000"/>
              </a:schemeClr>
            </a:gs>
            <a:gs pos="100000">
              <a:schemeClr val="phClr"/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38100" dir="5400000" rotWithShape="0">
              <a:srgbClr val="000000">
                <a:alpha val="28000"/>
              </a:srgbClr>
            </a:outerShdw>
          </a:effectLst>
        </a:effectStyle>
        <a:effectStyle>
          <a:effectLst>
            <a:outerShdw blurRad="47625" dist="38100" dir="5400000" sy="98000" rotWithShape="0">
              <a:srgbClr val="000000">
                <a:alpha val="48000"/>
              </a:srgbClr>
            </a:outerShdw>
          </a:effectLst>
          <a:scene3d>
            <a:camera prst="orthographicFront">
              <a:rot lat="0" lon="0" rev="0"/>
            </a:camera>
            <a:lightRig rig="twoPt" dir="br">
              <a:rot lat="0" lon="0" rev="8700000"/>
            </a:lightRig>
          </a:scene3d>
          <a:sp3d prstMaterial="matte">
            <a:bevelT w="25400" h="53975"/>
          </a:sp3d>
        </a:effectStyle>
        <a:effectStyle>
          <a:effectLst>
            <a:reflection blurRad="12700" stA="24000" endPos="28000" dist="50800" dir="5400000" sy="-100000" rotWithShape="0"/>
          </a:effectLst>
          <a:scene3d>
            <a:camera prst="orthographicFront">
              <a:rot lat="0" lon="0" rev="0"/>
            </a:camera>
            <a:lightRig rig="threePt" dir="t">
              <a:rot lat="0" lon="0" rev="4800000"/>
            </a:lightRig>
          </a:scene3d>
          <a:sp3d>
            <a:bevelT w="69850" h="3175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100000"/>
                <a:shade val="80000"/>
                <a:satMod val="100000"/>
                <a:lumMod val="100000"/>
              </a:schemeClr>
            </a:gs>
            <a:gs pos="65000">
              <a:schemeClr val="phClr">
                <a:tint val="100000"/>
                <a:shade val="95000"/>
                <a:satMod val="100000"/>
                <a:lumMod val="100000"/>
              </a:schemeClr>
            </a:gs>
            <a:gs pos="100000">
              <a:schemeClr val="phClr">
                <a:tint val="88000"/>
                <a:shade val="100000"/>
                <a:satMod val="400000"/>
                <a:lumMod val="100000"/>
              </a:schemeClr>
            </a:gs>
          </a:gsLst>
          <a:lin ang="5400000" scaled="0"/>
        </a:gradFill>
        <a:blipFill rotWithShape="1">
          <a:blip xmlns:r="http://schemas.openxmlformats.org/officeDocument/2006/relationships" r:embed="rId1">
            <a:duotone>
              <a:schemeClr val="phClr">
                <a:tint val="95000"/>
                <a:satMod val="90000"/>
              </a:schemeClr>
              <a:schemeClr val="phClr">
                <a:shade val="92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outs:outSpaceData xmlns:outs="http://schemas.microsoft.com/office/2009/outspace/metadata">
  <outs:relatedDates/>
  <outs:relatedDocuments/>
  <outs:relatedPeople/>
  <propertyMetadataList xmlns="http://schemas.microsoft.com/office/2009/outspace/metadata"/>
  <outs:corruptMetadataWasLost>true</outs:corruptMetadataWasLost>
</outs:outSpaceData>
</file>

<file path=customXml/itemProps1.xml><?xml version="1.0" encoding="utf-8"?>
<ds:datastoreItem xmlns:ds="http://schemas.openxmlformats.org/officeDocument/2006/customXml" ds:itemID="{6B94DBC9-662D-4F3E-8AD5-7A52DFF7B020}">
  <ds:schemaRefs>
    <ds:schemaRef ds:uri="http://schemas.microsoft.com/office/2009/outspace/meta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255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cp:lastPrinted>2009-07-13T00:38:00Z</cp:lastPrinted>
  <dcterms:created xsi:type="dcterms:W3CDTF">2021-01-18T12:11:00Z</dcterms:created>
  <dcterms:modified xsi:type="dcterms:W3CDTF">2021-01-18T12:31:00Z</dcterms:modified>
</cp:coreProperties>
</file>