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D12" w:rsidRDefault="00205D12" w:rsidP="00205D12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5D12" w:rsidRDefault="00205D12" w:rsidP="00205D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5D12" w:rsidRDefault="00205D12" w:rsidP="00205D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5D12" w:rsidRDefault="00205D12" w:rsidP="00205D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5D12" w:rsidRDefault="00205D12" w:rsidP="00205D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5D12" w:rsidRDefault="00205D12" w:rsidP="00205D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5D12" w:rsidRDefault="00205D12" w:rsidP="00205D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5D12" w:rsidRDefault="00205D12" w:rsidP="00205D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5D12" w:rsidRDefault="00205D12" w:rsidP="00205D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5D12" w:rsidRDefault="00205D12" w:rsidP="00205D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5D12" w:rsidRDefault="00205D12" w:rsidP="00205D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5D12" w:rsidRDefault="00205D12" w:rsidP="00205D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5D12" w:rsidRDefault="00205D12" w:rsidP="00205D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5D12" w:rsidRDefault="00205D12" w:rsidP="00205D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5D12" w:rsidRDefault="00205D12" w:rsidP="00205D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5D12" w:rsidRDefault="00205D12" w:rsidP="00205D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5D12" w:rsidRDefault="00205D12" w:rsidP="00205D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5D12" w:rsidRDefault="00205D12" w:rsidP="00205D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5D12" w:rsidRDefault="00205D12" w:rsidP="00205D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5D12" w:rsidRDefault="00205D12" w:rsidP="00205D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5D12" w:rsidRDefault="00205D12" w:rsidP="00205D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5D12" w:rsidRDefault="00205D12" w:rsidP="00205D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5D12" w:rsidRDefault="00205D12" w:rsidP="00205D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5D12" w:rsidRDefault="00205D12" w:rsidP="00205D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5D12" w:rsidRDefault="00205D12" w:rsidP="00205D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5D12" w:rsidRDefault="00205D12" w:rsidP="00205D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5D12" w:rsidRDefault="00205D12" w:rsidP="00205D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5D12" w:rsidRDefault="00205D12" w:rsidP="00205D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5D12" w:rsidRDefault="00205D12" w:rsidP="00205D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5D12" w:rsidRDefault="00205D12" w:rsidP="00205D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5D12" w:rsidRDefault="00205D12" w:rsidP="00205D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gBAFp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05D12" w:rsidRDefault="00205D12" w:rsidP="00205D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05D12" w:rsidRDefault="00205D12" w:rsidP="00205D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05D12" w:rsidRDefault="00205D12" w:rsidP="00205D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05D12" w:rsidRDefault="00205D12" w:rsidP="00205D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05D12" w:rsidRDefault="00205D12" w:rsidP="00205D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05D12" w:rsidRDefault="00205D12" w:rsidP="00205D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05D12" w:rsidRDefault="00205D12" w:rsidP="00205D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05D12" w:rsidRDefault="00205D12" w:rsidP="00205D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05D12" w:rsidRDefault="00205D12" w:rsidP="00205D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05D12" w:rsidRDefault="00205D12" w:rsidP="00205D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05D12" w:rsidRDefault="00205D12" w:rsidP="00205D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05D12" w:rsidRDefault="00205D12" w:rsidP="00205D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05D12" w:rsidRDefault="00205D12" w:rsidP="00205D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05D12" w:rsidRDefault="00205D12" w:rsidP="00205D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05D12" w:rsidRDefault="00205D12" w:rsidP="00205D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05D12" w:rsidRDefault="00205D12" w:rsidP="00205D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05D12" w:rsidRDefault="00205D12" w:rsidP="00205D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05D12" w:rsidRDefault="00205D12" w:rsidP="00205D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05D12" w:rsidRDefault="00205D12" w:rsidP="00205D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05D12" w:rsidRDefault="00205D12" w:rsidP="00205D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205D12" w:rsidRDefault="00205D12" w:rsidP="00205D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05D12" w:rsidRDefault="00205D12" w:rsidP="00205D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05D12" w:rsidRDefault="00205D12" w:rsidP="00205D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05D12" w:rsidRDefault="00205D12" w:rsidP="00205D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05D12" w:rsidRDefault="00205D12" w:rsidP="00205D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05D12" w:rsidRDefault="00205D12" w:rsidP="00205D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05D12" w:rsidRDefault="00205D12" w:rsidP="00205D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205D12" w:rsidRDefault="00205D12" w:rsidP="00205D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05D12" w:rsidRDefault="00205D12" w:rsidP="00205D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05D12" w:rsidRDefault="00205D12" w:rsidP="00205D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05D12" w:rsidRDefault="00205D12" w:rsidP="00205D12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205D12" w:rsidRDefault="00205D12" w:rsidP="00205D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05D12" w:rsidRDefault="00205D12" w:rsidP="00205D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05D12" w:rsidRDefault="00205D12" w:rsidP="00205D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05D12" w:rsidRDefault="00205D12" w:rsidP="00205D12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05D12" w:rsidRDefault="00205D12" w:rsidP="00205D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205D12" w:rsidRDefault="00205D12" w:rsidP="00205D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05D12" w:rsidRDefault="00205D12" w:rsidP="00205D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05D12" w:rsidRDefault="00205D12" w:rsidP="00205D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205D12" w:rsidRDefault="00205D12" w:rsidP="00205D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05D12" w:rsidRDefault="00205D12" w:rsidP="00205D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205D12" w:rsidRDefault="00205D12" w:rsidP="00205D1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05D12" w:rsidRDefault="00205D12" w:rsidP="00205D1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>.2021 року                                            Крупець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9</w:t>
      </w:r>
    </w:p>
    <w:p w:rsidR="00205D12" w:rsidRPr="001062B6" w:rsidRDefault="00205D12" w:rsidP="00205D12">
      <w:pPr>
        <w:tabs>
          <w:tab w:val="left" w:pos="4424"/>
        </w:tabs>
        <w:spacing w:after="0"/>
        <w:rPr>
          <w:rFonts w:ascii="Times New Roman" w:eastAsia="Arial Unicode MS" w:hAnsi="Times New Roman" w:cs="Arial"/>
          <w:color w:val="000000"/>
          <w:sz w:val="24"/>
          <w:szCs w:val="24"/>
        </w:rPr>
      </w:pPr>
    </w:p>
    <w:p w:rsidR="00205D12" w:rsidRPr="001062B6" w:rsidRDefault="00205D12" w:rsidP="00205D12">
      <w:pPr>
        <w:tabs>
          <w:tab w:val="left" w:pos="4424"/>
        </w:tabs>
        <w:spacing w:after="0"/>
        <w:rPr>
          <w:rFonts w:ascii="Times New Roman" w:eastAsia="Arial Unicode MS" w:hAnsi="Times New Roman" w:cs="Arial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Arial"/>
          <w:b/>
          <w:color w:val="000000"/>
          <w:sz w:val="24"/>
          <w:szCs w:val="24"/>
        </w:rPr>
        <w:t>Про розгляд заяви Приходько Л.А.</w:t>
      </w:r>
    </w:p>
    <w:p w:rsidR="00205D12" w:rsidRPr="001062B6" w:rsidRDefault="00205D12" w:rsidP="00205D12">
      <w:pPr>
        <w:tabs>
          <w:tab w:val="left" w:pos="4424"/>
        </w:tabs>
        <w:spacing w:after="0"/>
        <w:rPr>
          <w:rFonts w:ascii="Times New Roman" w:eastAsia="Arial Unicode MS" w:hAnsi="Times New Roman" w:cs="Arial"/>
          <w:color w:val="000000"/>
          <w:sz w:val="24"/>
          <w:szCs w:val="24"/>
        </w:rPr>
      </w:pPr>
    </w:p>
    <w:p w:rsidR="00205D12" w:rsidRPr="001062B6" w:rsidRDefault="00205D12" w:rsidP="00205D1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Arial"/>
          <w:color w:val="000000"/>
          <w:sz w:val="24"/>
          <w:szCs w:val="24"/>
        </w:rPr>
      </w:pPr>
      <w:r w:rsidRPr="001062B6">
        <w:rPr>
          <w:rFonts w:ascii="Times New Roman" w:eastAsia="Arial Unicode MS" w:hAnsi="Times New Roman" w:cs="Arial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141,142 Земельного кодексу України,  Закону України «Про  землеустрій», </w:t>
      </w:r>
      <w:r>
        <w:rPr>
          <w:rFonts w:ascii="Times New Roman" w:eastAsia="Arial Unicode MS" w:hAnsi="Times New Roman" w:cs="Arial"/>
          <w:color w:val="000000"/>
          <w:sz w:val="24"/>
          <w:szCs w:val="24"/>
        </w:rPr>
        <w:t>розглянувши заяву  Приходько Л.А.</w:t>
      </w:r>
      <w:r w:rsidRPr="001062B6">
        <w:rPr>
          <w:rFonts w:ascii="Times New Roman" w:eastAsia="Arial Unicode MS" w:hAnsi="Times New Roman" w:cs="Arial"/>
          <w:color w:val="000000"/>
          <w:sz w:val="24"/>
          <w:szCs w:val="24"/>
        </w:rPr>
        <w:t xml:space="preserve">,  сільська  рада </w:t>
      </w:r>
    </w:p>
    <w:p w:rsidR="00205D12" w:rsidRPr="001062B6" w:rsidRDefault="00205D12" w:rsidP="00205D1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Arial"/>
          <w:color w:val="000000"/>
          <w:sz w:val="24"/>
          <w:szCs w:val="24"/>
        </w:rPr>
      </w:pPr>
      <w:r w:rsidRPr="001062B6">
        <w:rPr>
          <w:rFonts w:ascii="Times New Roman" w:eastAsia="Arial Unicode MS" w:hAnsi="Times New Roman" w:cs="Arial"/>
          <w:color w:val="000000"/>
          <w:sz w:val="24"/>
          <w:szCs w:val="24"/>
        </w:rPr>
        <w:t>ВИРІШИЛА:</w:t>
      </w:r>
    </w:p>
    <w:p w:rsidR="00205D12" w:rsidRPr="001062B6" w:rsidRDefault="00205D12" w:rsidP="00205D12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У зв’язку з добровільною відмовою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Приходько Лариси Антонівни,  яка зареєстрована</w:t>
      </w:r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за </w:t>
      </w:r>
      <w:proofErr w:type="spellStart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адресою</w:t>
      </w:r>
      <w:proofErr w:type="spell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:</w:t>
      </w:r>
      <w:r w:rsidR="00E9418A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</w:t>
      </w:r>
      <w:bookmarkStart w:id="0" w:name="_GoBack"/>
      <w:bookmarkEnd w:id="0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</w:t>
      </w:r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припинити право користування на земельну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ділянку орієнтовною площею  0,30</w:t>
      </w:r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00 га, яка розташована Хмельницька область, Шепетівський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район, за межами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с.Дідова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Гора,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сільської ради</w:t>
      </w:r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та перевести в землі запасу </w:t>
      </w:r>
      <w:proofErr w:type="spellStart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Крупецької</w:t>
      </w:r>
      <w:proofErr w:type="spell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сільської ради. </w:t>
      </w:r>
    </w:p>
    <w:p w:rsidR="00205D12" w:rsidRPr="001062B6" w:rsidRDefault="00205D12" w:rsidP="00205D12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2. 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Т.В.).</w:t>
      </w:r>
    </w:p>
    <w:p w:rsidR="00205D12" w:rsidRPr="001062B6" w:rsidRDefault="00205D12" w:rsidP="00205D12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05D12" w:rsidRPr="001062B6" w:rsidRDefault="00205D12" w:rsidP="00205D12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05D12" w:rsidRPr="001062B6" w:rsidRDefault="00205D12" w:rsidP="00205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SimSun" w:hAnsi="Times New Roman" w:cs="Times New Roman"/>
        </w:rPr>
      </w:pPr>
    </w:p>
    <w:p w:rsidR="00205D12" w:rsidRPr="001062B6" w:rsidRDefault="00205D12" w:rsidP="00205D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SimSun" w:hAnsi="Times New Roman" w:cs="Times New Roman"/>
        </w:rPr>
      </w:pPr>
    </w:p>
    <w:p w:rsidR="00205D12" w:rsidRDefault="00205D12" w:rsidP="00205D12">
      <w:pPr>
        <w:tabs>
          <w:tab w:val="left" w:pos="4424"/>
        </w:tabs>
        <w:spacing w:after="0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1062B6">
        <w:rPr>
          <w:rFonts w:ascii="Times New Roman" w:eastAsia="Calibri" w:hAnsi="Times New Roman" w:cs="Times New Roman"/>
          <w:sz w:val="24"/>
          <w:szCs w:val="24"/>
        </w:rPr>
        <w:t xml:space="preserve">  Сільський голова                                                                                    </w:t>
      </w:r>
      <w:r w:rsidRPr="001062B6">
        <w:rPr>
          <w:rFonts w:ascii="Times New Roman" w:eastAsia="Arial Unicode MS" w:hAnsi="Times New Roman" w:cs="Times New Roman"/>
          <w:sz w:val="24"/>
          <w:szCs w:val="24"/>
        </w:rPr>
        <w:t>Валерій   МИХАЛЮК</w:t>
      </w:r>
    </w:p>
    <w:p w:rsidR="00764DE5" w:rsidRDefault="00764DE5"/>
    <w:sectPr w:rsidR="00764DE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D12"/>
    <w:rsid w:val="00205D12"/>
    <w:rsid w:val="00764DE5"/>
    <w:rsid w:val="00E94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D12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205D12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05D12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205D12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D12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205D12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05D12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205D12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194</Words>
  <Characters>1109</Characters>
  <Application>Microsoft Office Word</Application>
  <DocSecurity>0</DocSecurity>
  <Lines>9</Lines>
  <Paragraphs>2</Paragraphs>
  <ScaleCrop>false</ScaleCrop>
  <Company>SPecialiST RePack</Company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2021-09-10T08:49:00Z</dcterms:created>
  <dcterms:modified xsi:type="dcterms:W3CDTF">2021-09-13T13:02:00Z</dcterms:modified>
</cp:coreProperties>
</file>