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6D6" w:rsidRPr="006579DF" w:rsidRDefault="005106D6" w:rsidP="005106D6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064695" wp14:editId="59CE99B8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69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70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6D6" w:rsidRDefault="005106D6" w:rsidP="005106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06D6" w:rsidRDefault="005106D6" w:rsidP="005106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6D6" w:rsidRDefault="005106D6" w:rsidP="005106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06D6" w:rsidRDefault="005106D6" w:rsidP="005106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6D6" w:rsidRDefault="005106D6" w:rsidP="005106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06D6" w:rsidRDefault="005106D6" w:rsidP="005106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6D6" w:rsidRDefault="005106D6" w:rsidP="005106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06D6" w:rsidRDefault="005106D6" w:rsidP="005106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6D6" w:rsidRDefault="005106D6" w:rsidP="005106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06D6" w:rsidRDefault="005106D6" w:rsidP="005106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6D6" w:rsidRDefault="005106D6" w:rsidP="005106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06D6" w:rsidRDefault="005106D6" w:rsidP="005106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6D6" w:rsidRDefault="005106D6" w:rsidP="005106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06D6" w:rsidRDefault="005106D6" w:rsidP="005106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6D6" w:rsidRDefault="005106D6" w:rsidP="005106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06D6" w:rsidRDefault="005106D6" w:rsidP="005106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6D6" w:rsidRDefault="005106D6" w:rsidP="005106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06D6" w:rsidRDefault="005106D6" w:rsidP="005106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6D6" w:rsidRDefault="005106D6" w:rsidP="005106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06D6" w:rsidRDefault="005106D6" w:rsidP="005106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6D6" w:rsidRDefault="005106D6" w:rsidP="005106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6D6" w:rsidRDefault="005106D6" w:rsidP="005106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6D6" w:rsidRDefault="005106D6" w:rsidP="005106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6D6" w:rsidRDefault="005106D6" w:rsidP="005106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6D6" w:rsidRDefault="005106D6" w:rsidP="005106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6D6" w:rsidRDefault="005106D6" w:rsidP="005106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6D6" w:rsidRDefault="005106D6" w:rsidP="005106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6D6" w:rsidRDefault="005106D6" w:rsidP="005106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6D6" w:rsidRDefault="005106D6" w:rsidP="005106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6D6" w:rsidRDefault="005106D6" w:rsidP="005106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Sn1sH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Zik74A&#10;AADdAAAADwAAAGRycy9kb3ducmV2LnhtbERPvQrCMBDeBd8hnOCmqRZUqlFEVBwEsep+NGdbbC6l&#10;iVrf3gyC48f3v1i1phIvalxpWcFoGIEgzqwuOVdwvewGMxDOI2usLJOCDzlYLbudBSbavvlMr9Tn&#10;IoSwS1BB4X2dSOmyggy6oa2JA3e3jUEfYJNL3eA7hJtKjqNoIg2WHBoKrGlTUPZIn0aBjfeH4y0f&#10;n+MtTz2vT7P7rT0q1e+16zkIT63/i3/ug1YQT6OwP7wJT0Au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mYpO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106D6" w:rsidRDefault="005106D6" w:rsidP="005106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wDBsgA&#10;AADdAAAADwAAAGRycy9kb3ducmV2LnhtbESPW2sCMRSE3wv9D+EIfRHN2oKXrVGKsL34IHgBXw+b&#10;083azcmSpLr11zeFgo/DzHzDzJedbcSZfKgdKxgNMxDEpdM1VwoO+2IwBREissbGMSn4oQDLxf3d&#10;HHPtLryl8y5WIkE45KjAxNjmUobSkMUwdC1x8j6dtxiT9JXUHi8Jbhv5mGVjabHmtGCwpZWh8mv3&#10;bRWcio05ribXV9+fbenaL9ZvzcdYqYde9/IMIlIXb+H/9rtW8DTJRvD3Jj0Bu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WPAMG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106D6" w:rsidRDefault="005106D6" w:rsidP="005106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b/DsQA&#10;AADdAAAADwAAAGRycy9kb3ducmV2LnhtbESP32rCMBTG7we+QzjCboama0FHNUqROaQ3ou4BDs2x&#10;KTYnpcls9/ZmMPDy4/vz41tvR9uKO/W+cazgfZ6AIK6cbrhW8H3Zzz5A+ICssXVMCn7Jw3YzeVlj&#10;rt3AJ7qfQy3iCPscFZgQulxKXxmy6OeuI47e1fUWQ5R9LXWPQxy3rUyTZCEtNhwJBjvaGapu5x8b&#10;IccMj+V1uOy/RhzwszT8VpyUep2OxQpEoDE8w//tg1aQLZMU/t7EJ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2/w7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106D6" w:rsidRDefault="005106D6" w:rsidP="005106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GPNcYA&#10;AADdAAAADwAAAGRycy9kb3ducmV2LnhtbESPQUsDMRSE74L/ITzBm83aalvWpkVqBRF6sArS22Pz&#10;uru4eQnJa3f77xtB8DjMzDfMYjW4Tp0optazgftRAYq48rbl2sDX5+vdHFQSZIudZzJwpgSr5fXV&#10;Akvre/6g005qlSGcSjTQiIRS61Q15DCNfCDO3sFHh5JlrLWN2Ge46/S4KKbaYct5ocFA64aqn93R&#10;Gdj2m/A+mz4ewj4+jHV6sfK9FmNub4bnJ1BCg/yH/9pv1sBkVkzg901+Anp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cGPN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106D6" w:rsidRDefault="005106D6" w:rsidP="005106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PC4cUA&#10;AADdAAAADwAAAGRycy9kb3ducmV2LnhtbESPy2rDMBBF94H+g5hCN6GRW4c0uFGCKXUo2Zg8PmCw&#10;JpapNTKWart/XwUKWV7u43A3u8m2YqDeN44VvCwSEMSV0w3XCi7n4nkNwgdkja1jUvBLHnbbh9kG&#10;M+1GPtJwCrWII+wzVGBC6DIpfWXIol+4jjh6V9dbDFH2tdQ9jnHctvI1SVbSYsORYLCjD0PV9+nH&#10;RkiZYnm4judiP+GInwfD8/yo1NPjlL+DCDSFe/i//aUVpG/JEm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k8Lh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106D6" w:rsidRDefault="005106D6" w:rsidP="005106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Sy2sYA&#10;AADdAAAADwAAAGRycy9kb3ducmV2LnhtbESPX0sDMRDE3wW/Q1jBN5uz2j+cTYtUhSL0oa0gfVsu&#10;27vDyyYka+/89o0g+DjMzG+YxWpwnTpTTK1nA/ejAhRx5W3LtYGPw9vdHFQSZIudZzLwQwlWy+ur&#10;BZbW97yj815qlSGcSjTQiIRS61Q15DCNfCDO3slHh5JlrLWN2Ge46/S4KKbaYct5ocFA64aqr/23&#10;M7DtX8P7bDo5hWN8HOv0YuVzLcbc3gzPT6CEBvkP/7U31sDDrJjA75v8BPTy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Sy2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106D6" w:rsidRDefault="005106D6" w:rsidP="005106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aM08YA&#10;AADdAAAADwAAAGRycy9kb3ducmV2LnhtbESPQWsCMRSE74X+h/AKXkSzVaplNUotBAstFLXg9bF5&#10;7i7dvCxJdNd/bwpCj8PMfMMs171txIV8qB0reB5nIIgLZ2ouFfwc9OgVRIjIBhvHpOBKAdarx4cl&#10;5sZ1vKPLPpYiQTjkqKCKsc2lDEVFFsPYtcTJOzlvMSbpS2k8dgluGznJspm0WHNaqLCl94qK3/3Z&#10;Kth8d+XUD4tN7z5P2+OL1kZ/aaUGT/3bAkSkPv6H7+0Po2A6z2bw9yY9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aM0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106D6" w:rsidRDefault="005106D6" w:rsidP="005106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JzDcQA&#10;AADdAAAADwAAAGRycy9kb3ducmV2LnhtbESP3WoCMRSE7wu+QzhC72pW26qsRhFloZTe+PMAh81x&#10;s7o5WZK4rm9vCoVeDjPzDbNc97YRHflQO1YwHmUgiEuna64UnI7F2xxEiMgaG8ek4EEB1qvByxJz&#10;7e68p+4QK5EgHHJUYGJscylDachiGLmWOHln5y3GJH0ltcd7gttGTrJsKi3WnBYMtrQ1VF4PN6ug&#10;+J78dNeb9oXb9B+WPs1lvjNKvQ77zQJEpD7+h//aX1rB+yybwe+b9ATk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Ccw3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106D6" w:rsidRDefault="005106D6" w:rsidP="005106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W9OsMA&#10;AADdAAAADwAAAGRycy9kb3ducmV2LnhtbERPW2vCMBR+H+w/hDPYy9BUZSrVKCoEBxsML+DroTm2&#10;xeakJJmt/355GOzx47sv171txJ18qB0rGA0zEMSFMzWXCs4nPZiDCBHZYOOYFDwowHr1/LTE3LiO&#10;D3Q/xlKkEA45KqhibHMpQ1GRxTB0LXHirs5bjAn6UhqPXQq3jRxn2VRarDk1VNjSrqLidvyxCrbf&#10;XTnxb8W2d5/X/eVda6O/tFKvL/1mASJSH//Ff+4Po2Ayy9Lc9CY9Ab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W9O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106D6" w:rsidRDefault="005106D6" w:rsidP="005106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FC5MQA&#10;AADdAAAADwAAAGRycy9kb3ducmV2LnhtbESP0WoCMRRE34X+Q7hC3zSrVatbo0jLQpG+VPsBl811&#10;s3VzsyRx3f69KQg+DjNzhllve9uIjnyoHSuYjDMQxKXTNVcKfo7FaAkiRGSNjWNS8EcBtpunwRpz&#10;7a78Td0hViJBOOSowMTY5lKG0pDFMHYtcfJOzluMSfpKao/XBLeNnGbZQlqsOS0YbOndUHk+XKyC&#10;Yj/96s4X7Qu362eW5uZ3+WGUeh72uzcQkfr4CN/bn1rBy2u2gv836Qn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RQu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106D6" w:rsidRDefault="005106D6" w:rsidP="005106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dngsAA&#10;AADdAAAADwAAAGRycy9kb3ducmV2LnhtbERPzW6CQBC+N/EdNmPirS7UWg26kMYEo8dSH2DCjkBk&#10;Z5FdBd7ePTTp8cv3v89G04on9a6xrCBeRiCIS6sbrhRcfvP3LQjnkTW2lknBRA6ydPa2x0TbgX/o&#10;WfhKhBB2CSqove8SKV1Zk0G3tB1x4K62N+gD7CupexxCuGnlRxR9SYMNh4YaOzrUVN6Kh1HwOQ3H&#10;e7G+Rbk2FJ9X3Zl9uVZqMR+/dyA8jf5f/Oc+aQWrTRz2hzfhCcj0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Ldng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106D6" w:rsidRDefault="005106D6" w:rsidP="005106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nbBcUA&#10;AADdAAAADwAAAGRycy9kb3ducmV2LnhtbESPQWvCQBSE7wX/w/IEb3UTBVtT1xCUiPTURtvzI/tM&#10;QrNvQ3aj8d+7hUKPw8x8w2zS0bTiSr1rLCuI5xEI4tLqhisF51P+/ArCeWSNrWVScCcH6XbytMFE&#10;2xt/0rXwlQgQdgkqqL3vEildWZNBN7cdcfAutjfog+wrqXu8Bbhp5SKKVtJgw2Ghxo52NZU/xWAU&#10;DKvvxZkv7/qj2N8P632eOflVKTWbjtkbCE+j/w//tY9awfIljuH3TXgCcv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adsF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106D6" w:rsidRDefault="005106D6" w:rsidP="005106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g6dcgA&#10;AADdAAAADwAAAGRycy9kb3ducmV2LnhtbESPS2/CMBCE75X6H6xF4lYcHgqQYhAgVSocQDx66G0b&#10;L0lKvE5jA+Hf10iVehzNzDeayawxpbhS7QrLCrqdCARxanXBmYLj4e1lBMJ5ZI2lZVJwJwez6fPT&#10;BBNtb7yj695nIkDYJagg975KpHRpTgZdx1bEwTvZ2qAPss6krvEW4KaUvSiKpcGCw0KOFS1zSs/7&#10;i1HwsR3F4+1iNfheb76wb/TPpy5ipdqtZv4KwlPj/8N/7XetoD/s9uDxJjwBOf0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iGDp1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106D6" w:rsidRDefault="005106D6" w:rsidP="005106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xdHcUA&#10;AADdAAAADwAAAGRycy9kb3ducmV2LnhtbESPT4vCMBTE7wt+h/AEb2uqXVS6RvEPq+JJ3YW9Pppn&#10;W2xeShO1+umNIHgcZuY3zHjamFJcqHaFZQW9bgSCOLW64EzB3+/P5wiE88gaS8uk4EYOppPWxxgT&#10;ba+8p8vBZyJA2CWoIPe+SqR0aU4GXddWxME72tqgD7LOpK7xGuCmlP0oGkiDBYeFHCta5JSeDmej&#10;4D74x51b9+fLWHu6fY1WdrtbKdVpN7NvEJ4a/w6/2hutIB72Yni+CU9AT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LF0d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106D6" w:rsidRDefault="005106D6" w:rsidP="005106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2W0cUA&#10;AADdAAAADwAAAGRycy9kb3ducmV2LnhtbESPwW7CMBBE75X6D9ZW4lYcIAWaYlCFQOJWCHzAKt46&#10;EfE6xAYCX4+RKvU4mpk3mtmis7W4UOsrxwoG/QQEceF0xUbBYb9+n4LwAVlj7ZgU3MjDYv76MsNM&#10;uyvv6JIHIyKEfYYKyhCaTEpflGTR911DHL1f11oMUbZG6havEW5rOUySsbRYcVwosaFlScUxP1sF&#10;Jzf80F2+wp/j6nNbGZOe7rtUqd5b9/0FIlAX/sN/7Y1WMJoMUni+iU9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HZbR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106D6" w:rsidRDefault="005106D6" w:rsidP="005106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C5IsQA&#10;AADdAAAADwAAAGRycy9kb3ducmV2LnhtbESPS2/CMBCE70j9D9ZW4gYOIF4Bg6ASElceB46LvSRp&#10;43WIXQj8+roSEsfRzHyjmS8bW4ob1b5wrKDXTUAQa2cKzhQcD5vOBIQPyAZLx6TgQR6Wi4/WHFPj&#10;7ryj2z5kIkLYp6ggD6FKpfQ6J4u+6yri6F1cbTFEWWfS1HiPcFvKfpKMpMWC40KOFX3lpH/2v1bB&#10;tjjTcKQvUztZ693peQ2D8bdRqv3ZrGYgAjXhHX61t0bBYNwbwv+b+AT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wuSL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106D6" w:rsidRDefault="005106D6" w:rsidP="005106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vUocMA&#10;AADdAAAADwAAAGRycy9kb3ducmV2LnhtbERPW2vCMBR+H/gfwhH2NtM6cFqNZQ4GG26CF/T10Byb&#10;YnNSmqzWf28Ggz1+d75F3ttadNT6yrGCdJSAIC6crrhUcNi/P01B+ICssXZMCm7kIV8OHhaYaXfl&#10;LXW7UIpYwj5DBSaEJpPSF4Ys+pFriKN2dq3FEGFbSt3iNZbbWo6TZCItVhwXDDb0Zqi47H6sgg43&#10;t+RkVt+zz+qrGG9Wx7WOvHoc9q9zEIH68G/+S39oBc8v6QR+38Qn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vUo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106D6" w:rsidRDefault="005106D6" w:rsidP="005106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zPWsUA&#10;AADdAAAADwAAAGRycy9kb3ducmV2LnhtbESPQUvDQBSE70L/w/IK3uymEazEbosUKh419uDxmX3N&#10;pmbfC7vbJvrrXUHwOMzMN8x6O/leXSjETtjAclGAIm7EdtwaOLztb+5BxYRssRcmA18UYbuZXa2x&#10;sjLyK13q1KoM4VihAZfSUGkdG0ce40IG4uwdJXhMWYZW24Bjhvtel0Vxpz12nBccDrRz1HzWZ29g&#10;fGo+TuXx3brvMMi+fpFT2Ysx1/Pp8QFUoin9h//az9bA7Wq5gt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3M9a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106D6" w:rsidRDefault="005106D6" w:rsidP="005106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gdj8MA&#10;AADdAAAADwAAAGRycy9kb3ducmV2LnhtbERPW2vCMBR+H+w/hDPY25rqQKUaxSuIKMPb+1lz1nZL&#10;TkoTtf578yDs8eO7jyatNeJKja8cK+gkKQji3OmKCwWn4+pjAMIHZI3GMSm4k4fJ+PVlhJl2N97T&#10;9RAKEUPYZ6igDKHOpPR5SRZ94mriyP24xmKIsCmkbvAWw62R3TTtSYsVx4YSa5qXlP8dLlbB6mth&#10;fru7/fQsw3zZ/zaDzWyxVer9rZ0OQQRqw7/46V5rBZ/9Tpwb38QnIM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gdj8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106D6" w:rsidRDefault="005106D6" w:rsidP="005106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N1rccA&#10;AADdAAAADwAAAGRycy9kb3ducmV2LnhtbESPQWvCQBSE74X+h+UJvYhuNFht6ipFKFFoocZCr8/s&#10;Mwlm34bsNqb/3hWEHoeZ+YZZrntTi45aV1lWMBlHIIhzqysuFHwf3kcLEM4ja6wtk4I/crBePT4s&#10;MdH2wnvqMl+IAGGXoILS+yaR0uUlGXRj2xAH72Rbgz7ItpC6xUuAm1pOo+hZGqw4LJTY0Kak/Jz9&#10;GgXd18ex2Hau2Z0XQzeLj2n6qX+Uehr0b68gPPX+P3xvb7WCeD55gdub8ATk6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/Dda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106D6" w:rsidRDefault="005106D6" w:rsidP="005106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RqRMQA&#10;AADdAAAADwAAAGRycy9kb3ducmV2LnhtbERPPW/CMBDdK/EfrENiKw5pS2nAIEBC6oJUoEPZjvhI&#10;IuJzahsI/Ho8VOr49L4ns9bU4kLOV5YVDPoJCOLc6ooLBd+71fMIhA/IGmvLpOBGHmbTztMEM22v&#10;vKHLNhQihrDPUEEZQpNJ6fOSDPq+bYgjd7TOYIjQFVI7vMZwU8s0SYbSYMWxocSGliXlp+3ZKFh8&#10;jBa/X6+8vm8Oe9r/HE5vqUuU6nXb+RhEoDb8i//cn1rBy3sa98c38QnI6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0akTEAAAA3QAAAA8AAAAAAAAAAAAAAAAAmAIAAGRycy9k&#10;b3ducmV2LnhtbFBLBQYAAAAABAAEAPUAAACJAwAAAAA=&#10;" fillcolor="black" stroked="f">
                  <v:textbox>
                    <w:txbxContent>
                      <w:p w:rsidR="005106D6" w:rsidRDefault="005106D6" w:rsidP="005106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EM0cgA&#10;AADdAAAADwAAAGRycy9kb3ducmV2LnhtbESPzWvCQBTE7wX/h+UVeqsbU6qSuor2AwT14MfB42v2&#10;NVmSfRuyW43967uC4HGYmd8wk1lna3Gi1hvHCgb9BARx7rThQsFh//U8BuEDssbaMSm4kIfZtPcw&#10;wUy7M2/ptAuFiBD2GSooQ2gyKX1ekkXfdw1x9H5cazFE2RZSt3iOcFvLNEmG0qLhuFBiQ+8l5dXu&#10;1yo4roZmvDWUfq//Fp96/VotNh+VUk+P3fwNRKAu3MO39lIreBmlA7i+iU9ATv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fUQzR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106D6" w:rsidRDefault="005106D6" w:rsidP="005106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asE8YA&#10;AADdAAAADwAAAGRycy9kb3ducmV2LnhtbESPQWsCMRSE7wX/Q3hCbzXbFVS2RhFLsRcPtRWvj83r&#10;ZrublzWJuvrrG6HQ4zAz3zDzZW9bcSYfascKnkcZCOLS6ZorBV+fb08zECEia2wdk4IrBVguBg9z&#10;LLS78Aedd7ESCcKhQAUmxq6QMpSGLIaR64iT9+28xZikr6T2eElw28o8yybSYs1pwWBHa0NlsztZ&#10;BX51eG1ufNo32W17DZuf/jhDo9TjsF+9gIjUx//wX/tdKxhP8xzub9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2asE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106D6" w:rsidRDefault="005106D6" w:rsidP="005106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6sOsYA&#10;AADdAAAADwAAAGRycy9kb3ducmV2LnhtbESP3WrCQBSE7wt9h+UUelN0Y4Sq0VWkUChUCv48wDF7&#10;TIK7Z0P2VGOfvlsoeDnMzDfMYtV7py7UxSawgdEwA0VcBttwZeCwfx9MQUVBtugCk4EbRVgtHx8W&#10;WNhw5S1ddlKpBOFYoIFapC20jmVNHuMwtMTJO4XOoyTZVdp2eE1w73SeZa/aY8NpocaW3moqz7tv&#10;b8DlRzf7nMSN3A56k/142b58WWOen/r1HJRQL/fwf/vDGhhP8jH8vU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6sO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106D6" w:rsidRDefault="005106D6" w:rsidP="005106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s7CscA&#10;AADdAAAADwAAAGRycy9kb3ducmV2LnhtbESPzWrDMBCE74W8g9hCbo1cp7TFjRLyQ8CXHuqm5Lqx&#10;NpaJtDKWkjh9+qpQ6HGYmW+Y2WJwVlyoD61nBY+TDARx7XXLjYLd5/bhFUSIyBqtZ1JwowCL+ehu&#10;hoX2V/6gSxUbkSAcClRgYuwKKUNtyGGY+I44eUffO4xJ9o3UPV4T3FmZZ9mzdNhyWjDY0dpQfarO&#10;TsGm6my+K80q7L/eDwdbfm9pv1FqfD8s30BEGuJ/+K9dagXTl/wJft+kJyD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gbOwrHAAAA3Q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106D6" w:rsidRDefault="005106D6" w:rsidP="005106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DRIMUA&#10;AADdAAAADwAAAGRycy9kb3ducmV2LnhtbESPT2sCMRTE74LfITyhN0206JatUUQqCJ7qn4O3R/K6&#10;u3XzsmxSd/vtm4LgcZiZ3zDLde9qcac2VJ41TCcKBLHxtuJCw/m0G7+BCBHZYu2ZNPxSgPVqOFhi&#10;bn3Hn3Q/xkIkCIccNZQxNrmUwZTkMEx8Q5y8L986jEm2hbQtdgnuajlTaiEdVpwWSmxoW5K5HX+c&#10;hu+dPHij0FzOl25vs+vHgmql9cuo37yDiNTHZ/jR3lsNr9lsDv9v0hO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wNEg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106D6" w:rsidRDefault="005106D6" w:rsidP="005106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vtecUA&#10;AADdAAAADwAAAGRycy9kb3ducmV2LnhtbESPQWvCQBSE74X+h+UVeqsbI6ikrqKCIBUPaik9PrPP&#10;JCT7NuyuGv+9Kwgeh5n5hpnMOtOICzlfWVbQ7yUgiHOrKy4U/B5WX2MQPiBrbCyTght5mE3f3yaY&#10;aXvlHV32oRARwj5DBWUIbSalz0sy6Hu2JY7eyTqDIUpXSO3wGuGmkWmSDKXBiuNCiS0tS8rr/dko&#10;+D9v+LQd/MzdIvzZ7uDr9Diulfr86ObfIAJ14RV+ttdawWCUDuHxJj4BO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C+15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106D6" w:rsidRDefault="005106D6" w:rsidP="005106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3yMMgA&#10;AADdAAAADwAAAGRycy9kb3ducmV2LnhtbESPS2/CMBCE75X6H6ytxK04TVseAYMKUiUulcrjALcl&#10;XpKIeJ3aLgR+fY1UieNoZr7RjKetqcWJnK8sK3jpJiCIc6srLhRs1p/PAxA+IGusLZOCC3mYTh4f&#10;xphpe+YlnVahEBHCPkMFZQhNJqXPSzLou7Yhjt7BOoMhSldI7fAc4aaWaZL0pMGK40KJDc1Lyo+r&#10;X6NgNhzMfr7f+Ou63O9ot90f31OXKNV5aj9GIAK14R7+by+0gtd+2ofbm/gE5OQ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/3fIwyAAAAN0AAAAPAAAAAAAAAAAAAAAAAJgCAABk&#10;cnMvZG93bnJldi54bWxQSwUGAAAAAAQABAD1AAAAjQMAAAAA&#10;" fillcolor="black" stroked="f">
                  <v:textbox>
                    <w:txbxContent>
                      <w:p w:rsidR="005106D6" w:rsidRDefault="005106D6" w:rsidP="005106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cQ8IA&#10;AADdAAAADwAAAGRycy9kb3ducmV2LnhtbERPz2vCMBS+C/sfwht403QKc3RGKcLY8FR1Y9dn89aU&#10;NS8lyWL9781h4PHj+73ejrYXiXzoHCt4mhcgiBunO24VfJ7eZi8gQkTW2DsmBVcKsN08TNZYanfh&#10;A6VjbEUO4VCiAhPjUEoZGkMWw9wNxJn7cd5izNC3Unu85HDby0VRPEuLHecGgwPtDDW/xz+rIJ13&#10;dbVM38kc9r5qvavfv861UtPHsXoFEWmMd/G/+0MrWK4WeW5+k5+A3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PpxD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106D6" w:rsidRDefault="005106D6" w:rsidP="005106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XZKsYA&#10;AADdAAAADwAAAGRycy9kb3ducmV2LnhtbESPQWvCQBSE7wX/w/KE3upGC7ZGVxHR0nrRRkGPj+wz&#10;G8y+DdltTPvr3UKhx2FmvmFmi85WoqXGl44VDAcJCOLc6ZILBcfD5ukVhA/IGivHpOCbPCzmvYcZ&#10;ptrd+JPaLBQiQtinqMCEUKdS+tyQRT9wNXH0Lq6xGKJsCqkbvEW4reQoScbSYslxwWBNK0P5Nfuy&#10;CvxwtT5t7c+kPb8Z3mUfZrwvjFKP/W45BRGoC//hv/a7VvD8MprA75v4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/XZK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106D6" w:rsidRDefault="005106D6" w:rsidP="005106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106D6" w:rsidRDefault="005106D6" w:rsidP="005106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06D6" w:rsidRDefault="005106D6" w:rsidP="005106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06D6" w:rsidRDefault="005106D6" w:rsidP="005106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06D6" w:rsidRDefault="005106D6" w:rsidP="005106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06D6" w:rsidRDefault="005106D6" w:rsidP="005106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106D6" w:rsidRDefault="005106D6" w:rsidP="005106D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106D6" w:rsidRDefault="005106D6" w:rsidP="005106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106D6" w:rsidRDefault="005106D6" w:rsidP="005106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106D6" w:rsidRDefault="005106D6" w:rsidP="005106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06D6" w:rsidRDefault="005106D6" w:rsidP="005106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106D6" w:rsidRDefault="005106D6" w:rsidP="005106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06D6" w:rsidRDefault="005106D6" w:rsidP="005106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106D6" w:rsidRDefault="005106D6" w:rsidP="005106D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106D6" w:rsidRPr="00B613B3" w:rsidRDefault="005106D6" w:rsidP="005106D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№68</w:t>
      </w:r>
    </w:p>
    <w:p w:rsidR="005106D6" w:rsidRPr="00A71AA4" w:rsidRDefault="005106D6" w:rsidP="005106D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106D6" w:rsidRPr="00A71AA4" w:rsidRDefault="005106D6" w:rsidP="005106D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5106D6" w:rsidRPr="00A71AA4" w:rsidRDefault="005106D6" w:rsidP="005106D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5106D6" w:rsidRPr="00A71AA4" w:rsidRDefault="005106D6" w:rsidP="005106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5106D6" w:rsidRPr="00A71AA4" w:rsidRDefault="005106D6" w:rsidP="005106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Поліщуку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В.В.</w:t>
      </w:r>
    </w:p>
    <w:p w:rsidR="005106D6" w:rsidRPr="00A71AA4" w:rsidRDefault="005106D6" w:rsidP="005106D6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106D6" w:rsidRPr="00A71AA4" w:rsidRDefault="005106D6" w:rsidP="005106D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71AA4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71AA4">
        <w:rPr>
          <w:rFonts w:ascii="Times New Roman" w:eastAsia="Times New Roman" w:hAnsi="Times New Roman" w:cs="Times New Roman"/>
          <w:sz w:val="24"/>
          <w:szCs w:val="24"/>
        </w:rPr>
        <w:t>пункту</w:t>
      </w:r>
      <w:proofErr w:type="gram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34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Поліщука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В.В.,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5106D6" w:rsidRPr="00A71AA4" w:rsidRDefault="005106D6" w:rsidP="005106D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5106D6" w:rsidRPr="00A71AA4" w:rsidRDefault="005106D6" w:rsidP="005106D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Поліщуку</w:t>
      </w:r>
      <w:proofErr w:type="spellEnd"/>
      <w:proofErr w:type="gram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</w:t>
      </w:r>
      <w:proofErr w:type="gram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іктору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Васильовичу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0,1000 га, яка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106D6" w:rsidRPr="00A71AA4" w:rsidRDefault="005106D6" w:rsidP="005106D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Поліщуку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Віктору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Васильовичу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758DE">
        <w:rPr>
          <w:rFonts w:ascii="Times New Roman" w:eastAsia="Calibri" w:hAnsi="Times New Roman" w:cs="Times New Roman"/>
          <w:sz w:val="24"/>
          <w:szCs w:val="24"/>
          <w:lang w:val="en-US"/>
        </w:rPr>
        <w:t>____________</w:t>
      </w:r>
      <w:r w:rsidRPr="00A71AA4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4758DE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</w:t>
      </w:r>
      <w:bookmarkStart w:id="0" w:name="_GoBack"/>
      <w:bookmarkEnd w:id="0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0,1000 га,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номер: 6823984000:01:013:0038, для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,я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>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106D6" w:rsidRPr="00A71AA4" w:rsidRDefault="005106D6" w:rsidP="005106D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Поліщуку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В.В.,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5106D6" w:rsidRPr="00A71AA4" w:rsidRDefault="005106D6" w:rsidP="005106D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5106D6" w:rsidRPr="00A71AA4" w:rsidRDefault="005106D6" w:rsidP="005106D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06D6" w:rsidRPr="005106D6" w:rsidRDefault="005106D6" w:rsidP="005106D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95FFE" w:rsidRPr="005106D6" w:rsidRDefault="005106D6" w:rsidP="005106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 МИХ</w:t>
      </w:r>
      <w:r>
        <w:rPr>
          <w:rFonts w:ascii="Times New Roman" w:eastAsia="Arial Unicode MS" w:hAnsi="Times New Roman" w:cs="Times New Roman"/>
          <w:sz w:val="24"/>
          <w:szCs w:val="24"/>
        </w:rPr>
        <w:t>АЛЮК</w:t>
      </w:r>
    </w:p>
    <w:sectPr w:rsidR="00195FFE" w:rsidRPr="005106D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45B" w:rsidRDefault="001C645B">
      <w:pPr>
        <w:spacing w:after="0" w:line="240" w:lineRule="auto"/>
      </w:pPr>
      <w:r>
        <w:separator/>
      </w:r>
    </w:p>
  </w:endnote>
  <w:endnote w:type="continuationSeparator" w:id="0">
    <w:p w:rsidR="001C645B" w:rsidRDefault="001C6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45B" w:rsidRDefault="001C645B">
      <w:pPr>
        <w:spacing w:after="0" w:line="240" w:lineRule="auto"/>
      </w:pPr>
      <w:r>
        <w:separator/>
      </w:r>
    </w:p>
  </w:footnote>
  <w:footnote w:type="continuationSeparator" w:id="0">
    <w:p w:rsidR="001C645B" w:rsidRDefault="001C64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6D6"/>
    <w:rsid w:val="00195FFE"/>
    <w:rsid w:val="001C645B"/>
    <w:rsid w:val="004758DE"/>
    <w:rsid w:val="005106D6"/>
    <w:rsid w:val="00C8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6D6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5106D6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5106D6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5106D6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6D6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5106D6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5106D6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5106D6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27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2021-02-01T07:14:00Z</dcterms:created>
  <dcterms:modified xsi:type="dcterms:W3CDTF">2021-02-01T08:17:00Z</dcterms:modified>
</cp:coreProperties>
</file>