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59" w:rsidRDefault="00104059" w:rsidP="001040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04059" w:rsidRDefault="00104059" w:rsidP="00104059"/>
    <w:p w:rsidR="00104059" w:rsidRDefault="00104059" w:rsidP="00104059"/>
    <w:p w:rsidR="00104059" w:rsidRDefault="00104059" w:rsidP="001040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04059" w:rsidRDefault="00104059" w:rsidP="001040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04059" w:rsidRDefault="00104059" w:rsidP="001040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04059" w:rsidRDefault="00104059" w:rsidP="001040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04059" w:rsidRDefault="00104059" w:rsidP="001040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059" w:rsidRDefault="00104059" w:rsidP="001040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104059" w:rsidRDefault="00104059" w:rsidP="001040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4059" w:rsidRDefault="00104059" w:rsidP="0010405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04059" w:rsidRPr="007558D2" w:rsidRDefault="00104059" w:rsidP="0010405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</w:p>
    <w:p w:rsidR="00104059" w:rsidRPr="00025A8C" w:rsidRDefault="00104059" w:rsidP="001040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4059" w:rsidRPr="00025A8C" w:rsidRDefault="00104059" w:rsidP="0010405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104059" w:rsidRPr="00025A8C" w:rsidRDefault="00104059" w:rsidP="0010405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104059" w:rsidRPr="00025A8C" w:rsidRDefault="00104059" w:rsidP="0010405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104059" w:rsidRPr="00025A8C" w:rsidRDefault="00104059" w:rsidP="0010405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6823984000:01:017:0015, яка розташована</w:t>
      </w:r>
    </w:p>
    <w:p w:rsidR="00104059" w:rsidRPr="00025A8C" w:rsidRDefault="00104059" w:rsidP="0010405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104059" w:rsidRPr="00025A8C" w:rsidRDefault="00104059" w:rsidP="0010405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Крупець, </w:t>
      </w:r>
    </w:p>
    <w:p w:rsidR="00104059" w:rsidRPr="00025A8C" w:rsidRDefault="00104059" w:rsidP="0010405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104059" w:rsidRPr="00025A8C" w:rsidRDefault="00104059" w:rsidP="0010405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059" w:rsidRPr="00025A8C" w:rsidRDefault="00104059" w:rsidP="001040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104059" w:rsidRPr="00025A8C" w:rsidRDefault="00104059" w:rsidP="001040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104059" w:rsidRPr="00025A8C" w:rsidRDefault="00104059" w:rsidP="0010405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та об’єднання земельної ділянки площею 12,9089 га,  кадастровий  номер 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6823984000:01:017:0015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025A8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4059" w:rsidRPr="00025A8C" w:rsidRDefault="00104059" w:rsidP="001040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04059" w:rsidRPr="00104059" w:rsidRDefault="00104059" w:rsidP="001040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E84CC0" w:rsidRPr="00104059" w:rsidRDefault="00104059" w:rsidP="001040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Сільський  голова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В.А. </w:t>
      </w:r>
      <w:r w:rsidRPr="00025A8C">
        <w:rPr>
          <w:rFonts w:ascii="Times New Roman" w:eastAsia="Calibri" w:hAnsi="Times New Roman" w:cs="Times New Roman"/>
          <w:sz w:val="24"/>
          <w:szCs w:val="24"/>
        </w:rPr>
        <w:t>Михалюк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E84CC0" w:rsidRPr="001040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59"/>
    <w:rsid w:val="00104059"/>
    <w:rsid w:val="00171A2E"/>
    <w:rsid w:val="00304C90"/>
    <w:rsid w:val="00505B6D"/>
    <w:rsid w:val="006D3977"/>
    <w:rsid w:val="007D6C18"/>
    <w:rsid w:val="00D1641A"/>
    <w:rsid w:val="00E8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2020-05-20T14:12:00Z</dcterms:created>
  <dcterms:modified xsi:type="dcterms:W3CDTF">2020-05-20T14:12:00Z</dcterms:modified>
</cp:coreProperties>
</file>