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B3BD1" w:rsidRDefault="006B3BD1" w:rsidP="006B3BD1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26.04.2021                                                 Крупець                                                           №30</w:t>
      </w: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BD1" w:rsidRDefault="006B3BD1" w:rsidP="006B3BD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Про  ліквідацію колодязя</w:t>
      </w: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селі Крупець по </w:t>
      </w: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вул. О.Гуменюка, 50</w:t>
      </w:r>
    </w:p>
    <w:p w:rsidR="006B3BD1" w:rsidRDefault="006B3BD1" w:rsidP="006B3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6B3BD1" w:rsidRDefault="006B3BD1" w:rsidP="006B3BD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Відполвідно до Закону України “Про місцеве самоврядування в Україні”,Наказу №384 від 23.12.1996 року Про затвердження Державних санітарних правил і норм «Влаштування та утримання колодязів і каптажів джерел, що використовуються для децентралізованого господарсько - питного водопостачання», розглянувши Акт обстеження стану  криниці громадського користування в селі Крупець по провулку О.Гуменюка, 50, виконавчий комітет Крупецької сільської ради </w:t>
      </w:r>
    </w:p>
    <w:p w:rsidR="006B3BD1" w:rsidRDefault="006B3BD1" w:rsidP="006B3BD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ВИРІШИВ:</w:t>
      </w: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1.Ліквідувати криницю  громадського користування в селі Крупець по пров. О.Гуменюка, 50  так як вона  не придатна  до використання.</w:t>
      </w: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2.Засипати колодязь чистим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бажано глиною, із щільною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утрамбовкою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Поверхня землі над ліквідованим колодязем повинна підноситись у вигляді горбика на 0,2 - 0,3 м. ( з урахуванням усадки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3.Контроль за виконання цього рішення покласти на відділ комунальної власності, охорони навколишнього середовища та земельних відносин Денисюк Т.В.</w:t>
      </w: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BD1" w:rsidRDefault="006B3BD1" w:rsidP="006B3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Сільський голова                                                                                   Валерій МИХАЛЮК</w:t>
      </w:r>
    </w:p>
    <w:p w:rsidR="00242591" w:rsidRDefault="00242591">
      <w:bookmarkStart w:id="0" w:name="_GoBack"/>
      <w:bookmarkEnd w:id="0"/>
    </w:p>
    <w:sectPr w:rsidR="0024259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B75" w:rsidRDefault="00B76B75">
      <w:pPr>
        <w:spacing w:after="0" w:line="240" w:lineRule="auto"/>
      </w:pPr>
      <w:r>
        <w:separator/>
      </w:r>
    </w:p>
  </w:endnote>
  <w:endnote w:type="continuationSeparator" w:id="0">
    <w:p w:rsidR="00B76B75" w:rsidRDefault="00B7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B75" w:rsidRDefault="00B76B75">
      <w:pPr>
        <w:spacing w:after="0" w:line="240" w:lineRule="auto"/>
      </w:pPr>
      <w:r>
        <w:separator/>
      </w:r>
    </w:p>
  </w:footnote>
  <w:footnote w:type="continuationSeparator" w:id="0">
    <w:p w:rsidR="00B76B75" w:rsidRDefault="00B76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BD1"/>
    <w:rsid w:val="00242591"/>
    <w:rsid w:val="006B3BD1"/>
    <w:rsid w:val="00B7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D1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D1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2021-04-27T15:19:00Z</dcterms:created>
  <dcterms:modified xsi:type="dcterms:W3CDTF">2021-04-27T15:19:00Z</dcterms:modified>
</cp:coreProperties>
</file>