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57" w:rsidRDefault="00E25A57" w:rsidP="00E25A5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609192" wp14:editId="00BD63F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99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99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57" w:rsidRDefault="00E25A57" w:rsidP="00E25A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CxUuH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aQ/sQA&#10;AADdAAAADwAAAGRycy9kb3ducmV2LnhtbESPS4vCQBCE7wv7H4Ze8LZO1neio4is4kEQH7k3mTYJ&#10;m+kJmVmN/94RBI9FVX1FzRatqcSVGldaVvDTjUAQZ1aXnCs4n9bfExDOI2usLJOCOzlYzD8/Zpho&#10;e+MDXY8+FwHCLkEFhfd1IqXLCjLourYmDt7FNgZ9kE0udYO3ADeV7EXRSBosOSwUWNOqoOzv+G8U&#10;2P5mu0vz3qH/y2PPy/3kkrY7pTpf7XIKwlPr3+FXe6sVDON4A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WkP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zxa8gA&#10;AADdAAAADwAAAGRycy9kb3ducmV2LnhtbESPQWsCMRSE74X+h/AKXqRmW1C7W6OIsG31IGgLvT42&#10;r5utm5clibr11zcFocdhZr5hZovetuJEPjSOFTyMMhDEldMN1wo+3sv7JxAhImtsHZOCHwqwmN/e&#10;zLDQ7sw7Ou1jLRKEQ4EKTIxdIWWoDFkMI9cRJ+/LeYsxSV9L7fGc4LaVj1k2kRYbTgsGO1oZqg77&#10;o1XwXW7N52p6efHDfEeXYbl5bdcTpQZ3/fIZRKQ+/oev7TetYJznY/h7k56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jPFr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YNY8MA&#10;AADdAAAADwAAAGRycy9kb3ducmV2LnhtbESP3YrCMBCF74V9hzDC3oimu6Jo1ygiq4g3Rd0HGJqx&#10;KTaT0kTbfXsjCF4ezs/HWaw6W4k7Nb50rOBrlIAgzp0uuVDwd94OZyB8QNZYOSYF/+RhtfzoLTDV&#10;ruUj3U+hEHGEfYoKTAh1KqXPDVn0I1cTR+/iGoshyqaQusE2jttKfifJVFosORIM1rQxlF9PNxsh&#10;2Rizw6U9b3cdtvh7MDxYH5X67HfrHxCBuvAOv9p7rWAyn0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YNY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F9WMYA&#10;AADdAAAADwAAAGRycy9kb3ducmV2LnhtbESPX0sDMRDE34V+h7AF32zOYv+dTYtUBRF8sC0U35bL&#10;9u7wsgnJ2ju/vREEH4eZ+Q2z3g6uUxeKqfVs4HZSgCKuvG25NnA8PN8sQSVBtth5JgPflGC7GV2t&#10;sbS+53e67KVWGcKpRAONSCi1TlVDDtPEB+LsnX10KFnGWtuIfYa7Tk+LYq4dtpwXGgy0a6j63H85&#10;A2/9U3hdzGfn8BHvpjo9WjntxJjr8fBwD0pokP/wX/vFGpitVg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F9W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U8isIA&#10;AADdAAAADwAAAGRycy9kb3ducmV2LnhtbERPzWrCQBC+C77DMkIvUje2tNTUTRCppXgRtQ8wZMds&#10;aHY2ZLcmvr1zKPT48f2vy9G36kp9bAIbWC4yUMRVsA3XBr7Pu8c3UDEhW2wDk4EbRSiL6WSNuQ0D&#10;H+l6SrWSEI45GnApdbnWsXLkMS5CRyzcJfQek8C+1rbHQcJ9q5+y7FV7bFgaHHa0dVT9nH69lBye&#10;8bC/DOfd54gDfuwdzzdHYx5m4+YdVKIx/Yv/3F/WwMtqJXPljTw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VTyK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MscYA&#10;AADdAAAADwAAAGRycy9kb3ducmV2LnhtbESPQUsDMRSE70L/Q3gFbzZrsa27Ni1SFUTooVUQb4/N&#10;6+7i5iUkz+76740geBxm5htmvR1dr84UU+fZwPWsAEVce9txY+Dt9enqFlQSZIu9ZzLwTQm2m8nF&#10;GivrBz7Q+SiNyhBOFRpoRUKldapbcphmPhBn7+SjQ8kyNtpGHDLc9XpeFEvtsOO80GKgXUv15/HL&#10;GdgPj+FltVycwke8mev0YOV9J8ZcTsf7O1BCo/yH/9rP1sCiLE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JMs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7asMA&#10;AADdAAAADwAAAGRycy9kb3ducmV2LnhtbERPTWsCMRC9F/ofwhR6KTWxUilbo2ghKFgQtdDrsBl3&#10;l24mS5K66783B8Hj433PFoNrxZlCbDxrGI8UCOLS24YrDT9H8/oBIiZki61n0nChCIv548MMC+t7&#10;3tP5kCqRQzgWqKFOqSukjGVNDuPId8SZO/ngMGUYKmkD9jnctfJNqal02HBuqLGjr5rKv8O/07Da&#10;9dUkvJSrwW9P6993Y6z5Nlo/Pw3LTxCJhnQX39wbq2GqVN6f3+QnIO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f7a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MEtMMA&#10;AADdAAAADwAAAGRycy9kb3ducmV2LnhtbESP0WoCMRRE3wv9h3ALfauJoiJbo0jLgkhf1H7AZXPd&#10;rG5uliSu2783BcHHYWbOMMv14FrRU4iNZw3jkQJBXHnTcK3h91h+LEDEhGyw9Uwa/ijCevX6ssTC&#10;+BvvqT+kWmQIxwI12JS6QspYWXIYR74jzt7JB4cpy1BLE/CW4a6VE6Xm0mHDecFiR1+Wqsvh6jSU&#10;u8lPf7maUPrNMHU0s+fFt9X6/W3YfIJINKRn+NHeGg1zpcbw/yY/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MEt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nAhsYA&#10;AADdAAAADwAAAGRycy9kb3ducmV2LnhtbESPQWsCMRSE74X+h/AKvZSaVKmUrVGqECpYkFrB62Pz&#10;3F26eVmS6K7/3giFHoeZ+YaZLQbXijOF2HjW8DJSIIhLbxuuNOx/zPMbiJiQLbaeScOFIizm93cz&#10;LKzv+ZvOu1SJDOFYoIY6pa6QMpY1OYwj3xFn7+iDw5RlqKQN2Ge4a+VYqal02HBeqLGjVU3l7+7k&#10;NCy3fTUJT+Vy8Jvj5+HVGGu+jNaPD8PHO4hEQ/oP/7XXVsNUqTHc3uQn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nAh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0/WMQA&#10;AADdAAAADwAAAGRycy9kb3ducmV2LnhtbESP0WoCMRRE3wv9h3ALfatJtRVZjSKVBSm+VPsBl83t&#10;ZnVzsyRx3f69EQQfh5k5wyxWg2tFTyE2njW8jxQI4sqbhmsNv4fybQYiJmSDrWfS8E8RVsvnpwUW&#10;xl/4h/p9qkWGcCxQg02pK6SMlSWHceQ74uz9+eAwZRlqaQJeMty1cqzUVDpsOC9Y7OjLUnXan52G&#10;8nu8609nE0q/Hj4cfdrjbGO1fn0Z1nMQiYb0CN/bW6NhqtQEbm/yE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tP1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G9CsMA&#10;AADdAAAADwAAAGRycy9kb3ducmV2LnhtbESP3WoCMRSE7wXfIRyhd5rYqpTVKKVg0cuufYBDctxd&#10;3JxsN+n+vL0RhF4OM/MNszsMrhYdtaHyrGG5UCCIjbcVFxp+Lsf5O4gQkS3WnknDSAEO++lkh5n1&#10;PX9Tl8dCJAiHDDWUMTaZlMGU5DAsfEOcvKtvHcYk20LaFvsEd7V8VWojHVacFkps6LMkc8v/nIbV&#10;2H/95uubOlpHy/Nbc+Zo1lq/zIaPLYhIQ/wPP9snq2Gj1Aoeb9ITkP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G9C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8BjcUA&#10;AADdAAAADwAAAGRycy9kb3ducmV2LnhtbESPQWvCQBSE7wX/w/IEb3XXQEObukpQLNJTm6rnR/aZ&#10;hGbfhuwmxn/fLRR6HGbmG2a9nWwrRup941jDaqlAEJfONFxpOH0dHp9B+IBssHVMGu7kYbuZPawx&#10;M+7GnzQWoRIRwj5DDXUIXSalL2uy6JeuI47e1fUWQ5R9JU2Ptwi3rUyUSqXFhuNCjR3taiq/i8Fq&#10;GNJLcuLru/ko9ve3l/0h9/Jcab2YT/kriEBT+A//tY9GQ6rUE/y+i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nwGN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7g/cYA&#10;AADdAAAADwAAAGRycy9kb3ducmV2LnhtbESPT2vCQBTE70K/w/IKvelGW4KmrqJCwXqo+O/g7TX7&#10;TKLZt2l21fTbu4LgcZiZ3zDDcWNKcaHaFZYVdDsRCOLU6oIzBdvNV7sPwnlkjaVlUvBPDsajl9YQ&#10;E22vvKLL2mciQNglqCD3vkqkdGlOBl3HVsTBO9jaoA+yzqSu8RrgppS9KIqlwYLDQo4VzXJKT+uz&#10;UbBb9uPBcvr9cVz8/OK70X97XcRKvb02k08Qnhr/DD/ac60gDkS4vwlPQI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7g/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qHlcYA&#10;AADdAAAADwAAAGRycy9kb3ducmV2LnhtbESPT2vCQBTE7wW/w/IKvdXdqkSJboKtaKUn/4HXR/Y1&#10;Cc2+Ddmtxn76bkHocZiZ3zCLvLeNuFDna8caXoYKBHHhTM2lhtNx/TwD4QOywcYxabiRhzwbPCww&#10;Ne7Ke7ocQikihH2KGqoQ2lRKX1Rk0Q9dSxy9T9dZDFF2pTQdXiPcNnKkVCIt1hwXKmzpraLi6/Bt&#10;NfwkZ9z599HramwC3SazjfvYbbR+euyXcxCB+vAfvre3RkOi1BT+3s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qHl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1AX8IA&#10;AADdAAAADwAAAGRycy9kb3ducmV2LnhtbERP3WrCMBS+H/gO4Qi7m8mkk9kZRURhd1vrHuDQHNNi&#10;c1Kb2HZ7+uVisMuP73+zm1wrBupD41nD80KBIK68adhq+Dqfnl5BhIhssPVMGr4pwG47e9hgbvzI&#10;BQ1ltCKFcMhRQx1jl0sZqpochoXviBN38b3DmGBvpelxTOGulUulVtJhw6mhxo4ONVXX8u403Pzy&#10;xUzlET+ux/VnY212+ykyrR/n0/4NRKQp/ov/3O9Gw0qpNDe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nU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BvrMUA&#10;AADdAAAADwAAAGRycy9kb3ducmV2LnhtbESPwW7CMBBE75X6D9ZW4lZsipqGgEG0EhJXoIcet/aS&#10;BOJ1iF0I/XqMVKnH0cy80cwWvWvEmbpQe9YwGioQxMbbmksNn7vVcw4iRGSLjWfScKUAi/njwwwL&#10;6y+8ofM2liJBOBSooYqxLaQMpiKHYehb4uTtfecwJtmV0nZ4SXDXyBelMumw5rRQYUsfFZnj9sdp&#10;WNff9JqZ/cTl72bz9XuK47eD1Xrw1C+nICL18T/8115bDZlSE7i/SU9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8G+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qjGMYA&#10;AADdAAAADwAAAGRycy9kb3ducmV2LnhtbESPT2vDMAzF74V9B6PBbq3dHsqa1S1robCxrdA/bFcR&#10;a3FYLIfYS9NvPx0GPUp6eu/9lushNKqnLtWRLUwnBhRxGV3NlYXzaTd+BJUyssMmMlm4UoL16m60&#10;xMLFCx+oP+ZKiQmnAi34nNtC61R6CpgmsSWW23fsAmYZu0q7Di9iHho9M2auA9YsCR5b2noqf46/&#10;wUKP+6v58puPxWv9Xs72m883J3v7cD88P4HKNOSb+P/7xVmYm6n0FxohAb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qjG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2448QA&#10;AADdAAAADwAAAGRycy9kb3ducmV2LnhtbESPQUvDQBSE74L/YXmCN7tJDkXSbosILR41evD4mn3N&#10;ps2+F3a3TfTXu4LgcZiZb5j1dvaDulKIvbCBclGAIm7F9twZ+HjfPTyCignZ4iBMBr4ownZze7PG&#10;2srEb3RtUqcyhGONBlxKY611bB15jAsZibN3lOAxZRk6bQNOGe4HXRXFUnvsOS84HOnZUXtuLt7A&#10;tG8Pp+r4ad13GGXXvMqpGsSY+7v5aQUq0Zz+w3/tF2tgWZQl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tuO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RgM8YA&#10;AADdAAAADwAAAGRycy9kb3ducmV2LnhtbESPT2sCMRTE7wW/Q3iF3mrWPVhZjWK1ghSL+O/+3Dx3&#10;V5OXZRN1/fZNoeBxmJnfMKNJa424UeMrxwp63QQEce50xYWC/W7xPgDhA7JG45gUPMjDZNx5GWGm&#10;3Z03dNuGQkQI+wwVlCHUmZQ+L8mi77qaOHon11gMUTaF1A3eI9wamSZJX1qsOC6UWNOspPyyvVoF&#10;i/XcnNOfzfQgw+zr42gG35/zlVJvr+10CCJQG57h//ZSK+gnvRT+3sQnIM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RgM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8IEccA&#10;AADdAAAADwAAAGRycy9kb3ducmV2LnhtbESPzWrDMBCE74G8g9hCLyWR01ATnCgmFEpcaCF/kOvG&#10;2trG1spYqu2+fVUo5DjMzDfMJh1NI3rqXGVZwWIegSDOra64UHA5v81WIJxH1thYJgU/5CDdTicb&#10;TLQd+Ej9yRciQNglqKD0vk2kdHlJBt3ctsTB+7KdQR9kV0jd4RDgppHPURRLgxWHhRJbei0pr0/f&#10;RkF/+LgVWe/a93r15F6Wt/3+U1+VenwYd2sQnkZ/D/+3M60gjhZL+HsTnoD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/CB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fsrMcA&#10;AADdAAAADwAAAGRycy9kb3ducmV2LnhtbESPT2sCMRTE74V+h/AKvXUTxYpdjaKFQi+F+udQb8/N&#10;c3dx87ImqW799I0geBxm5jfMZNbZRpzIh9qxhl6mQBAXztRcatisP15GIEJENtg4Jg1/FGA2fXyY&#10;YG7cmZd0WsVSJAiHHDVUMba5lKGoyGLIXEucvL3zFmOSvpTG4znBbSP7Sg2lxZrTQoUtvVdUHFa/&#10;VsPibbQ4fg/467LcbWn7szu89r3S+vmpm49BROriPXxrfxoNQ9UbwPVNeg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37KzHAAAA3QAAAA8AAAAAAAAAAAAAAAAAmAIAAGRy&#10;cy9kb3ducmV2LnhtbFBLBQYAAAAABAAEAPUAAACMAwAAAAA=&#10;" fillcolor="black" stroked="f"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KKOccA&#10;AADdAAAADwAAAGRycy9kb3ducmV2LnhtbESPT2vCQBTE74V+h+UJ3upGwSDRVbRaEKoH/xw8vmZf&#10;kyXZtyG71bSfvisIHoeZ+Q0zW3S2FldqvXGsYDhIQBDnThsuFJxPH28TED4ga6wdk4Jf8rCYv77M&#10;MNPuxge6HkMhIoR9hgrKEJpMSp+XZNEPXEMcvW/XWgxRtoXULd4i3NZylCSptGg4LpTY0HtJeXX8&#10;sQoun6mZHAyNvnZ/q43ejavVfl0p1e91yymIQF14hh/trVaQJsMx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Sijn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q+8UA&#10;AADdAAAADwAAAGRycy9kb3ducmV2LnhtbESPQWsCMRSE7wX/Q3hCbzWxh0VWo0iLtJceaiteH5vn&#10;Zt3Ny5pEXf31TaHQ4zAz3zCL1eA6caEQG88aphMFgrjypuFaw/fX5mkGIiZkg51n0nCjCKvl6GGB&#10;pfFX/qTLNtUiQziWqMGm1JdSxsqSwzjxPXH2Dj44TFmGWpqA1wx3nXxWqpAOG84LFnt6sVS127PT&#10;ENb71/bO512r7h+3+HYcTjO0Wj+Oh/UcRKIh/Yf/2u9GQ6GmBfy+yU9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JSr7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0q0sYA&#10;AADdAAAADwAAAGRycy9kb3ducmV2LnhtbESP3WoCMRSE74W+QziF3khN9MKfrVGKUChUBH8e4HRz&#10;urs0OVk2R1379I1Q6OUwM98wy3UfvLpQl5rIFsYjA4q4jK7hysLp+PY8B5UE2aGPTBZulGC9ehgs&#10;sXDxynu6HKRSGcKpQAu1SFtoncqaAqZRbImz9xW7gJJlV2nX4TXDg9cTY6Y6YMN5ocaWNjWV34dz&#10;sOAnn37xMUtbuZ301vwE2Q93ztqnx/71BZRQL//hv/a7szA14xnc3+Qn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z0q0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6x5MIA&#10;AADdAAAADwAAAGRycy9kb3ducmV2LnhtbERPy4rCMBTdC/5DuMLsNNWFSDWKD4RuZjEdxe21uTbF&#10;5KY0UTvz9ZOFMMvDea82vbPiSV1oPCuYTjIQxJXXDdcKTt/H8QJEiMgarWdS8EMBNuvhYIW59i/+&#10;omcZa5FCOOSowMTY5lKGypDDMPEtceJuvnMYE+xqqTt8pXBn5SzL5tJhw6nBYEt7Q9W9fDgFh7K1&#10;s1NhduFy/rxebfF7pMtBqY9Rv12CiNTHf/HbXWgF82ya5qY36Qn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LrHk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VbzsQA&#10;AADdAAAADwAAAGRycy9kb3ducmV2LnhtbESPzWrDMBCE74W8g9hAbo3kHtzUjWJCaCCQU/4OvS3S&#10;1nZrrYylxM7bR4VCj8PMfMMsy9G14kZ9aDxryOYKBLHxtuFKw/m0fV6ACBHZYuuZNNwpQLmaPC2x&#10;sH7gA92OsRIJwqFADXWMXSFlMDU5DHPfESfvy/cOY5J9JW2PQ4K7Vr4olUuHDaeFGjva1GR+jlen&#10;4Xsr994oNJfzZdjZ18+PnFql9Ww6rt9BRBrjf/ivvbMacpW9we+b9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1W8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qawMEA&#10;AADdAAAADwAAAGRycy9kb3ducmV2LnhtbERPTYvCMBC9L/gfwgje1tQKItUoKiwsiodVEY9jM7al&#10;zaQkUeu/Nwdhj4/3PV92phEPcr6yrGA0TEAQ51ZXXCg4HX++pyB8QNbYWCYFL/KwXPS+5php++Q/&#10;ehxCIWII+wwVlCG0mZQ+L8mgH9qWOHI36wyGCF0htcNnDDeNTJNkIg1WHBtKbGlTUl4f7kbB5b7j&#10;2368Xbl1ONvu6Ov0Oq2VGvS71QxEoC78iz/uX61gkqRxf3wTn4Bcv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26msDBAAAA3Q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yFiccA&#10;AADdAAAADwAAAGRycy9kb3ducmV2LnhtbESPQWsCMRSE74X+h/AEbzVxsaKrUWpB6KVQbQ/19tw8&#10;dxc3L9sk6tZf3whCj8PMfMPMl51txJl8qB1rGA4UCOLCmZpLDV+f66cJiBCRDTaOScMvBVguHh/m&#10;mBt34Q2dt7EUCcIhRw1VjG0uZSgqshgGriVO3sF5izFJX0rj8ZLgtpGZUmNpsea0UGFLrxUVx+3J&#10;alhNJ6ufjxG/Xzf7He2+98fnzCut+73uZQYiUhf/w/f2m9EwVtkQ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shYnHAAAA3QAAAA8AAAAAAAAAAAAAAAAAmAIAAGRy&#10;cy9kb3ducmV2LnhtbFBLBQYAAAAABAAEAPUAAACMAwAAAAA=&#10;" fillcolor="black" stroked="f"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h/8UA&#10;AADdAAAADwAAAGRycy9kb3ducmV2LnhtbESPwWrDMBBE74X8g9hAb40cF0JxowQTCCk9OWlKrxtr&#10;a5lYKyOpivv3VaHQ4zAzb5j1drKDSORD71jBclGAIG6d7rlTcH7bPzyBCBFZ4+CYFHxTgO1mdrfG&#10;SrsbHymdYicyhEOFCkyMYyVlaA1ZDAs3Emfv03mLMUvfSe3xluF2kGVRrKTFnvOCwZF2htrr6csq&#10;SJddUz+mj2SOr77uvGsO75dGqfv5VD+DiDTF//Bf+0UrWBVlCb9v8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wuH/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klsYA&#10;AADdAAAADwAAAGRycy9kb3ducmV2LnhtbESPQWvCQBSE70L/w/IK3nSjQmhTVylSpXpR00J7fGRf&#10;s6HZtyG7jdFf7xYEj8PMfMPMl72tRUetrxwrmIwTEMSF0xWXCj4/1qMnED4ga6wdk4IzeVguHgZz&#10;zLQ78ZG6PJQiQthnqMCE0GRS+sKQRT92DXH0flxrMUTZllK3eIpwW8tpkqTSYsVxwWBDK0PFb/5n&#10;FfjJ6u1rZy/P3ffG8D7fmvRQGqWGj/3rC4hAfbiHb+13rSBNpjP4f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mkl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5A57" w:rsidRDefault="00E25A57" w:rsidP="00E25A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5A57" w:rsidRDefault="00E25A57" w:rsidP="00E25A5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5A57" w:rsidRDefault="00E25A57" w:rsidP="00E25A5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57" w:rsidRDefault="00E25A57" w:rsidP="00E25A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25A57" w:rsidRDefault="00E25A57" w:rsidP="00E25A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5A57" w:rsidRDefault="00E25A57" w:rsidP="00E25A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№47</w:t>
      </w:r>
    </w:p>
    <w:p w:rsidR="00E25A57" w:rsidRPr="002D189B" w:rsidRDefault="00E25A57" w:rsidP="00E25A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5A57" w:rsidRPr="009B40A3" w:rsidRDefault="00E25A57" w:rsidP="00E25A5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землеустроющодо</w:t>
      </w:r>
      <w:proofErr w:type="spellEnd"/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Базан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М.П.</w:t>
      </w: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 xml:space="preserve">116,  118, 121,122,186 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Базана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М.П.,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Базану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Миколі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Петровичу,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D70C33">
        <w:rPr>
          <w:rFonts w:ascii="Times New Roman" w:eastAsia="Calibri" w:hAnsi="Times New Roman" w:cs="Times New Roman"/>
          <w:sz w:val="24"/>
          <w:lang w:val="uk-UA"/>
        </w:rPr>
        <w:t>________________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0,1600 га, для </w:t>
      </w:r>
      <w:proofErr w:type="spellStart"/>
      <w:r w:rsidRPr="009B40A3">
        <w:rPr>
          <w:rFonts w:ascii="Times New Roman" w:eastAsia="Calibri" w:hAnsi="Times New Roman" w:cs="Times New Roman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в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Лісовій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Базану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М.П.,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E25A57" w:rsidRPr="009B40A3" w:rsidRDefault="00E25A57" w:rsidP="00E25A5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25A57" w:rsidRPr="009B40A3" w:rsidRDefault="00E25A57" w:rsidP="00E25A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25A57" w:rsidRPr="009B40A3" w:rsidRDefault="00E25A57" w:rsidP="00E25A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74C80" w:rsidRPr="00E25A57" w:rsidRDefault="00E25A57" w:rsidP="00E25A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C74C80" w:rsidRPr="00E25A5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57"/>
    <w:rsid w:val="00C74C80"/>
    <w:rsid w:val="00D70C33"/>
    <w:rsid w:val="00E2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5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5A5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5A5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5A5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5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5A5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5A5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5A5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234</Words>
  <Characters>1338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2021-09-13T08:07:00Z</dcterms:created>
  <dcterms:modified xsi:type="dcterms:W3CDTF">2021-09-14T12:23:00Z</dcterms:modified>
</cp:coreProperties>
</file>