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C6" w:rsidRPr="002065A9" w:rsidRDefault="00DB36C6" w:rsidP="00DB36C6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6C6" w:rsidRDefault="00DB36C6" w:rsidP="00DB3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B36C6" w:rsidRDefault="00DB36C6" w:rsidP="00DB3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B36C6" w:rsidRPr="000A4F3E" w:rsidRDefault="00DB36C6" w:rsidP="00DB36C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36C6" w:rsidRPr="000A4F3E" w:rsidRDefault="00DB36C6" w:rsidP="00DB36C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DB36C6" w:rsidRPr="000A4F3E" w:rsidRDefault="00DB36C6" w:rsidP="00DB36C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B36C6" w:rsidRDefault="00DB36C6" w:rsidP="00DB36C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DB36C6" w:rsidRPr="006A1608" w:rsidRDefault="00DB36C6" w:rsidP="00DB36C6">
      <w:pPr>
        <w:spacing w:after="0"/>
        <w:rPr>
          <w:rFonts w:ascii="Times New Roman" w:hAnsi="Times New Roman"/>
          <w:sz w:val="24"/>
        </w:rPr>
      </w:pPr>
    </w:p>
    <w:p w:rsidR="00DB36C6" w:rsidRPr="003A3C86" w:rsidRDefault="00DB36C6" w:rsidP="00DB36C6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DB36C6" w:rsidRPr="003A3C86" w:rsidRDefault="00DB36C6" w:rsidP="00DB36C6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</w:t>
      </w:r>
      <w:r w:rsidRPr="003A3C86">
        <w:rPr>
          <w:rFonts w:ascii="Times New Roman" w:hAnsi="Times New Roman"/>
          <w:b/>
          <w:sz w:val="24"/>
        </w:rPr>
        <w:t>ехнічної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документації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із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землеустрою</w:t>
      </w:r>
    </w:p>
    <w:p w:rsidR="00DB36C6" w:rsidRPr="003A3C86" w:rsidRDefault="00DB36C6" w:rsidP="00DB36C6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щодо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 xml:space="preserve">встановлення (відновлення) меж </w:t>
      </w:r>
    </w:p>
    <w:p w:rsidR="00DB36C6" w:rsidRPr="003A3C86" w:rsidRDefault="00DB36C6" w:rsidP="00DB36C6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земельної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ділянки в натурі (на місцевості)</w:t>
      </w:r>
    </w:p>
    <w:p w:rsidR="00DB36C6" w:rsidRPr="005A5FBF" w:rsidRDefault="00DB36C6" w:rsidP="00DB36C6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ТОВ «Акріс Агро»</w:t>
      </w:r>
    </w:p>
    <w:p w:rsidR="00DB36C6" w:rsidRPr="003A3C86" w:rsidRDefault="00DB36C6" w:rsidP="00DB36C6">
      <w:pPr>
        <w:spacing w:after="0"/>
        <w:rPr>
          <w:rFonts w:ascii="Times New Roman" w:hAnsi="Times New Roman"/>
          <w:b/>
          <w:sz w:val="24"/>
        </w:rPr>
      </w:pPr>
    </w:p>
    <w:p w:rsidR="00DB36C6" w:rsidRPr="003A3C86" w:rsidRDefault="00DB36C6" w:rsidP="00DB36C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3A3C86">
        <w:rPr>
          <w:rFonts w:ascii="Times New Roman" w:hAnsi="Times New Roman"/>
          <w:sz w:val="24"/>
        </w:rPr>
        <w:t>Відповідно до пункту 34 частини 1 статті</w:t>
      </w:r>
      <w:r>
        <w:rPr>
          <w:rFonts w:ascii="Times New Roman" w:hAnsi="Times New Roman"/>
          <w:sz w:val="24"/>
        </w:rPr>
        <w:t xml:space="preserve"> </w:t>
      </w:r>
      <w:r w:rsidRPr="003A3C86">
        <w:rPr>
          <w:rFonts w:ascii="Times New Roman" w:hAnsi="Times New Roman"/>
          <w:sz w:val="24"/>
        </w:rPr>
        <w:t>26,  статті 42 Закону України «Про місцеве</w:t>
      </w:r>
      <w:r>
        <w:rPr>
          <w:rFonts w:ascii="Times New Roman" w:hAnsi="Times New Roman"/>
          <w:sz w:val="24"/>
        </w:rPr>
        <w:t xml:space="preserve"> </w:t>
      </w:r>
      <w:r w:rsidRPr="003A3C86">
        <w:rPr>
          <w:rFonts w:ascii="Times New Roman" w:hAnsi="Times New Roman"/>
          <w:sz w:val="24"/>
        </w:rPr>
        <w:t xml:space="preserve">самоврядування в Україні»,  Земельного кодексу України, Закону України «Про землеустрій»,  розглянувши </w:t>
      </w:r>
      <w:r>
        <w:rPr>
          <w:rFonts w:ascii="Times New Roman" w:hAnsi="Times New Roman"/>
          <w:sz w:val="24"/>
        </w:rPr>
        <w:t xml:space="preserve"> </w:t>
      </w:r>
      <w:r w:rsidRPr="003A3C86">
        <w:rPr>
          <w:rFonts w:ascii="Times New Roman" w:hAnsi="Times New Roman"/>
          <w:sz w:val="24"/>
        </w:rPr>
        <w:t>клопотання  ТОВ «Акріс Агро»,   сільська рада</w:t>
      </w:r>
    </w:p>
    <w:p w:rsidR="00DB36C6" w:rsidRPr="003A3C86" w:rsidRDefault="00DB36C6" w:rsidP="00DB36C6">
      <w:pPr>
        <w:spacing w:after="0"/>
        <w:jc w:val="both"/>
        <w:rPr>
          <w:rFonts w:ascii="Times New Roman" w:hAnsi="Times New Roman"/>
          <w:sz w:val="24"/>
        </w:rPr>
      </w:pPr>
      <w:r w:rsidRPr="003A3C86">
        <w:rPr>
          <w:rFonts w:ascii="Times New Roman" w:hAnsi="Times New Roman"/>
          <w:sz w:val="24"/>
        </w:rPr>
        <w:t>ВИРІШИЛА:</w:t>
      </w:r>
    </w:p>
    <w:p w:rsidR="00DB36C6" w:rsidRPr="003A3C86" w:rsidRDefault="00DB36C6" w:rsidP="00DB36C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3A3C86">
        <w:rPr>
          <w:rFonts w:ascii="Times New Roman" w:hAnsi="Times New Roman"/>
          <w:sz w:val="24"/>
        </w:rPr>
        <w:t>1.Надати 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</w:t>
      </w:r>
      <w:r>
        <w:rPr>
          <w:rFonts w:ascii="Times New Roman" w:hAnsi="Times New Roman"/>
          <w:sz w:val="24"/>
        </w:rPr>
        <w:t xml:space="preserve"> орієнтовною площею  4,25 га,</w:t>
      </w:r>
      <w:r w:rsidRPr="003A3C86">
        <w:rPr>
          <w:rFonts w:ascii="Times New Roman" w:hAnsi="Times New Roman"/>
          <w:sz w:val="24"/>
        </w:rPr>
        <w:t xml:space="preserve"> які розташовані на території Крупецької сільської ради за межами населен</w:t>
      </w:r>
      <w:r>
        <w:rPr>
          <w:rFonts w:ascii="Times New Roman" w:hAnsi="Times New Roman"/>
          <w:sz w:val="24"/>
        </w:rPr>
        <w:t>ого пункту села  Лисиче</w:t>
      </w:r>
      <w:r w:rsidRPr="003A3C86">
        <w:rPr>
          <w:rFonts w:ascii="Times New Roman" w:hAnsi="Times New Roman"/>
          <w:sz w:val="24"/>
        </w:rPr>
        <w:t xml:space="preserve">. </w:t>
      </w:r>
    </w:p>
    <w:p w:rsidR="00DB36C6" w:rsidRPr="00535C6B" w:rsidRDefault="00DB36C6" w:rsidP="00DB36C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535C6B">
        <w:rPr>
          <w:rFonts w:ascii="Times New Roman" w:hAnsi="Times New Roman"/>
          <w:sz w:val="24"/>
        </w:rPr>
        <w:t>2.ТОВ</w:t>
      </w:r>
      <w:r w:rsidRPr="003A3C86">
        <w:rPr>
          <w:rFonts w:ascii="Times New Roman" w:hAnsi="Times New Roman"/>
          <w:sz w:val="24"/>
        </w:rPr>
        <w:t xml:space="preserve"> «Акріс Агро»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розробити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технічну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документацію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із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землеустрою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щодо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встановлення (відновлення) меж земельної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ділянки в натурі (на місцевості) та подати на  розгляд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сесії сільської ради.</w:t>
      </w:r>
    </w:p>
    <w:p w:rsidR="00DB36C6" w:rsidRPr="003A3C86" w:rsidRDefault="00DB36C6" w:rsidP="00DB36C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3A3C86"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B36C6" w:rsidRPr="006A1608" w:rsidRDefault="00DB36C6" w:rsidP="00DB36C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B36C6" w:rsidRPr="006A1608" w:rsidRDefault="00DB36C6" w:rsidP="00DB36C6">
      <w:pPr>
        <w:spacing w:after="0"/>
        <w:jc w:val="both"/>
        <w:rPr>
          <w:rFonts w:ascii="Times New Roman" w:hAnsi="Times New Roman"/>
          <w:sz w:val="24"/>
        </w:rPr>
      </w:pPr>
    </w:p>
    <w:p w:rsidR="00DB36C6" w:rsidRPr="006A1608" w:rsidRDefault="00DB36C6" w:rsidP="00DB36C6">
      <w:pPr>
        <w:spacing w:after="0"/>
        <w:jc w:val="both"/>
        <w:rPr>
          <w:rFonts w:ascii="Times New Roman" w:hAnsi="Times New Roman"/>
          <w:sz w:val="24"/>
        </w:rPr>
      </w:pPr>
    </w:p>
    <w:p w:rsidR="00BE0654" w:rsidRPr="00DB36C6" w:rsidRDefault="00DB36C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Валерій МИХАЛЮК</w:t>
      </w:r>
      <w:bookmarkStart w:id="0" w:name="_GoBack"/>
      <w:bookmarkEnd w:id="0"/>
    </w:p>
    <w:sectPr w:rsidR="00BE0654" w:rsidRPr="00DB36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6C6"/>
    <w:rsid w:val="00171A2E"/>
    <w:rsid w:val="00304C90"/>
    <w:rsid w:val="00505B6D"/>
    <w:rsid w:val="006D3977"/>
    <w:rsid w:val="007D6C18"/>
    <w:rsid w:val="00BE0654"/>
    <w:rsid w:val="00D1641A"/>
    <w:rsid w:val="00D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B36C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B36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B36C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B36C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B36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B36C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241</Words>
  <Characters>1375</Characters>
  <Application>Microsoft Office Word</Application>
  <DocSecurity>0</DocSecurity>
  <Lines>11</Lines>
  <Paragraphs>3</Paragraphs>
  <ScaleCrop>false</ScaleCrop>
  <Company>Microsoft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2020-09-16T10:25:00Z</dcterms:created>
  <dcterms:modified xsi:type="dcterms:W3CDTF">2020-09-16T10:25:00Z</dcterms:modified>
</cp:coreProperties>
</file>