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F09" w:rsidRPr="00E9508A" w:rsidRDefault="00AD5F09" w:rsidP="00AD5F09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634EDF" wp14:editId="6AD58BA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5F09" w:rsidRDefault="00AD5F09" w:rsidP="00AD5F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5F09" w:rsidRDefault="00AD5F09" w:rsidP="00AD5F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5F09" w:rsidRDefault="00AD5F09" w:rsidP="00AD5F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5F09" w:rsidRDefault="00AD5F09" w:rsidP="00AD5F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D5F09" w:rsidRDefault="00AD5F09" w:rsidP="00AD5F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5F09" w:rsidRPr="00B613B3" w:rsidRDefault="00AD5F09" w:rsidP="00AD5F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№81</w:t>
      </w:r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A71AA4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А.В.,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Т.В.,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AD5F09" w:rsidRPr="00A71AA4" w:rsidRDefault="00AD5F09" w:rsidP="00AD5F0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D5F09" w:rsidRPr="00A71AA4" w:rsidRDefault="00AD5F09" w:rsidP="00AD5F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А.В.,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ітчука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AD5F09" w:rsidRPr="00A71AA4" w:rsidRDefault="00AD5F09" w:rsidP="00AD5F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D5F09" w:rsidRPr="00A71AA4" w:rsidRDefault="00AD5F09" w:rsidP="00AD5F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Андрію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4433B">
        <w:rPr>
          <w:rFonts w:ascii="Times New Roman" w:eastAsia="Calibri" w:hAnsi="Times New Roman" w:cs="Times New Roman"/>
          <w:sz w:val="24"/>
          <w:szCs w:val="24"/>
          <w:lang w:val="en-US"/>
        </w:rPr>
        <w:t>____________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Василівні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, яка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4433B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;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Васильовичу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4433B">
        <w:rPr>
          <w:rFonts w:ascii="Times New Roman" w:eastAsia="Calibri" w:hAnsi="Times New Roman" w:cs="Times New Roman"/>
          <w:sz w:val="24"/>
          <w:szCs w:val="24"/>
          <w:lang w:val="en-US"/>
        </w:rPr>
        <w:t>___________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),  4,87 в</w:t>
      </w:r>
      <w:r w:rsidR="00F44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4433B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="00F4433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4433B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="00F4433B">
        <w:rPr>
          <w:rFonts w:ascii="Times New Roman" w:eastAsia="Calibri" w:hAnsi="Times New Roman" w:cs="Times New Roman"/>
          <w:sz w:val="24"/>
          <w:szCs w:val="24"/>
        </w:rPr>
        <w:t xml:space="preserve"> гектарах,</w:t>
      </w:r>
      <w:bookmarkStart w:id="0" w:name="_GoBack"/>
      <w:bookmarkEnd w:id="0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сертифікат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(пай)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серія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ХМ №0318983,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товарного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AD5F09" w:rsidRPr="00A71AA4" w:rsidRDefault="00AD5F09" w:rsidP="00AD5F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2.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А.В.,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Лупеха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Нікітчуку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AD5F09" w:rsidRPr="00AD5F09" w:rsidRDefault="00AD5F09" w:rsidP="00AD5F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     3. Контроль за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 Т.В.).</w:t>
      </w:r>
    </w:p>
    <w:p w:rsidR="00AD5F09" w:rsidRPr="00A71AA4" w:rsidRDefault="00AD5F09" w:rsidP="00AD5F0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96393" w:rsidRPr="00AD5F09" w:rsidRDefault="00AD5F09" w:rsidP="00AD5F0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96393" w:rsidRPr="00AD5F09" w:rsidSect="00AD5F09">
      <w:pgSz w:w="12240" w:h="15840"/>
      <w:pgMar w:top="1440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DDF" w:rsidRDefault="00C32DDF">
      <w:pPr>
        <w:spacing w:after="0" w:line="240" w:lineRule="auto"/>
      </w:pPr>
      <w:r>
        <w:separator/>
      </w:r>
    </w:p>
  </w:endnote>
  <w:endnote w:type="continuationSeparator" w:id="0">
    <w:p w:rsidR="00C32DDF" w:rsidRDefault="00C32D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DDF" w:rsidRDefault="00C32DDF">
      <w:pPr>
        <w:spacing w:after="0" w:line="240" w:lineRule="auto"/>
      </w:pPr>
      <w:r>
        <w:separator/>
      </w:r>
    </w:p>
  </w:footnote>
  <w:footnote w:type="continuationSeparator" w:id="0">
    <w:p w:rsidR="00C32DDF" w:rsidRDefault="00C32D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F09"/>
    <w:rsid w:val="00796393"/>
    <w:rsid w:val="00995B80"/>
    <w:rsid w:val="00AD5F09"/>
    <w:rsid w:val="00C32DDF"/>
    <w:rsid w:val="00F4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F0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D5F0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D5F0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D5F0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F0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D5F0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D5F0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D5F0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2021-02-01T07:22:00Z</dcterms:created>
  <dcterms:modified xsi:type="dcterms:W3CDTF">2021-02-01T08:21:00Z</dcterms:modified>
</cp:coreProperties>
</file>