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D69" w:rsidRDefault="00074D69" w:rsidP="00074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0" t="0" r="1270" b="0"/>
                <wp:wrapNone/>
                <wp:docPr id="1" name="Group 1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1305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1306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1307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1308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1309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1310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1311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312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313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314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15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316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317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318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319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320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321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1322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1323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1324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1325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1326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1327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1328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1329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1330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1331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1332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1333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1334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04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XW/NnkAAEl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">
                <v:shape id="Freeform 1305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1306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1307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1308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1309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1310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1311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312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313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14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15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316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317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318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319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320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321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1322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1323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1324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1325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1326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1327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1328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1329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1330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1331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1332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1333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1334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074D69" w:rsidRDefault="00074D69" w:rsidP="00074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74D69" w:rsidRDefault="00074D69" w:rsidP="00074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74D69" w:rsidRDefault="00074D69" w:rsidP="00074D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074D69" w:rsidRDefault="00074D69" w:rsidP="00074D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074D69" w:rsidRDefault="00074D69" w:rsidP="00074D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074D69" w:rsidRDefault="00074D69" w:rsidP="00074D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074D69" w:rsidRDefault="00074D69" w:rsidP="00074D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4D69" w:rsidRDefault="00074D69" w:rsidP="00074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074D69" w:rsidRDefault="00074D69" w:rsidP="00074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74D69" w:rsidRDefault="00074D69" w:rsidP="00074D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074D69" w:rsidRDefault="00074D69" w:rsidP="00074D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</w:t>
      </w:r>
    </w:p>
    <w:p w:rsidR="00074D69" w:rsidRDefault="00074D69" w:rsidP="00074D69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74D69" w:rsidRDefault="00074D69" w:rsidP="00074D69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074D69" w:rsidRDefault="00074D69" w:rsidP="00074D69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074D69" w:rsidRDefault="00074D69" w:rsidP="00074D69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074D69" w:rsidRDefault="00074D69" w:rsidP="00074D69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Чабанову О.Р.</w:t>
      </w:r>
    </w:p>
    <w:p w:rsidR="00074D69" w:rsidRDefault="00074D69" w:rsidP="00074D69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74D69" w:rsidRDefault="00074D69" w:rsidP="00074D69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врахувавши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пропозицію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арх</w:t>
      </w:r>
      <w:proofErr w:type="gramEnd"/>
      <w:r>
        <w:rPr>
          <w:rFonts w:ascii="Times New Roman" w:hAnsi="Times New Roman" w:cs="Times New Roman"/>
          <w:sz w:val="24"/>
          <w:szCs w:val="24"/>
        </w:rPr>
        <w:t>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благоустрою,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Чабанова О.Р.,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074D69" w:rsidRDefault="00074D69" w:rsidP="00074D69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074D69" w:rsidRDefault="00074D69" w:rsidP="00074D6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1.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Надати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Чабанову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Олександру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Ростиславовичу,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8411EA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2,0 га,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особистого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селянського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господарства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території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 за межами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населеного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пункту  села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ідова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гора.</w:t>
      </w:r>
    </w:p>
    <w:p w:rsidR="00074D69" w:rsidRDefault="00074D69" w:rsidP="00074D6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2. Чабанову О.Р.,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ради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074D69" w:rsidRDefault="00074D69" w:rsidP="00074D6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074D69" w:rsidRPr="00074D69" w:rsidRDefault="00074D69" w:rsidP="00074D69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:rsidR="007E3CCF" w:rsidRPr="00074D69" w:rsidRDefault="00074D69" w:rsidP="00074D69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В.М.Мазур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7E3CCF" w:rsidRPr="00074D6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D69"/>
    <w:rsid w:val="00074D69"/>
    <w:rsid w:val="00171A2E"/>
    <w:rsid w:val="00304C90"/>
    <w:rsid w:val="00505B6D"/>
    <w:rsid w:val="006D3977"/>
    <w:rsid w:val="007D6C18"/>
    <w:rsid w:val="007E3CCF"/>
    <w:rsid w:val="008411EA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263</Words>
  <Characters>1503</Characters>
  <Application>Microsoft Office Word</Application>
  <DocSecurity>0</DocSecurity>
  <Lines>12</Lines>
  <Paragraphs>3</Paragraphs>
  <ScaleCrop>false</ScaleCrop>
  <Company>Microsoft</Company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2020-07-20T16:31:00Z</dcterms:created>
  <dcterms:modified xsi:type="dcterms:W3CDTF">2020-07-20T16:48:00Z</dcterms:modified>
</cp:coreProperties>
</file>