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3EF" w:rsidRDefault="0085663F" w:rsidP="007113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7113EF" w:rsidRDefault="007113EF" w:rsidP="007113EF"/>
    <w:p w:rsidR="007113EF" w:rsidRDefault="007113EF" w:rsidP="007113EF"/>
    <w:p w:rsidR="007113EF" w:rsidRDefault="007113EF" w:rsidP="007113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113EF" w:rsidRDefault="007113EF" w:rsidP="007113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113EF" w:rsidRDefault="007113EF" w:rsidP="007113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113EF" w:rsidRDefault="007113EF" w:rsidP="007113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113EF" w:rsidRDefault="007113EF" w:rsidP="007113E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3EF" w:rsidRDefault="007113EF" w:rsidP="007113E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113EF" w:rsidRDefault="007113EF" w:rsidP="007113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13EF" w:rsidRDefault="007113EF" w:rsidP="007113E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113EF" w:rsidRPr="00991413" w:rsidRDefault="007113EF" w:rsidP="007113E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66</w:t>
      </w:r>
    </w:p>
    <w:p w:rsidR="007113EF" w:rsidRPr="004A7F1D" w:rsidRDefault="007113EF" w:rsidP="007113E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7113EF" w:rsidRPr="004A7F1D" w:rsidRDefault="007113EF" w:rsidP="007113E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113EF" w:rsidRPr="004A7F1D" w:rsidRDefault="007113EF" w:rsidP="007113E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113EF" w:rsidRPr="004A7F1D" w:rsidRDefault="007113EF" w:rsidP="007113E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7113EF" w:rsidRPr="004A7F1D" w:rsidRDefault="007113EF" w:rsidP="007113E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Плакси В.А.</w:t>
      </w:r>
    </w:p>
    <w:p w:rsidR="007113EF" w:rsidRPr="004A7F1D" w:rsidRDefault="007113EF" w:rsidP="007113E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113EF" w:rsidRPr="004A7F1D" w:rsidRDefault="007113EF" w:rsidP="007113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Плакси В.А.,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7113EF" w:rsidRPr="004A7F1D" w:rsidRDefault="007113EF" w:rsidP="007113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7113EF" w:rsidRPr="004A7F1D" w:rsidRDefault="007113EF" w:rsidP="007113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Плаксі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Вячеславу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Анатолійовичу, який зареєстрований за адресою: </w:t>
      </w:r>
      <w:r w:rsidR="0085663F" w:rsidRPr="0085663F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1,0000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га, за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рахунок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земель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колективної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власності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радиза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межами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пункту села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Лисиче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  <w:proofErr w:type="gramEnd"/>
    </w:p>
    <w:p w:rsidR="007113EF" w:rsidRPr="004A7F1D" w:rsidRDefault="007113EF" w:rsidP="007113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. Плаксі В.А.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7113EF" w:rsidRPr="004A7F1D" w:rsidRDefault="007113EF" w:rsidP="007113E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4A7F1D"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113EF" w:rsidRPr="004A7F1D" w:rsidRDefault="007113EF" w:rsidP="007113E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113EF" w:rsidRPr="007113EF" w:rsidRDefault="007113EF" w:rsidP="007113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7113EF" w:rsidRPr="007113EF" w:rsidRDefault="007113EF" w:rsidP="007113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B22B70" w:rsidRPr="007113EF" w:rsidRDefault="007113EF" w:rsidP="007113E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B22B70" w:rsidRPr="007113EF" w:rsidSect="00B22B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113EF"/>
    <w:rsid w:val="00171A2E"/>
    <w:rsid w:val="00304C90"/>
    <w:rsid w:val="00505B6D"/>
    <w:rsid w:val="006D3977"/>
    <w:rsid w:val="007113EF"/>
    <w:rsid w:val="007D6C18"/>
    <w:rsid w:val="0085663F"/>
    <w:rsid w:val="00B22B7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3E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11</TotalTime>
  <Pages>1</Pages>
  <Words>238</Words>
  <Characters>1358</Characters>
  <Application>Microsoft Office Word</Application>
  <DocSecurity>0</DocSecurity>
  <Lines>11</Lines>
  <Paragraphs>3</Paragraphs>
  <ScaleCrop>false</ScaleCrop>
  <Company>Microsoft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2020-03-16T13:13:00Z</dcterms:created>
  <dcterms:modified xsi:type="dcterms:W3CDTF">2020-03-17T06:50:00Z</dcterms:modified>
</cp:coreProperties>
</file>