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F1" w:rsidRDefault="00CD35F1" w:rsidP="00CD35F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8E3264" wp14:editId="4130006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6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5F1" w:rsidRDefault="00CD35F1" w:rsidP="00CD3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02ZaZmmnLLlSFvnjueQ6mZtJ&#10;Ol+XXCeu6cUD25EPJZ2HdGcXlo1rcq1MtKWEObsmVwsmLQ0Sgsve7Rz5DUSehWYWJ2nGNYVqYDiL&#10;ynZNrpxhbqRPgWty7cDX1Imb0DW5goZBvno3hYbaBQa+NPfiNj84cZm78j7fjbKp7Vyuox7HgKT2&#10;8lLfw4shjzPXEShFHblCRzjTiksL/HGfo4fpeBOdTpdfH9jrhJ/OjuRBbryz8Mvpidx95IKCe+vg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uo6XVJO8Q3GBxCcvFD5Im+Qwi7+Pz0BHQXJaeUgPVd/LphTSnlQyilGCHeIUKpn3&#10;nBOdsYF8q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Y9t8GQ3DmUO6pR03fI8J+Ow&#10;b6HOQLkYl7kWAvWUA5ad/nYkLwXK3jik25ataKSq6QdmC9s88JwNG46yJT0l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xmpMaWRv4WrJPB0OZ21v4lAMZwg87LreoXbm&#10;aWUP4HjncTaGzTCSK8GfIYthrFFpeqBE7bk+o+i5RhREtwTgpgiXi3kycpbwGWLK0Xw7nwzwjhrj&#10;HPhKMFPIStXRwCsEkSr9nKd6+yAlGDcGzzh3stT1t0eelOOpU8ZxOiNfZkxzd8ZJi/g+693yIY59&#10;jA0vRrSGmgh4KVGXAH1GZPj5Lywc0jplx94xRHwtSt5H02hYgEgQDt84sLR2MSd2wwujf4vRsC/Z&#10;IQYlOiOEuVt5MMPCdzhE+v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a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hM8UA&#10;AADdAAAADwAAAGRycy9kb3ducmV2LnhtbESPQWuDQBSE74H+h+UFekvWRLCpdRUpbfEQKEma+8N9&#10;Uan7VtxttP8+Gyj0OMzMN0xWzKYXVxpdZ1nBZh2BIK6t7rhR8HV6X+1AOI+ssbdMCn7JQZE/LDJM&#10;tZ34QNejb0SAsEtRQev9kErp6pYMurUdiIN3saNBH+TYSD3iFOCml9soSqTBjsNCiwO9tlR/H3+M&#10;Aht/VPtzsz3Eb/zkufzcXc7zXqnH5Vy+gPA0+//wX7vSCuIkeYb7m/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iE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Mxn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9p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dm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lx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H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WT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qZ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pW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md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XKV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Jn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ro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9r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R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Aye53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qd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V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ap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1Vq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m8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1V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bn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3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m5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kI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Ozy/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JC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khMEA&#10;AADdAAAADwAAAGRycy9kb3ducmV2LnhtbERPy4rCMBTdD/gP4QruxlSFoh1TEUURV059rC/N7YNp&#10;bkoTtf69WQizPJz3ctWbRjyoc7VlBZNxBII4t7rmUsHlvPueg3AeWWNjmRS8yMEqHXwtMdH2yb/0&#10;yHwpQgi7BBVU3reJlC6vyKAb25Y4cIXtDPoAu1LqDp8h3DRyGkWxNFhzaKiwpU1F+V92Nwru8W16&#10;4eKoT9n2tV9sd2snr6VSo2G//gHhqff/4o/7oBXM4nnYH96EJ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I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+GMcA&#10;AADdAAAADwAAAGRycy9kb3ducmV2LnhtbESPQWvCQBSE7wX/w/IEb81GLSFGV1FBaHuo1NpDb8/s&#10;M4lm38bsVtN/7xYKPQ4z8w0zW3SmFldqXWVZwTCKQRDnVldcKNh/bB5TEM4ja6wtk4IfcrCY9x5m&#10;mGl743e67nwhAoRdhgpK75tMSpeXZNBFtiEO3tG2Bn2QbSF1i7cAN7UcxXEiDVYcFkpsaF1Sft59&#10;GwWf2zSZbFcvT6fXtwOOjb586SpRatDvllMQnjr/H/5rP2sF4yQd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hPh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inM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sE8SW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ti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+Uv8UA&#10;AADdAAAADwAAAGRycy9kb3ducmV2LnhtbESPUWvCMBSF3wf7D+EO9jbTqRPXGYuIwt6c1R9wae7S&#10;YnPTNpnG/XozGPh4OOd8h7Moom3FmQbfOFbwOspAEFdON2wUHA/blzkIH5A1to5JwZU8FMvHhwXm&#10;2l14T+cyGJEg7HNUUIfQ5VL6qiaLfuQ64uR9u8FiSHIwUg94SXDbynGWzaTFhtNCjR2ta6pO5Y9V&#10;0Lvxm47lBnenzftXY8y0/91PlXp+iqsPEIFiuIf/259awWQ2n8D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5S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Go8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Msf4X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4a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QzMMA&#10;AADdAAAADwAAAGRycy9kb3ducmV2LnhtbERPW2vCMBR+H+w/hDPwbaZTJtqZljkQlG2CF/T10Jw1&#10;Zc1JaWKt/94Igz1+d7553ttadNT6yrGCl2ECgrhwuuJSwWG/fJ6C8AFZY+2YFFzJQ549Pswx1e7C&#10;W+p2oRSxhH2KCkwITSqlLwxZ9EPXEEftx7UWQ4RtKXWLl1huazlKkom0WHFcMNjQh6Hid3e2Cjrc&#10;XJOTWXzP1tVXMdosjp868mrw1L+/gQjUh3/zX3qlFYwn01e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LQz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w28QA&#10;AADdAAAADwAAAGRycy9kb3ducmV2LnhtbESPQUvDQBSE70L/w/IK3uymEUKJ3RYRWjxq9ODxmX3N&#10;pmbfC7trE/31riB4HGbmG2a7n/2gLhRiL2xgvSpAEbdie+4MvL4cbjagYkK2OAiTgS+KsN8trrZY&#10;W5n4mS5N6lSGcKzRgEtprLWOrSOPcSUjcfZOEjymLEOnbcApw/2gy6KotMee84LDkR4ctR/Npzcw&#10;Hdv3c3l6s+47jHJonuRcDmLM9XK+vwOVaE7/4b/2ozVwW2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78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T58cA&#10;AADdAAAADwAAAGRycy9kb3ducmV2LnhtbESPW2sCMRSE3wv9D+EUfKvZKuiyGsV6gVJaxNv7cXPc&#10;3TY5WTZR13/fCAUfh5n5hhlPW2vEhRpfOVbw1k1AEOdOV1wo2O9WrykIH5A1Gsek4EYeppPnpzFm&#10;2l15Q5dtKESEsM9QQRlCnUnp85Is+q6riaN3co3FEGVTSN3gNcKtkb0kGUiLFceFEmual5T/bs9W&#10;wWq9MD+9783sIMN8OTya9PN98aVU56WdjUAEasMj/N/+0Ar6g3QI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E+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KLMMA&#10;AADdAAAADwAAAGRycy9kb3ducmV2LnhtbERPy4rCMBTdC/5DuIIbGVNHLKVjFBEGHVDwMTDba3Nt&#10;i81NaWLt/L1ZCC4P5z1fdqYSLTWutKxgMo5AEGdWl5wr+D1/fyQgnEfWWFkmBf/kYLno9+aYavvg&#10;I7Unn4sQwi5FBYX3dSqlywoy6Ma2Jg7c1TYGfYBNLnWDjxBuKvkZRbE0WHJoKLCmdUHZ7XQ3CtrD&#10;7pJvW1f/3JKRm00vm81e/yk1HHSrLxCeOv8Wv9xbrWAaJ2Fu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K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Tfs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RuN0An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ZN+yAAAAN0AAAAPAAAAAAAAAAAAAAAAAJgCAABk&#10;cnMvZG93bnJldi54bWxQSwUGAAAAAAQABAD1AAAAjQMAAAAA&#10;" fillcolor="black" stroked="f"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vMMQA&#10;AADdAAAADwAAAGRycy9kb3ducmV2LnhtbERPyW7CMBC9I/EP1iD1Bg5UjSBgUOkiIZUeWA4ch3hI&#10;rMTjKHYh5evrA1KPT29frDpbiyu13jhWMB4lIIhzpw0XCo6Hz+EUhA/IGmvHpOCXPKyW/d4CM+1u&#10;vKPrPhQihrDPUEEZQpNJ6fOSLPqRa4gjd3GtxRBhW0jd4i2G21pOkiSVFg3HhhIbeispr/Y/VsHp&#10;KzXTnaHJeXtff+jtS7X+fq+Uehp0r3MQgbrwL364N1rBczqL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bzD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0Hs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c+T2Rj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r0H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P2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nuX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zP2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lBMYA&#10;AADdAAAADwAAAGRycy9kb3ducmV2LnhtbESPQWsCMRSE7wX/Q3iF3mq2CtKuRtGKsBcPXS1en5vn&#10;ZjF5WTapbv31jSD0OMzMN8xs0TsrLtSFxrOCt2EGgrjyuuFawX63eX0HESKyRuuZFPxSgMV88DTD&#10;XPsrf9GljLVIEA45KjAxtrmUoTLkMAx9S5y8k+8cxiS7WuoOrwnurBxl2UQ6bDgtGGzp01B1Ln+c&#10;gnXZ2tG+MKtw+N4ej7a4beiwVurluV9OQUTq43/40S60gvHkYw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lB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ywcUA&#10;AADdAAAADwAAAGRycy9kb3ducmV2LnhtbESPQWsCMRSE74X+h/AK3mrSKtu6NUoRBaEn7Xro7ZE8&#10;d7fdvCyb6K7/3hQEj8PMfMPMl4NrxJm6UHvW8DJWIIiNtzWXGorvzfM7iBCRLTaeScOFAiwXjw9z&#10;zK3veUfnfSxFgnDIUUMVY5tLGUxFDsPYt8TJO/rOYUyyK6XtsE9w18hXpTLpsOa0UGFLq4rM3/7k&#10;NPxu5Jc3Cs2hOPRb+/azzqhRWo+ehs8PEJGGeA/f2lurYZLN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rL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1d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P0N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HtXT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R0c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3gNZ2k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kdHHAAAA3QAAAA8AAAAAAAAAAAAAAAAAmAIAAGRy&#10;cy9kb3ducmV2LnhtbFBLBQYAAAAABAAEAPUAAACMAwAAAAA=&#10;" fillcolor="black" stroked="f"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OS8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Jsv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85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6y8MA&#10;AADdAAAADwAAAGRycy9kb3ducmV2LnhtbERPz2vCMBS+D/wfwhN2m6kTyqxGEXGyeZlWQY+P5tkU&#10;m5fSZLXbX28Ogx0/vt/zZW9r0VHrK8cKxqMEBHHhdMWlgtPx/eUNhA/IGmvHpOCHPCwXg6c5Ztrd&#10;+UBdHkoRQ9hnqMCE0GRS+sKQRT9yDXHkrq61GCJsS6lbvMdwW8vXJEmlxYpjg8GG1oaKW/5tFfjx&#10;enPe2d9pd9ka/so/TbovjVLPw341AxGoD//iP/eHVjBJp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e6y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35F1" w:rsidRDefault="00CD35F1" w:rsidP="00CD3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35F1" w:rsidRDefault="00CD35F1" w:rsidP="00CD35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35F1" w:rsidRDefault="00CD35F1" w:rsidP="00CD35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D35F1" w:rsidRDefault="00CD35F1" w:rsidP="00CD35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35F1" w:rsidRDefault="00CD35F1" w:rsidP="00CD35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№123</w:t>
      </w:r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35F1" w:rsidRPr="0086775D" w:rsidRDefault="00CD35F1" w:rsidP="00CD3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надання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дозволу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розробку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D35F1" w:rsidRPr="0086775D" w:rsidRDefault="00CD35F1" w:rsidP="00CD3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D35F1" w:rsidRPr="0086775D" w:rsidRDefault="00CD35F1" w:rsidP="00CD3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D35F1" w:rsidRPr="0086775D" w:rsidRDefault="00CD35F1" w:rsidP="00CD35F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територіальної</w:t>
      </w:r>
      <w:proofErr w:type="spellEnd"/>
    </w:p>
    <w:p w:rsidR="00CD35F1" w:rsidRPr="0086775D" w:rsidRDefault="00CD35F1" w:rsidP="00CD35F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</w:t>
      </w: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ромади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особі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ради</w:t>
      </w:r>
      <w:proofErr w:type="gramEnd"/>
    </w:p>
    <w:p w:rsidR="00CD35F1" w:rsidRPr="0086775D" w:rsidRDefault="00CD35F1" w:rsidP="00CD3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12, 122, 186 Земельного кодексу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Закону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Державний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кадастр», Водного Кодексу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рада </w:t>
      </w:r>
      <w:proofErr w:type="gramEnd"/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територіальній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розробку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передачі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2,5000 га,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 запасу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ради, 10.04 для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догляду за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гідротехнічними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іншими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водогосподарськими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спорудами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каналами,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ради,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олом’є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територіальній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розробити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передачі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подати </w:t>
      </w:r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на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розгляд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ради.</w:t>
      </w:r>
    </w:p>
    <w:p w:rsidR="00CD35F1" w:rsidRPr="0086775D" w:rsidRDefault="00CD35F1" w:rsidP="00CD35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35F1" w:rsidRPr="00CD35F1" w:rsidRDefault="00CD35F1" w:rsidP="00CD3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bookmarkStart w:id="0" w:name="_GoBack"/>
      <w:bookmarkEnd w:id="0"/>
    </w:p>
    <w:p w:rsidR="001669F1" w:rsidRPr="00CD35F1" w:rsidRDefault="00CD35F1" w:rsidP="00CD35F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669F1" w:rsidRPr="00CD35F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F1"/>
    <w:rsid w:val="001669F1"/>
    <w:rsid w:val="00CD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F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35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35F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35F1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F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D35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35F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D35F1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2021-09-13T12:52:00Z</dcterms:created>
  <dcterms:modified xsi:type="dcterms:W3CDTF">2021-09-13T12:52:00Z</dcterms:modified>
</cp:coreProperties>
</file>