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75F" w:rsidRDefault="00FD775F" w:rsidP="00FD775F">
      <w:pPr>
        <w:suppressAutoHyphens/>
        <w:spacing w:after="0" w:line="24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FD775F" w:rsidRDefault="00FD775F" w:rsidP="00FD775F">
      <w:pPr>
        <w:suppressAutoHyphens/>
        <w:spacing w:after="0" w:line="24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FD775F" w:rsidRPr="006139BE" w:rsidRDefault="00FD775F" w:rsidP="00FD775F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  <w:r w:rsidR="00B35BD6" w:rsidRPr="00B35BD6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2214" o:spid="_x0000_s1026" style="position:absolute;left:0;text-align:left;margin-left:3in;margin-top:9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0P68UA&#10;AADdAAAADwAAAGRycy9kb3ducmV2LnhtbESPT2vCQBTE7wW/w/IEb3VjpFVi1hBKKzkIRVvvj+zL&#10;H8y+Ddmtid/eLRR6HGbmN0yaTaYTNxpca1nBahmBIC6tbrlW8P318bwF4Tyyxs4yKbiTg2w/e0ox&#10;0XbkE93OvhYBwi5BBY33fSKlKxsy6Ja2Jw5eZQeDPsihlnrAMcBNJ+MoepUGWw4LDfb01lB5Pf8Y&#10;BXZ9KI6XOj6t33njOf/cVpfpqNRiPuU7EJ4m/x/+axdaQRyvXuD3TXgCc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fQ/r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lVksgA&#10;AADdAAAADwAAAGRycy9kb3ducmV2LnhtbESPT2sCMRTE70K/Q3gFL1Kz7mFtV6MUYfvvUNAWen1s&#10;npttNy9LEnXrpzdCocdhZn7DLNeD7cSRfGgdK5hNMxDEtdMtNwo+P6q7exAhImvsHJOCXwqwXt2M&#10;llhqd+ItHXexEQnCoUQFJsa+lDLUhiyGqeuJk7d33mJM0jdSezwluO1knmWFtNhyWjDY08ZQ/bM7&#10;WAXf1bv52szPT37ysKXzpHp77l4Lpca3w+MCRKQh/of/2i9aQZ7PCri+SU9Ar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uVWS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2SdsQA&#10;AADdAAAADwAAAGRycy9kb3ducmV2LnhtbESPy2rDMBBF94X8g5hCNqWR40IT3CjGhDoUb0IeHzBY&#10;E8vUGhlLjZ2/jwqFLi/3cbibfLKduNHgW8cKlosEBHHtdMuNgsu5fF2D8AFZY+eYFNzJQ76dPW0w&#10;027kI91OoRFxhH2GCkwIfSalrw1Z9AvXE0fv6gaLIcqhkXrAMY7bTqZJ8i4tthwJBnvaGaq/Tz82&#10;Qg5veKiu47ncTzjiZ2X4pTgqNX+eig8QgabwH/5rf2kFabpcwe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tkn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nTpMMA&#10;AADdAAAADwAAAGRycy9kb3ducmV2LnhtbERPTUsDMRC9C/6HMEJvNtvFVlmbFqkWSsGDVRBvw2a6&#10;u7iZhGTsbv99cyh4fLzv5Xp0vTpRTJ1nA7NpAYq49rbjxsDX5/b+CVQSZIu9ZzJwpgTr1e3NEivr&#10;B/6g00EalUM4VWigFQmV1qluyWGa+kCcuaOPDiXD2GgbccjhrtdlUSy0w45zQ4uBNi3Vv4c/Z+B9&#10;eAv7x8X8GH7iQ6nTq5XvjRgzuRtfnkEJjfIvvrp31kBZzvLc/CY/Ab2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nTp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6jn8QA&#10;AADdAAAADwAAAGRycy9kb3ducmV2LnhtbESPy2rDMBBF94X8g5hCNqWR40JJ3CjGhDoUb0IeHzBY&#10;E8vUGhlLjZ2/jwqFLi/3cbibfLKduNHgW8cKlosEBHHtdMuNgsu5fF2B8AFZY+eYFNzJQ76dPW0w&#10;027kI91OoRFxhH2GCkwIfSalrw1Z9AvXE0fv6gaLIcqhkXrAMY7bTqZJ8i4tthwJBnvaGaq/Tz82&#10;Qg5veKiu47ncTzjiZ2X4pTgqNX+eig8QgabwH/5rf2kFabpcw+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+o5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MVH8IA&#10;AADdAAAADwAAAGRycy9kb3ducmV2LnhtbERPTUsDMRC9C/0PYQRvNmvQVtampVQFETy0FcTbsJnu&#10;Lm4mIRm76783B8Hj432vNpMf1JlS7gNbuJlXoIib4HpuLbwfn6/vQWVBdjgEJgs/lGGznl2ssHZh&#10;5D2dD9KqEsK5RgudSKy1zk1HHvM8ROLCnULyKAWmVruEYwn3gzZVtdAeey4NHUbaddR8Hb69hbfx&#10;Kb4uF3en+Jlujc6PTj52Yu3V5bR9ACU0yb/4z/3iLBhjyv7ypjwBv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ExUf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8Q+sYA&#10;AADdAAAADwAAAGRycy9kb3ducmV2LnhtbESPUWvCMBSF3wf+h3AFX8ZM7ZhIZxQdBIUNRB3s9dJc&#10;22JzU5LM1n+/DAZ7PJxzvsNZrgfbihv50DhWMJtmIIhLZxquFHye9dMCRIjIBlvHpOBOAdar0cMS&#10;C+N6PtLtFCuRIBwKVFDH2BVShrImi2HqOuLkXZy3GJP0lTQe+wS3rcyzbC4tNpwWauzorabyevq2&#10;CraHvnr2j+V2cO+X3deL1kZ/aKUm42HzCiLSEP/Df+29UZDn+Q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8Q+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XUyMAA&#10;AADdAAAADwAAAGRycy9kb3ducmV2LnhtbERPXWvCMBR9H/gfwhV8m6lFh1SjiKMwhi9Tf8CluTbV&#10;5qYksdZ/bwaDnbfD+eKst4NtRU8+NI4VzKYZCOLK6YZrBedT+b4EESKyxtYxKXhSgO1m9LbGQrsH&#10;/1B/jLVIJRwKVGBi7AopQ2XIYpi6jjhpF+ctxkR9LbXHRyq3rcyz7ENabDgtGOxob6i6He9WQfmd&#10;H/rbXfvS7Ya5pYW5Lj+NUpPxsFuBiDTEf/Nf+ksryBPg9016An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7XUy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ErFsYA&#10;AADdAAAADwAAAGRycy9kb3ducmV2LnhtbESPUWvCMBSF3wf+h3AFX8ZMV5lIZxQdhA0ciDrY66W5&#10;tsXmpiTRdv9+EQZ7PJxzvsNZrgfbihv50DhW8DzNQBCXzjRcKfg66acFiBCRDbaOScEPBVivRg9L&#10;LIzr+UC3Y6xEgnAoUEEdY1dIGcqaLIap64iTd3beYkzSV9J47BPctjLPsrm02HBaqLGjt5rKy/Fq&#10;FWz3fTXzj+V2cLvz+/eL1kZ/aqUm42HzCiLSEP/Df+0PoyDP8xnc36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UErF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pJ8MA&#10;AADdAAAADwAAAGRycy9kb3ducmV2LnhtbESP0WoCMRRE3wv+Q7hC32rWYIusRhFloZS+1PYDLpvr&#10;ZnVzsyRxXf/eFAp9HGbmDLPejq4TA4XYetYwnxUgiGtvWm40/HxXL0sQMSEb7DyThjtF2G4mT2ss&#10;jb/xFw3H1IgM4ViiBptSX0oZa0sO48z3xNk7+eAwZRkaaQLeMtx1UhXFm3TYcl6w2NPeUn05Xp2G&#10;6kN9DperCZXfjQtHr/a8PFitn6fjbgUi0Zj+w3/td6NBKbWA3zf5Cc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Dp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lWmsIA&#10;AADdAAAADwAAAGRycy9kb3ducmV2LnhtbESP0YrCMBRE3xf2H8Jd2Lc1tVqRahQRKvpodz/g0lzb&#10;YnNTm9jWv98Igo/DzJxh1tvRNKKnztWWFUwnEQjiwuqaSwV/v9nPEoTzyBoby6TgQQ62m8+PNaba&#10;DnymPvelCBB2KSqovG9TKV1RkUE3sS1x8C62M+iD7EqpOxwC3DQyjqKFNFhzWKiwpX1FxTW/GwXz&#10;x3C45ck1yrSh6WnWntgXiVLfX+NuBcLT6N/hV/uoFcRxnMDzTXgC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Vaa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BsmMUA&#10;AADcAAAADwAAAGRycy9kb3ducmV2LnhtbESPzWrDMBCE74G+g9hAb4nsUEzqWgmmIaX01Dhpz4u1&#10;/iHWyliK7bx9VSj0OMzMN0y2n00nRhpca1lBvI5AEJdWt1wruJyPqy0I55E1dpZJwZ0c7HcPiwxT&#10;bSc+0Vj4WgQIuxQVNN73qZSubMigW9ueOHiVHQz6IIda6gGnADed3ERRIg22HBYa7Om1ofJa3IyC&#10;W/K9uXD1oT+Lw/3t+XDMnfyqlXpczvkLCE+z/w//td+1gqc4gd8z4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GyY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uEccA&#10;AADcAAAADwAAAGRycy9kb3ducmV2LnhtbESPT2vCQBTE74V+h+UVvNWNf4g2uootCG0PitEeenvN&#10;PpO02bcxu9X47V1B8DjMzG+Y6bw1lThS40rLCnrdCARxZnXJuYLddvk8BuE8ssbKMik4k4P57PFh&#10;iom2J97QMfW5CBB2CSoovK8TKV1WkEHXtTVx8Pa2MeiDbHKpGzwFuKlkP4piabDksFBgTW8FZX/p&#10;v1HwtR7HL+vXj+Hv5+oHB0YfvnUZK9V5ahcTEJ5afw/f2u9awbA3guuZcATk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lrhH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zGMEA&#10;AADcAAAADwAAAGRycy9kb3ducmV2LnhtbERPy4rCMBTdC/5DuMLsNLUjUqpRfGAdZuWo4PbSXNti&#10;c1OaqNWvnywGZnk47/myM7V4UOsqywrGowgEcW51xYWC82k3TEA4j6yxtkwKXuRguej35phq++Qf&#10;ehx9IUIIuxQVlN43qZQuL8mgG9mGOHBX2xr0AbaF1C0+Q7ipZRxFU2mw4tBQYkObkvLb8W4UvKcX&#10;PLh9vN5+ak+vSZLZ70Om1MegW81AeOr8v/jP/aUVTMZhbTgTjo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7MxjBAAAA3A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rbcQA&#10;AADcAAAADwAAAGRycy9kb3ducmV2LnhtbESPwWrDMBBE74H+g9hCb4ns4ITGjRJKSaC3Nk4/YLG2&#10;som1si3Fdvv1VaCQ4zAzb5jtfrKNGKj3tWMF6SIBQVw6XbNR8HU+zp9B+ICssXFMCn7Iw373MNti&#10;rt3IJxqKYESEsM9RQRVCm0vpy4os+oVriaP37XqLIcreSN3jGOG2kcskWUuLNceFClt6q6i8FFer&#10;oHPLlZ6KA35cDpvP2pis+z1lSj09Tq8vIAJN4R7+b79rBVm6gduZeAT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Q623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saGsIA&#10;AADcAAAADwAAAGRycy9kb3ducmV2LnhtbERPu27CMBTdkfoP1q3EBk7TlkfARC0SEiu0A+PFviSh&#10;8XUamyTt19dDJcaj817ng61FR62vHCt4miYgiLUzFRcKPj92kwUIH5AN1o5JwQ95yDcPozVmxvV8&#10;oO4YChFD2GeooAyhyaT0uiSLfuoa4shdXGsxRNgW0rTYx3BbyzRJZtJixbGhxIa2Jemv480q2Fdn&#10;ep3py9Iu3vXh9PsdnudXo9T4cXhbgQg0hLv43703Cl7SOD+eiU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exoa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cDpsEA&#10;AADcAAAADwAAAGRycy9kb3ducmV2LnhtbERPXWvCMBR9F/Yfwh3sTVPLEFeNMgeCQyfoRF8vzbUp&#10;NjelyWr992Yg+Hi+OdN5ZyvRUuNLxwqGgwQEce50yYWCw++yPwbhA7LGyjEpuJGH+eylN8VMuyvv&#10;qN2HQsQS9hkqMCHUmZQ+N2TRD1xNHLWzayyGCJtC6gavsdxWMk2SkbRYclwwWNOXofyy/7MKWtze&#10;kpNZ/Hx8l5s83S6Oax159fbafU5ABOrC0/xIr7SC93QI/2fiEZC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HA6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o38MA&#10;AADcAAAADwAAAGRycy9kb3ducmV2LnhtbESPQUsDMRSE70L/Q3gFbzbbICJr0yJCi0ddPXh8bl43&#10;WzfvLUnsrv56Iwgeh5n5htns5jCoM8XUC1tYrypQxK24njsLry/7q1tQKSM7HITJwhcl2G0XFxus&#10;nUz8TOcmd6pAONVowec81lqn1lPAtJKRuHhHiQFzkbHTLuJU4GHQpqpudMCey4LHkR48tR/NZ7Aw&#10;Hdr3kzm+Of8dR9k3T3Iyg1h7uZzv70BlmvN/+K/96CxcGwO/Z8oR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o3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LAZcYA&#10;AADcAAAADwAAAGRycy9kb3ducmV2LnhtbESP3WoCMRSE7wu+QziF3tVst6XKahSrFYoo4t/9cXPc&#10;XZucLJtUt2/fCAUvh5n5hhmOW2vEhRpfOVbw0k1AEOdOV1wo2O/mz30QPiBrNI5JwS95GI86D0PM&#10;tLvyhi7bUIgIYZ+hgjKEOpPS5yVZ9F1XE0fv5BqLIcqmkLrBa4RbI9MkeZcWK44LJdY0LSn/3v5Y&#10;BfP1zJzT1WZykGH62Tua/uJjtlTq6bGdDEAEasM9/N/+0gre0le4nYlHQI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LAZ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rusYA&#10;AADcAAAADwAAAGRycy9kb3ducmV2LnhtbESPQWvCQBSE70L/w/IKvRTdGLVImo1IocRCBauC12f2&#10;NQlm34bsNsZ/3y0UPA4z8w2TrgbTiJ46V1tWMJ1EIIgLq2suFRwP7+MlCOeRNTaWScGNHKyyh1GK&#10;ibZX/qJ+70sRIOwSVFB53yZSuqIig25iW+LgfdvOoA+yK6Xu8BrgppFxFL1IgzWHhQpbequouOx/&#10;jIJ+93kuN71rPy7LZ7eYnfN8q09KPT0O61cQngZ/D/+3N1rBPJ7D35l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sru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PUcYA&#10;AADc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L+3D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EPUcYAAADcAAAADwAAAAAAAAAAAAAAAACYAgAAZHJz&#10;L2Rvd25yZXYueG1sUEsFBgAAAAAEAAQA9QAAAIsDAAAAAA==&#10;" fillcolor="black" stroked="f"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wPscA&#10;AADcAAAADwAAAGRycy9kb3ducmV2LnhtbESPT2vCQBTE7wW/w/IKvdVNQw0SXaXaFgT14J+Dx2f2&#10;NVmSfRuyW0376btCweMwM79hpvPeNuJCnTeOFbwMExDEhdOGSwXHw+fzGIQPyBobx6TghzzMZ4OH&#10;KebaXXlHl30oRYSwz1FBFUKbS+mLiiz6oWuJo/flOoshyq6UusNrhNtGpkmSSYuG40KFLS0rKur9&#10;t1VwWmdmvDOUnje/iw+9GdWL7Xut1NNj/zYBEagP9/B/e6UVvKYZ3M7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hMD7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C/S8UA&#10;AADcAAAADwAAAGRycy9kb3ducmV2LnhtbESPQWsCMRSE74L/ITyhN81WSl1Wo4iltJcealt6fWye&#10;m+1uXtYk6uqvbwTB4zAz3zCLVW9bcSQfascKHicZCOLS6ZorBd9fr+McRIjIGlvHpOBMAVbL4WCB&#10;hXYn/qTjNlYiQTgUqMDE2BVShtKQxTBxHXHyds5bjEn6SmqPpwS3rZxm2bO0WHNaMNjRxlDZbA9W&#10;gV//vjQXPvw02eXjHN7++n2ORqmHUb+eg4jUx3v41n7XCp6mM7ieS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L9L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0IcIA&#10;AADcAAAADwAAAGRycy9kb3ducmV2LnhtbERPzWrCQBC+F3yHZYReim4aSqvRVaQgFCoFrQ8wZsck&#10;uDsbsqPGPn33IHj8+P7ny947daEuNoENvI4zUMRlsA1XBva/69EEVBRkiy4wGbhRhOVi8DTHwoYr&#10;b+myk0qlEI4FGqhF2kLrWNbkMY5DS5y4Y+g8SoJdpW2H1xTunc6z7F17bDg11NjSZ03laXf2Blx+&#10;cNPvj7iR215vsj8v25cfa8zzsF/NQAn18hDf3V/WwFue1qYz6Qjo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nQh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NwscUA&#10;AADcAAAADwAAAGRycy9kb3ducmV2LnhtbESPQWsCMRSE74X+h/CE3jTrUsSuRrEVYS8eulq8PjfP&#10;zWLysmxS3fbXN4VCj8PMfMMs14Oz4kZ9aD0rmE4yEMS11y03Co6H3XgOIkRkjdYzKfiiAOvV48MS&#10;C+3v/E63KjYiQTgUqMDE2BVShtqQwzDxHXHyLr53GJPsG6l7vCe4szLPspl02HJaMNjRm6H6Wn06&#10;Bduqs/mxNK/h9LE/n235vaPTVqmn0bBZgIg0xP/wX7vUCp7zF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43Cx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4xtcEA&#10;AADcAAAADwAAAGRycy9kb3ducmV2LnhtbERPz2vCMBS+C/sfwhvspsk2caMzyhgrFDxZ9bDbI3m2&#10;dc1LabK2++/NQfD48f1ebyfXioH60HjW8LxQIIiNtw1XGo6HfP4OIkRki61n0vBPAbabh9kaM+tH&#10;3tNQxkqkEA4Zaqhj7DIpg6nJYVj4jjhxZ987jAn2lbQ9jinctfJFqZV02HBqqLGjr5rMb/nnNFxy&#10;ufNGoTkdT2Nh336+V9QqrZ8ep88PEJGmeBff3IXVsHxN89OZdATk5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OMbX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AOMUA&#10;AADcAAAADwAAAGRycy9kb3ducmV2LnhtbESPQWvCQBSE7wX/w/IK3pqNWoqkWUULBbH0UBXp8TX7&#10;TEKyb8PumsR/3y0UPA4z8w2Tr0fTip6cry0rmCUpCOLC6ppLBafj+9MShA/IGlvLpOBGHtaryUOO&#10;mbYDf1F/CKWIEPYZKqhC6DIpfVGRQZ/Yjjh6F+sMhihdKbXDIcJNK+dp+iIN1hwXKuzoraKiOVyN&#10;gu/rB18+F/uN24azHY++mf8sG6Wmj+PmFUSgMdzD/+2dVvC8mMH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2IA4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B+M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RsMU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xAfjHAAAA3AAAAA8AAAAAAAAAAAAAAAAAmAIAAGRy&#10;cy9kb3ducmV2LnhtbFBLBQYAAAAABAAEAPUAAACMAwAAAAA=&#10;" fillcolor="black" stroked="f"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pQsQA&#10;AADcAAAADwAAAGRycy9kb3ducmV2LnhtbESPT0sDMRTE70K/Q3gFbzarK1K2TctSEMXT9o94fd28&#10;bhY3L0sS0/XbG0HwOMzMb5j1drKDSORD71jB/aIAQdw63XOn4HR8vluCCBFZ4+CYFHxTgO1mdrPG&#10;Srsr7ykdYicyhEOFCkyMYyVlaA1ZDAs3Emfv4rzFmKXvpPZ4zXA7yIeieJIWe84LBkfaGWo/D19W&#10;QTrvmrpMH8ns33zdede8vJ8bpW7nU70CEWmK/+G/9qtW8FiW8HsmHw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VqUL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2tMYA&#10;AADcAAAADwAAAGRycy9kb3ducmV2LnhtbESPT2vCQBTE74V+h+UVvNWNf5A2dRURLbUX2yjo8ZF9&#10;zQazb0N2jdFP7xYKPQ4z8xtmOu9sJVpqfOlYwaCfgCDOnS65ULDfrZ9fQPiArLFyTAqu5GE+e3yY&#10;Yqrdhb+pzUIhIoR9igpMCHUqpc8NWfR9VxNH78c1FkOUTSF1g5cIt5UcJslEWiw5LhisaWkoP2Vn&#10;q8APlqvDp729tsd3w9tsYyZfhVGq99Qt3kAE6sJ/+K/9oRWMR2P4PR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62tMYAAADc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D775F" w:rsidRDefault="00FD775F" w:rsidP="00FD7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FD775F" w:rsidRPr="006139BE" w:rsidRDefault="00FD775F" w:rsidP="00FD775F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D775F" w:rsidRPr="006139BE" w:rsidRDefault="00FD775F" w:rsidP="00FD775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D775F" w:rsidRPr="006139BE" w:rsidRDefault="00FD775F" w:rsidP="00FD775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D775F" w:rsidRPr="006139BE" w:rsidRDefault="00FD775F" w:rsidP="00FD775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D775F" w:rsidRPr="006139BE" w:rsidRDefault="00FD775F" w:rsidP="00FD7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FD775F" w:rsidRPr="006139BE" w:rsidRDefault="00FD775F" w:rsidP="00FD775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FD775F" w:rsidRPr="006139BE" w:rsidRDefault="00FD775F" w:rsidP="00FD7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FD775F" w:rsidRPr="006139BE" w:rsidRDefault="00FD775F" w:rsidP="00FD7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FD775F" w:rsidRPr="006139BE" w:rsidRDefault="00FD775F" w:rsidP="00FD775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D775F" w:rsidRPr="006139BE" w:rsidRDefault="00FD775F" w:rsidP="00FD7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FD775F" w:rsidRPr="006139BE" w:rsidRDefault="00FD775F" w:rsidP="00FD77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ХХ___  сесії сільської ради  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FD775F" w:rsidRPr="006139BE" w:rsidRDefault="00FD775F" w:rsidP="00FD775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D775F" w:rsidRPr="006139BE" w:rsidRDefault="00FD775F" w:rsidP="00FD77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  <w:t>__.01.2020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Крупець                                        №_____</w:t>
      </w:r>
    </w:p>
    <w:p w:rsidR="00FD775F" w:rsidRPr="006139BE" w:rsidRDefault="00FD775F" w:rsidP="00FD775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D775F" w:rsidRPr="006139BE" w:rsidRDefault="00FD775F" w:rsidP="00FD775F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оємцю земельної частки (паю) Гуменюк С.М. 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 на території  Крупецької сільської  ради </w:t>
      </w:r>
      <w:r w:rsidRPr="006139BE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 </w:t>
      </w:r>
    </w:p>
    <w:p w:rsidR="00FD775F" w:rsidRPr="006139BE" w:rsidRDefault="00FD775F" w:rsidP="00FD775F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</w:p>
    <w:p w:rsidR="00FD775F" w:rsidRPr="006139BE" w:rsidRDefault="00FD775F" w:rsidP="00FD775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яву  Гуменюк С.М.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сільська  рада   ВИРІШИЛА:</w:t>
      </w:r>
    </w:p>
    <w:p w:rsidR="00FD775F" w:rsidRPr="006139BE" w:rsidRDefault="00FD775F" w:rsidP="00FD775F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</w:pPr>
    </w:p>
    <w:p w:rsidR="00FD775F" w:rsidRPr="006139BE" w:rsidRDefault="00FD775F" w:rsidP="00FD775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      1. Надати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Гуменюк Софії Миколаївні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яка зареєстрована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C00818" w:rsidRPr="00C0081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110, розміром 5,22 в умовних кадастрових гектарах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частку  (пай) серія ХМ №0318910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),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яка розташована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на території Крупе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цької сільської ради. </w:t>
      </w:r>
    </w:p>
    <w:p w:rsidR="00FD775F" w:rsidRPr="006139BE" w:rsidRDefault="00FD775F" w:rsidP="00FD775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2. Гуменюк С.М.</w:t>
      </w: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для передачі її у власність та подати на  розгляд сесії сільської ради.</w:t>
      </w:r>
    </w:p>
    <w:p w:rsidR="00FD775F" w:rsidRDefault="00FD775F" w:rsidP="00FD775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 та благоустрою (Денисюк Т.В.)</w:t>
      </w:r>
    </w:p>
    <w:p w:rsidR="00FD775F" w:rsidRPr="006139BE" w:rsidRDefault="00FD775F" w:rsidP="00FD775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D775F" w:rsidRDefault="00FD775F" w:rsidP="00FD775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D775F" w:rsidRPr="006139BE" w:rsidRDefault="00FD775F" w:rsidP="00FD775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D775F" w:rsidRPr="00612A53" w:rsidRDefault="00FD775F" w:rsidP="00FD775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139B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</w:p>
    <w:p w:rsidR="00B41BD5" w:rsidRDefault="00B41BD5"/>
    <w:sectPr w:rsidR="00B41BD5" w:rsidSect="00B41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D775F"/>
    <w:rsid w:val="00171A2E"/>
    <w:rsid w:val="00304C90"/>
    <w:rsid w:val="00505B6D"/>
    <w:rsid w:val="006D3977"/>
    <w:rsid w:val="007D6C18"/>
    <w:rsid w:val="008812D2"/>
    <w:rsid w:val="00B35BD6"/>
    <w:rsid w:val="00B41BD5"/>
    <w:rsid w:val="00C00818"/>
    <w:rsid w:val="00C84FB4"/>
    <w:rsid w:val="00D1641A"/>
    <w:rsid w:val="00FD77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75F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351</Words>
  <Characters>2007</Characters>
  <Application>Microsoft Office Word</Application>
  <DocSecurity>0</DocSecurity>
  <Lines>16</Lines>
  <Paragraphs>4</Paragraphs>
  <ScaleCrop>false</ScaleCrop>
  <Company>Microsoft</Company>
  <LinksUpToDate>false</LinksUpToDate>
  <CharactersWithSpaces>2354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2020-01-13T06:57:00Z</dcterms:created>
  <dcterms:modified xsi:type="dcterms:W3CDTF">2020-01-13T07:18:00Z</dcterms:modified>
</cp:coreProperties>
</file>