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46AD" w:rsidRPr="00436792" w:rsidRDefault="009146AD" w:rsidP="0091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436792"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ПРОЕКТ</w:t>
      </w:r>
    </w:p>
    <w:p w:rsidR="009146AD" w:rsidRPr="00611135" w:rsidRDefault="009146AD" w:rsidP="0091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 w:rsidRPr="00611135">
        <w:rPr>
          <w:rFonts w:ascii="Calibri" w:eastAsia="Times New Roman" w:hAnsi="Calibri" w:cs="Times New Roman" w:hint="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024BFA" wp14:editId="582972E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681" name="Группа 15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6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46AD" w:rsidRDefault="009146AD" w:rsidP="009146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BaipH4LeAAAQVkE&#10;AA4AAAAAAAAAAAAAAAAALgIAAGRycy9lMm9Eb2MueG1sUEsBAi0AFAAGAAgAAAAhAClDnfPeAAAA&#10;BwEAAA8AAAAAAAAAAAAAAAAAZXoAAGRycy9kb3ducmV2LnhtbFBLBQYAAAAABAAEAPMAAABwew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ERacMA&#10;AADeAAAADwAAAGRycy9kb3ducmV2LnhtbERPTWvCQBC9C/0Pywi96caIGlJXkWJLDgFJWu9DdkxC&#10;s7Mhu2r6791Cwds83uds96PpxI0G11pWsJhHIIgrq1uuFXx/fcwSEM4ja+wsk4JfcrDfvUy2mGp7&#10;54Jupa9FCGGXooLG+z6V0lUNGXRz2xMH7mIHgz7AoZZ6wHsIN52Mo2gtDbYcGhrs6b2h6qe8GgV2&#10;+Znl5zoulkfeeD6ckst5zJV6nY6HNxCeRv8U/7szHeav1kkMf++EG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ERa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GUccA&#10;AADeAAAADwAAAGRycy9kb3ducmV2LnhtbERPS0sDMRC+F/ofwgheSptVca1r0yKFVetB6AN6HTbj&#10;ZutmsiSxXfvrjSD0Nh/fc2aL3rbiSD40jhXcTDIQxJXTDdcKdttyPAURIrLG1jEp+KEAi/lwMMNC&#10;uxOv6biJtUghHApUYGLsCilDZchimLiOOHGfzluMCfpaao+nFG5beZtlubTYcGow2NHSUPW1+bYK&#10;DuWH2S8fzi9+9Lim86h8f21XuVLXV/3zE4hIfbyI/91vOs2/z6d3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pBl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6JMcA&#10;AADeAAAADwAAAGRycy9kb3ducmV2LnhtbESPwWrDMBBE74H+g9hALyGR2yYhuFGCKXUpvpgk/YDF&#10;2lgm1spYqu3+fVUo5LbLzM6b3R8n24qBet84VvC0SkAQV043XCv4uuTLHQgfkDW2jknBD3k4Hh5m&#10;e0y1G/lEwznUIoawT1GBCaFLpfSVIYt+5TriqF1dbzHEta+l7nGM4baVz0mylRYbjgSDHb0Zqm7n&#10;bxsh5QuWxXW85B8TjvheGF5kJ6Ue51P2CiLQFO7m/+tPHetvtrs1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TOi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uKhcQA&#10;AADeAAAADwAAAGRycy9kb3ducmV2LnhtbERPTUvDQBC9C/0Pywje7MbSxBK7LaVWEMGDVRBvQ3aa&#10;BLOzy+7YxH/vCoK3ebzPWW8nN6gzxdR7NnAzL0ARN9723Bp4e324XoFKgmxx8EwGvinBdjO7WGNt&#10;/cgvdD5Kq3IIpxoNdCKh1jo1HTlMcx+IM3fy0aFkGFttI4453A16URSVdthzbugw0L6j5vP45Qw8&#10;j4fwdFuVp/ARlwud7q2878WYq8tpdwdKaJJ/8Z/70eb5Z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bio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yMUA&#10;AADeAAAADwAAAGRycy9kb3ducmV2LnhtbESP0YrCMBBF3wX/IYzgi6ypK1ukaxSRVcQXqfoBQzM2&#10;xWZSmmjr35uFhX2b4d65585y3dtaPKn1lWMFs2kCgrhwuuJSwfWy+1iA8AFZY+2YFLzIw3o1HCwx&#10;067jnJ7nUIoYwj5DBSaEJpPSF4Ys+qlriKN2c63FENe2lLrFLobbWn4mSSotVhwJBhvaGiru54eN&#10;kNMcT8dbd9nte+zw52h4ssmVGo/6zTeIQH34N/9dH3Ss/5UuUv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QH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xacQA&#10;AADeAAAADwAAAGRycy9kb3ducmV2LnhtbERPTUsDMRC9C/6HMII3m7XYbVmbltIqiOChrSDehs10&#10;d3EzCcnYXf+9EYTe5vE+Z7keXa/OFFPn2cD9pABFXHvbcWPg/fh8twCVBNli75kM/FCC9er6aomV&#10;9QPv6XyQRuUQThUaaEVCpXWqW3KYJj4QZ+7ko0PJMDbaRhxyuOv1tChK7bDj3NBioG1L9dfh2xl4&#10;G57C67ycncJnfJjqtLPysRVjbm/GzSMooVEu4n/3i83zZ+Vi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FsW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48sgA&#10;AADeAAAADwAAAGRycy9kb3ducmV2LnhtbESPQUsDMRCF70L/QxjBi9isSkvZNi2tEBQUSluh12Ez&#10;3V3cTJYkdtd/7xwEbzO8N+99s9qMvlNXiqkNbOBxWoAiroJruTbwebIPC1ApIzvsApOBH0qwWU9u&#10;Vli6MPCBrsdcKwnhVKKBJue+1DpVDXlM09ATi3YJ0WOWNdbaRRwk3Hf6qSjm2mPL0tBgTy8NVV/H&#10;b29gtx/q53hf7cbwfnk9z6x19sMac3c7bpegMo353/x3/eYEfzZfCK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Hzj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XlsMA&#10;AADeAAAADwAAAGRycy9kb3ducmV2LnhtbERP3WrCMBS+H+wdwhl4N9PJlFqNIhsFGbvx5wEOzbGp&#10;NiclibW+vRkMvDsf3+9Zrgfbip58aBwr+BhnIIgrpxuuFRwP5XsOIkRkja1jUnCnAOvV68sSC+1u&#10;vKN+H2uRQjgUqMDE2BVShsqQxTB2HXHiTs5bjAn6WmqPtxRuWznJspm02HBqMNjRl6Hqsr9aBeXP&#10;5Le/XLUv3Wb4tDQ15/zbKDV6GzYLEJGG+BT/u7c6zZ/O8jn8vZN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PXl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CiKcgA&#10;AADeAAAADwAAAGRycy9kb3ducmV2LnhtbESPT0sDMRDF74LfIYzgRWxWpUW3TYsVgoKF0j/gddhM&#10;d5duJksSu+u3dw6CtxnmzXvvt1iNvlMXiqkNbOBhUoAiroJruTZwPNj7Z1ApIzvsApOBH0qwWl5f&#10;LbB0YeAdXfa5VmLCqUQDTc59qXWqGvKYJqEnltspRI9Z1lhrF3EQc9/px6KYaY8tS0KDPb01VJ33&#10;397AejvUT/GuWo/h8/T+NbXW2Y015vZmfJ2DyjTmf/Hf94eT+tPZiw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sKI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NTcIA&#10;AADeAAAADwAAAGRycy9kb3ducmV2LnhtbERPzYrCMBC+L/gOYRa8ramyinaNIi4FES+rPsDQzDZd&#10;m0lJYq1vbwRhb/Px/c5y3dtGdORD7VjBeJSBIC6drrlScD4VH3MQISJrbByTgjsFWK8Gb0vMtbvx&#10;D3XHWIkUwiFHBSbGNpcylIYshpFriRP367zFmKCvpPZ4S+G2kZMsm0mLNacGgy1tDZWX49UqKPaT&#10;Q3e5al+4Tf9paWr+5t9GqeF7v/kCEamP/+KXe6fT/OlsMYb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E1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N0sIA&#10;AADeAAAADwAAAGRycy9kb3ducmV2LnhtbERPzWrCQBC+C32HZQredBM10qZupBQiejT6AEN2mgSz&#10;s2l2m8S3dwsFb/Px/c5uP5lWDNS7xrKCeBmBIC6tbrhScL3kizcQziNrbC2Tgjs52Gcvsx2m2o58&#10;pqHwlQgh7FJUUHvfpVK6siaDbmk74sB9296gD7CvpO5xDOGmlaso2kqDDYeGGjv6qqm8Fb9GweY+&#10;Hn6K5Bbl2lB8Wncn9mWi1Px1+vwA4WnyT/G/+6jD/GT7voK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0E3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7+5sQA&#10;AADeAAAADwAAAGRycy9kb3ducmV2LnhtbERPTWvCQBC9F/wPywi9NRsVQ01dRZQU6alN056H7JgE&#10;s7Mhu8b477uC0Ns83uest6NpxUC9aywrmEUxCOLS6oYrBcV39vIKwnlkja1lUnAjB9vN5GmNqbZX&#10;/qIh95UIIexSVFB736VSurImgy6yHXHgTrY36APsK6l7vIZw08p5HCfSYMOhocaO9jWV5/xiFFyS&#10;33nBpw/9mR9u76tDtnPyp1LqeTru3kB4Gv2/+OE+6jB/mawWcH8n3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e/u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Wj8YA&#10;AADeAAAADwAAAGRycy9kb3ducmV2LnhtbERPS2vCQBC+F/wPywje6sbWBk1dxRYE24PB16G3aXaa&#10;RLOzaXar8d93BcHbfHzPmcxaU4kTNa60rGDQj0AQZ1aXnCvYbRePIxDOI2usLJOCCzmYTTsPE0y0&#10;PfOaThufixDCLkEFhfd1IqXLCjLo+rYmDtyPbQz6AJtc6gbPIdxU8imKYmmw5NBQYE3vBWXHzZ9R&#10;sE9H8Th9+xgePlff+Gz075cuY6V63Xb+CsJT6+/im3upw/yXeDyE6zvhBj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jWj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kgMQA&#10;AADeAAAADwAAAGRycy9kb3ducmV2LnhtbERPTWvCQBC9C/6HZQRvutFqsNFVtKVaPKkt9DpkxySY&#10;nQ3ZVaO/3hWE3ubxPme2aEwpLlS7wrKCQT8CQZxaXXCm4PfnqzcB4TyyxtIyKbiRg8W83Zphou2V&#10;93Q5+EyEEHYJKsi9rxIpXZqTQde3FXHgjrY26AOsM6lrvIZwU8phFMXSYMGhIceKPnJKT4ezUXCP&#10;/3DnNsPV55v2dBtN1na7WyvV7TTLKQhPjf8Xv9zfOswfx+9j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t5I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TWcIA&#10;AADeAAAADwAAAGRycy9kb3ducmV2LnhtbERPzYrCMBC+C/sOYRb2pqmiRatRlkXBm1p9gKEZ02Iz&#10;qU3Urk9vhIW9zcf3O4tVZ2txp9ZXjhUMBwkI4sLpio2C03HTn4LwAVlj7ZgU/JKH1fKjt8BMuwcf&#10;6J4HI2II+wwVlCE0mZS+KMmiH7iGOHJn11oMEbZG6hYfMdzWcpQkqbRYcWwosaGfkopLfrMKrm40&#10;0V2+xt1lPdtXxoyvz8NYqa/P7nsOIlAX/sV/7q2O8yfpLIX3O/EG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hN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QKcQA&#10;AADeAAAADwAAAGRycy9kb3ducmV2LnhtbERPyW7CMBC9V+IfrEHqrTgUESCNgwpSJa4sB45Te0jS&#10;xuMQG0j79RipUm/z9NbJl71txJU6XztWMB4lIIi1MzWXCg77j5c5CB+QDTaOScEPeVgWg6ccM+Nu&#10;vKXrLpQihrDPUEEVQptJ6XVFFv3ItcSRO7nOYoiwK6Xp8BbDbSNfkySVFmuODRW2tK5If+8uVsGm&#10;/qRpqk8LO1/p7fH3HCazL6PU87B/fwMRqA//4j/3xsT503Qxg8c78QZ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20C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i9jMUA&#10;AADeAAAADwAAAGRycy9kb3ducmV2LnhtbERPS2vCQBC+F/oflin0VjcVKjV1lVooVLSCD+p1yI7Z&#10;0OxsyK4x/nvnIHib+V7zzWTW+1p11MYqsIHXQQaKuAi24tLAfvf98g4qJmSLdWAycKEIs+njwwRz&#10;G868oW6bSiUhHHM04FJqcq1j4chjHISGWLhjaD0mWdtS2xbPEu5rPcyykfZYsVxw2NCXo+J/e/IG&#10;OlxfsoOb/44X1aoYrud/Syu4eX7qPz9AJerTXXxz/1ip/zYaS195R2bQ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L2M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nHjcMA&#10;AADeAAAADwAAAGRycy9kb3ducmV2LnhtbERPTUvDQBC9C/0PyxS82Y0Bi43dFhEqHjX20OM0O82m&#10;ZmfC7tpEf70rCN7m8T5nvZ18ry4UYids4HZRgCJuxHbcGti/727uQcWEbLEXJgNfFGG7mV2tsbIy&#10;8htd6tSqHMKxQgMupaHSOjaOPMaFDMSZO0nwmDIMrbYBxxzue10WxVJ77Dg3OBzoyVHzUX96A+Nz&#10;czyXp4N132GQXf0q57IXY67n0+MDqERT+hf/uV9snn+3XK3g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nHj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DkHcgA&#10;AADeAAAADwAAAGRycy9kb3ducmV2LnhtbESPQUvDQBCF74L/YRnBm9lY0JY0m1JbCyIWaa33MTsm&#10;0d3ZkF3b+O+dg9DbDPPmvfeVi9E7daQhdoEN3GY5KOI62I4bA4e3zc0MVEzIFl1gMvBLERbV5UWJ&#10;hQ0n3tFxnxolJhwLNNCm1Bdax7oljzELPbHcPsPgMck6NNoOeBJz7/Qkz++1x44locWeVi3V3/sf&#10;b2DzunZfk+1u+a7T6nH64WbPD+sXY66vxuUcVKIxncX/309W6t9NcwEQHJlBV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iYOQ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qcEsQA&#10;AADeAAAADwAAAGRycy9kb3ducmV2LnhtbERPTYvCMBC9C/sfwix4EU1d0ZWuUURYVFBwVfA6NrNt&#10;sZmUJtb6740geJvH+5zJrDGFqKlyuWUF/V4EgjixOudUwfHw2x2DcB5ZY2GZFNzJwWz60ZpgrO2N&#10;/6je+1SEEHYxKsi8L2MpXZKRQdezJXHg/m1l0AdYpVJXeAvhppBfUTSSBnMODRmWtMgoueyvRkG9&#10;25zTVe3K9WXcccPBebnc6pNS7c9m/gPCU+Pf4pd7pcP84XfUh+c74QY5f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anB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46AD" w:rsidRDefault="009146AD" w:rsidP="009146A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R8eMYA&#10;AADeAAAADwAAAGRycy9kb3ducmV2LnhtbERPS2sCMRC+F/ofwhS81aSLVl2NUguFXgr1cdDbuBl3&#10;FzeTbZLqtr++EQre5uN7zmzR2UacyYfasYanvgJBXDhTc6lhu3l7HIMIEdlg45g0/FCAxfz+boa5&#10;cRde0XkdS5FCOOSooYqxzaUMRUUWQ9+1xIk7Om8xJuhLaTxeUrhtZKbUs7RYc2qosKXXiorT+ttq&#10;WE7Gy6/PAX/8rg572u8Op2Hmlda9h+5lCiJSF2/if/e7SfOHI5XB9Z10g5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R8eMYAAADeAAAADwAAAAAAAAAAAAAAAACYAgAAZHJz&#10;L2Rvd25yZXYueG1sUEsFBgAAAAAEAAQA9QAAAIsDAAAAAA==&#10;" fillcolor="black" stroked="f">
                  <v:textbox>
                    <w:txbxContent>
                      <w:p w:rsidR="009146AD" w:rsidRDefault="009146AD" w:rsidP="009146A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vX48YA&#10;AADeAAAADwAAAGRycy9kb3ducmV2LnhtbERPS2sCMRC+F/ofwhS81ayKD7ZGqbUFofbg4+Bxuhl3&#10;w24myybq6q83QqG3+fieM523thJnarxxrKDXTUAQZ04bzhXsd1+vExA+IGusHJOCK3mYz56fpphq&#10;d+ENnbchFzGEfYoKihDqVEqfFWTRd11NHLmjayyGCJtc6gYvMdxWsp8kI2nRcGwosKaPgrJye7IK&#10;Dt8jM9kY6v+ub4tPvR6Wi59lqVTnpX1/AxGoDf/iP/dKx/nDcTKAxzvxBjm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vX4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AipcQA&#10;AADeAAAADwAAAGRycy9kb3ducmV2LnhtbERPTU8CMRC9m/gfmjHxJq0GhSwUQiRELx5ECNfJdtiu&#10;u50ubYGFX29NTLzNy/uc6bx3rThRiLVnDY8DBYK49KbmSsPma/UwBhETssHWM2m4UIT57PZmioXx&#10;Z/6k0zpVIodwLFCDTakrpIylJYdx4DvizO19cJgyDJU0Ac853LXySakX6bDm3GCxo1dLZbM+Og1h&#10;sVs2Vz5uG3X9uMS37/4wRqv1/V2/mIBI1Kd/8Z/73eT5zyM1hN938g1y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QIq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0xdcQA&#10;AADeAAAADwAAAGRycy9kb3ducmV2LnhtbERP22oCMRB9L/QfwhR8KTVRsNqtUaQgCJWClw+Ybqa7&#10;S5PJspnq6tc3hYJvczjXmS/74NWJutREtjAaGlDEZXQNVxaOh/XTDFQSZIc+Mlm4UILl4v5ujoWL&#10;Z97RaS+VyiGcCrRQi7SF1qmsKWAaxpY4c1+xCygZdpV2HZ5zePB6bMyzDthwbqixpbeayu/9T7Dg&#10;x5/+5X2atnI56q25Btk9fjhrBw/96hWUUC838b974/L8ydRM4O+dfINe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tMX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/uWMQA&#10;AADeAAAADwAAAGRycy9kb3ducmV2LnhtbERPTWsCMRC9C/6HMEJvmq2glq1R2oqwFw9uLV7HzXSz&#10;NJksm6hbf70pFLzN433Oct07Ky7UhcazgudJBoK48rrhWsHhczt+AREiskbrmRT8UoD1ajhYYq79&#10;lfd0KWMtUgiHHBWYGNtcylAZchgmviVO3LfvHMYEu1rqDq8p3Fk5zbK5dNhwajDY0oeh6qc8OwWb&#10;srXTQ2Hew/FrdzrZ4ral40app1H/9goiUh8f4n93odP82SKbw9876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v7l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b59cMA&#10;AADeAAAADwAAAGRycy9kb3ducmV2LnhtbERPTWvCQBC9C/0PyxR6090WaiS6hlIaEHrSxoO3YXdM&#10;otnZkN2a9N+7hUJv83ifsykm14kbDaH1rOF5oUAQG29brjVUX+V8BSJEZIudZ9LwQwGK7cNsg7n1&#10;I+/pdoi1SCEcctTQxNjnUgbTkMOw8D1x4s5+cBgTHGppBxxTuOvki1JL6bDl1NBgT+8Nmevh22m4&#10;lPLTG4XmWB3Hnc1OH0vqlNZPj9PbGkSkKf6L/9w7m+a/ZiqD33fSDXJ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b59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Ge4McA&#10;AADeAAAADwAAAGRycy9kb3ducmV2LnhtbESPQWvCQBCF74X+h2WE3nSjpVaiq1hBKC09qEU8jtkx&#10;CcnOht1V03/fORR6m+G9ee+bxap3rbpRiLVnA+NRBoq48Lbm0sD3YTucgYoJ2WLrmQz8UITV8vFh&#10;gbn1d97RbZ9KJSEcczRQpdTlWseiIodx5Dti0S4+OEyyhlLbgHcJd62eZNlUO6xZGirsaFNR0eyv&#10;zsDp+smXr+ePdXhLR98fYjM5zxpjngb9eg4qUZ/+zX/X71bwX14z4ZV3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Rnu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46AD" w:rsidRDefault="009146AD" w:rsidP="009146A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DuCcUA&#10;AADeAAAADwAAAGRycy9kb3ducmV2LnhtbERPTWsCMRC9C/0PYQRvmihqdTVKLRR6KVTrQW/jZtxd&#10;3Ey2Sarb/vqmIPQ2j/c5y3Vra3ElHyrHGoYDBYI4d6biQsP+46U/AxEissHaMWn4pgDr1UNniZlx&#10;N97SdRcLkUI4ZKihjLHJpAx5SRbDwDXEiTs7bzEm6AtpPN5SuK3lSKmptFhxaiixoeeS8svuy2rY&#10;zGebz/cxv/1sT0c6Hk6XycgrrXvd9mkBIlIb/8V396tJ8yePag5/76Qb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wO4JxQAAAN4AAAAPAAAAAAAAAAAAAAAAAJgCAABkcnMv&#10;ZG93bnJldi54bWxQSwUGAAAAAAQABAD1AAAAigMAAAAA&#10;" fillcolor="black" stroked="f">
                  <v:textbox>
                    <w:txbxContent>
                      <w:p w:rsidR="009146AD" w:rsidRDefault="009146AD" w:rsidP="009146A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Xa48YA&#10;AADeAAAADwAAAGRycy9kb3ducmV2LnhtbESPT0/DMAzF70h8h8hI3Fg6EH9Ulk3VJATi1G0grl5j&#10;morGqZKQlW+PD0jcbPn5vfdbbWY/qkIxDYENLBcVKOIu2IF7A2+Hp6sHUCkjWxwDk4EfSrBZn5+t&#10;sLbhxDsq+9wrMeFUowGX81RrnTpHHtMiTMRy+wzRY5Y19tpGPIm5H/V1Vd1pjwNLgsOJto66r/23&#10;N1CO27a5KR/F7V5j08fQPr8fW2MuL+bmEVSmOf+L/75frNS/vV8K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Xa4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46AD" w:rsidRDefault="009146AD" w:rsidP="009146A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U7ccUA&#10;AADeAAAADwAAAGRycy9kb3ducmV2LnhtbERPTUvDQBC9C/6HZQre7CYF2xq7DSW0Rb1oo6DHITvN&#10;BrOzIbtNo7/eLQje5vE+Z5WPthUD9b5xrCCdJiCIK6cbrhW8v+1ulyB8QNbYOiYF3+QhX19frTDT&#10;7swHGspQixjCPkMFJoQuk9JXhiz6qeuII3d0vcUQYV9L3eM5httWzpJkLi02HBsMdlQYqr7Kk1Xg&#10;02L78Wx/7ofPveGX8snMX2uj1M1k3DyACDSGf/Gf+1HH+XeLNIXLO/EG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dTt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46AD" w:rsidRDefault="009146AD" w:rsidP="009146A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46AD" w:rsidRPr="00611135" w:rsidRDefault="009146AD" w:rsidP="0091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9146AD" w:rsidRPr="00611135" w:rsidRDefault="009146AD" w:rsidP="009146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146AD" w:rsidRPr="00611135" w:rsidRDefault="009146AD" w:rsidP="009146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46AD" w:rsidRPr="00611135" w:rsidRDefault="009146AD" w:rsidP="0091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I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146AD" w:rsidRPr="00611135" w:rsidRDefault="009146AD" w:rsidP="009146AD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46AD" w:rsidRPr="00611135" w:rsidRDefault="009146AD" w:rsidP="009146AD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.06.2021 року                                            Крупець                                                       №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softHyphen/>
      </w:r>
    </w:p>
    <w:p w:rsidR="009146AD" w:rsidRPr="00611135" w:rsidRDefault="009146AD" w:rsidP="009146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Іванцю</w:t>
      </w:r>
      <w:proofErr w:type="spellEnd"/>
      <w:r w:rsidRPr="0061113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О.М</w:t>
      </w: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46AD" w:rsidRPr="00611135" w:rsidRDefault="009146AD" w:rsidP="009146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Іванця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О.М.,  сільська  рада </w:t>
      </w:r>
    </w:p>
    <w:p w:rsidR="009146AD" w:rsidRPr="00611135" w:rsidRDefault="009146AD" w:rsidP="009146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146AD" w:rsidRPr="00611135" w:rsidRDefault="009146AD" w:rsidP="009146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Іванцю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</w:t>
      </w:r>
      <w:r w:rsidRPr="00611135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611135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611135">
        <w:rPr>
          <w:rFonts w:ascii="Times New Roman" w:eastAsia="Times New Roman" w:hAnsi="Times New Roman" w:cs="Times New Roman"/>
          <w:sz w:val="24"/>
        </w:rPr>
        <w:t xml:space="preserve">: </w:t>
      </w:r>
      <w:r w:rsidR="00A65F71">
        <w:rPr>
          <w:rFonts w:ascii="Times New Roman" w:eastAsia="Times New Roman" w:hAnsi="Times New Roman" w:cs="Times New Roman"/>
          <w:sz w:val="24"/>
        </w:rPr>
        <w:t>____________</w:t>
      </w:r>
      <w:r w:rsidRPr="00611135">
        <w:rPr>
          <w:rFonts w:ascii="Times New Roman" w:eastAsia="Times New Roman" w:hAnsi="Times New Roman" w:cs="Times New Roman"/>
          <w:sz w:val="24"/>
        </w:rPr>
        <w:t xml:space="preserve">,  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65F7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1,5774 га, кадастровий номер: 6823986800:05:004:0096, д</w:t>
      </w:r>
      <w:r w:rsidRPr="00611135">
        <w:rPr>
          <w:rFonts w:ascii="Times New Roman" w:eastAsia="Times New Roman" w:hAnsi="Times New Roman" w:cs="Times New Roman"/>
          <w:sz w:val="24"/>
          <w:szCs w:val="24"/>
        </w:rPr>
        <w:t>ля ведення товарного сільськогосподарського виробництва</w:t>
      </w: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Полянська (</w:t>
      </w:r>
      <w:proofErr w:type="spellStart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>) сільська рада.</w:t>
      </w:r>
    </w:p>
    <w:p w:rsidR="009146AD" w:rsidRPr="00611135" w:rsidRDefault="009146AD" w:rsidP="009146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2.Іванцю О.М. посвідчити своє право  в  установленому  законом  порядку.</w:t>
      </w:r>
    </w:p>
    <w:p w:rsidR="009146AD" w:rsidRPr="00611135" w:rsidRDefault="009146AD" w:rsidP="009146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146AD" w:rsidRPr="00611135" w:rsidRDefault="009146AD" w:rsidP="0091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B44E5" w:rsidRPr="00A65F71" w:rsidRDefault="009146AD" w:rsidP="00A65F7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11135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  <w:bookmarkStart w:id="0" w:name="_GoBack"/>
      <w:bookmarkEnd w:id="0"/>
    </w:p>
    <w:sectPr w:rsidR="000B44E5" w:rsidRPr="00A65F7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6AD"/>
    <w:rsid w:val="000B44E5"/>
    <w:rsid w:val="009146AD"/>
    <w:rsid w:val="00A65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6A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6A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262</Words>
  <Characters>1495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2021-06-22T10:36:00Z</dcterms:created>
  <dcterms:modified xsi:type="dcterms:W3CDTF">2021-06-22T13:30:00Z</dcterms:modified>
</cp:coreProperties>
</file>