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3DA" w:rsidRDefault="00FA33DA" w:rsidP="00FA33DA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ПРОЕКТ</w:t>
      </w:r>
    </w:p>
    <w:p w:rsidR="00FA33DA" w:rsidRDefault="00FA33DA" w:rsidP="00FA33DA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FA33DA" w:rsidRPr="00FA33DA" w:rsidRDefault="00FA33DA" w:rsidP="00FA33D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33DA" w:rsidRDefault="00FA33DA" w:rsidP="00FA33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33DA" w:rsidRDefault="00FA33DA" w:rsidP="00FA33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33DA" w:rsidRDefault="00FA33DA" w:rsidP="00FA33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33DA" w:rsidRDefault="00FA33DA" w:rsidP="00FA33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33DA" w:rsidRDefault="00FA33DA" w:rsidP="00FA33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33DA" w:rsidRDefault="00FA33DA" w:rsidP="00FA33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33DA" w:rsidRDefault="00FA33DA" w:rsidP="00FA33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33DA" w:rsidRDefault="00FA33DA" w:rsidP="00FA33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33DA" w:rsidRDefault="00FA33DA" w:rsidP="00FA33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33DA" w:rsidRDefault="00FA33DA" w:rsidP="00FA33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33DA" w:rsidRDefault="00FA33DA" w:rsidP="00FA33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33DA" w:rsidRDefault="00FA33DA" w:rsidP="00FA33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33DA" w:rsidRDefault="00FA33DA" w:rsidP="00FA33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33DA" w:rsidRDefault="00FA33DA" w:rsidP="00FA33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33DA" w:rsidRDefault="00FA33DA" w:rsidP="00FA33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33DA" w:rsidRDefault="00FA33DA" w:rsidP="00FA33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33DA" w:rsidRDefault="00FA33DA" w:rsidP="00FA33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33DA" w:rsidRDefault="00FA33DA" w:rsidP="00FA33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33DA" w:rsidRDefault="00FA33DA" w:rsidP="00FA33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33DA" w:rsidRDefault="00FA33DA" w:rsidP="00FA33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33DA" w:rsidRDefault="00FA33DA" w:rsidP="00FA33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33DA" w:rsidRDefault="00FA33DA" w:rsidP="00FA33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33DA" w:rsidRDefault="00FA33DA" w:rsidP="00FA33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33DA" w:rsidRDefault="00FA33DA" w:rsidP="00FA33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33DA" w:rsidRDefault="00FA33DA" w:rsidP="00FA33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33DA" w:rsidRDefault="00FA33DA" w:rsidP="00FA33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33DA" w:rsidRDefault="00FA33DA" w:rsidP="00FA33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33DA" w:rsidRDefault="00FA33DA" w:rsidP="00FA33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33DA" w:rsidRDefault="00FA33DA" w:rsidP="00FA33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33DA" w:rsidRDefault="00FA33DA" w:rsidP="00FA33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A33DA" w:rsidRDefault="00FA33DA" w:rsidP="00FA33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A33DA" w:rsidRDefault="00FA33DA" w:rsidP="00FA33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A33DA" w:rsidRDefault="00FA33DA" w:rsidP="00FA33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A33DA" w:rsidRDefault="00FA33DA" w:rsidP="00FA33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A33DA" w:rsidRDefault="00FA33DA" w:rsidP="00FA33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A33DA" w:rsidRDefault="00FA33DA" w:rsidP="00FA33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A33DA" w:rsidRDefault="00FA33DA" w:rsidP="00FA33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A33DA" w:rsidRDefault="00FA33DA" w:rsidP="00FA33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A33DA" w:rsidRDefault="00FA33DA" w:rsidP="00FA33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A33DA" w:rsidRDefault="00FA33DA" w:rsidP="00FA33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A33DA" w:rsidRDefault="00FA33DA" w:rsidP="00FA33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A33DA" w:rsidRDefault="00FA33DA" w:rsidP="00FA33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A33DA" w:rsidRDefault="00FA33DA" w:rsidP="00FA33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A33DA" w:rsidRDefault="00FA33DA" w:rsidP="00FA33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A33DA" w:rsidRDefault="00FA33DA" w:rsidP="00FA33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A33DA" w:rsidRDefault="00FA33DA" w:rsidP="00FA33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A33DA" w:rsidRDefault="00FA33DA" w:rsidP="00FA33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A33DA" w:rsidRDefault="00FA33DA" w:rsidP="00FA33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A33DA" w:rsidRDefault="00FA33DA" w:rsidP="00FA33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A33DA" w:rsidRDefault="00FA33DA" w:rsidP="00FA33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FA33DA" w:rsidRDefault="00FA33DA" w:rsidP="00FA33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A33DA" w:rsidRDefault="00FA33DA" w:rsidP="00FA33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A33DA" w:rsidRDefault="00FA33DA" w:rsidP="00FA33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A33DA" w:rsidRDefault="00FA33DA" w:rsidP="00FA33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A33DA" w:rsidRDefault="00FA33DA" w:rsidP="00FA33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A33DA" w:rsidRDefault="00FA33DA" w:rsidP="00FA33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A33DA" w:rsidRDefault="00FA33DA" w:rsidP="00FA33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FA33DA" w:rsidRDefault="00FA33DA" w:rsidP="00FA33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A33DA" w:rsidRDefault="00FA33DA" w:rsidP="00FA33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A33DA" w:rsidRDefault="00FA33DA" w:rsidP="00FA33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A33DA" w:rsidRDefault="00FA33DA" w:rsidP="00FA33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33DA" w:rsidRDefault="00FA33DA" w:rsidP="00FA33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33DA" w:rsidRDefault="00FA33DA" w:rsidP="00FA33D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33DA" w:rsidRDefault="00FA33DA" w:rsidP="00FA33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A33DA" w:rsidRDefault="00FA33DA" w:rsidP="00FA33D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A33DA" w:rsidRDefault="00FA33DA" w:rsidP="00FA33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A33DA" w:rsidRDefault="00FA33DA" w:rsidP="00FA33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A33DA" w:rsidRDefault="00FA33DA" w:rsidP="00FA33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33DA" w:rsidRDefault="00FA33DA" w:rsidP="00FA33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A33DA" w:rsidRDefault="00FA33DA" w:rsidP="00FA33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33DA" w:rsidRDefault="00FA33DA" w:rsidP="00FA33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A33DA" w:rsidRDefault="00FA33DA" w:rsidP="00FA33D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A33DA" w:rsidRDefault="00FA33DA" w:rsidP="00FA33D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25.03.2021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</w:t>
      </w:r>
    </w:p>
    <w:p w:rsidR="00FA33DA" w:rsidRDefault="00FA33DA" w:rsidP="00FA33DA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A33DA" w:rsidRDefault="00FA33DA" w:rsidP="00FA33D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FA33DA" w:rsidRDefault="00FA33DA" w:rsidP="00FA33D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FA33DA" w:rsidRDefault="00FA33DA" w:rsidP="00FA33D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FA33DA" w:rsidRDefault="00FA33DA" w:rsidP="00FA33D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FA33DA" w:rsidRDefault="00FA33DA" w:rsidP="00FA33D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Кондратюк Г.І.</w:t>
      </w:r>
    </w:p>
    <w:p w:rsidR="00FA33DA" w:rsidRDefault="00FA33DA" w:rsidP="00FA33D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A33DA" w:rsidRDefault="00FA33DA" w:rsidP="00FA33D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Кондратюк Г.І.,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рада </w:t>
      </w:r>
      <w:proofErr w:type="gramEnd"/>
    </w:p>
    <w:p w:rsidR="00FA33DA" w:rsidRDefault="00FA33DA" w:rsidP="00FA33D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FA33DA" w:rsidRDefault="00FA33DA" w:rsidP="00FA33D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1.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Кондратюк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Галині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Іванівні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4F2E4B">
        <w:rPr>
          <w:rFonts w:ascii="Times New Roman" w:eastAsia="Calibri" w:hAnsi="Times New Roman" w:cs="Times New Roman"/>
          <w:sz w:val="24"/>
        </w:rPr>
        <w:t>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номер </w:t>
      </w:r>
      <w:r w:rsidR="004F2E4B">
        <w:rPr>
          <w:rFonts w:ascii="Times New Roman" w:eastAsia="Arial Unicode MS" w:hAnsi="Times New Roman" w:cs="Times New Roman"/>
          <w:sz w:val="24"/>
          <w:szCs w:val="24"/>
        </w:rPr>
        <w:t>______</w:t>
      </w:r>
      <w:bookmarkStart w:id="0" w:name="_GoBack"/>
      <w:bookmarkEnd w:id="0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Славутського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</w:rPr>
        <w:t>Шепетівського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) району,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Хмельницької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eastAsia="Arial Unicode MS" w:hAnsi="Times New Roman" w:cs="Times New Roman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sz w:val="24"/>
          <w:szCs w:val="24"/>
        </w:rPr>
        <w:t>ічну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) меж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(на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), та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0,2500 га,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номер: 6823984000:01:015:0033, 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область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(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)  район,  с.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вулиця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Кринична</w:t>
      </w:r>
      <w:proofErr w:type="spellEnd"/>
      <w:r>
        <w:rPr>
          <w:rFonts w:ascii="Times New Roman" w:eastAsia="Calibri" w:hAnsi="Times New Roman" w:cs="Times New Roman"/>
          <w:sz w:val="24"/>
        </w:rPr>
        <w:t>,  8</w:t>
      </w:r>
      <w:r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FA33DA" w:rsidRDefault="00FA33DA" w:rsidP="00FA33D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2. Кондратюк Г.І.,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своє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право  в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законом  порядку.</w:t>
      </w:r>
    </w:p>
    <w:p w:rsidR="00FA33DA" w:rsidRDefault="00FA33DA" w:rsidP="00FA33D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FA33DA" w:rsidRDefault="00FA33DA" w:rsidP="00FA33D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A58D3" w:rsidRPr="00FA33DA" w:rsidRDefault="00FA33DA" w:rsidP="00FA33D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EA58D3" w:rsidRPr="00FA33D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3DA"/>
    <w:rsid w:val="00171A2E"/>
    <w:rsid w:val="00304C90"/>
    <w:rsid w:val="004F2E4B"/>
    <w:rsid w:val="00505B6D"/>
    <w:rsid w:val="006D3977"/>
    <w:rsid w:val="007D6C18"/>
    <w:rsid w:val="00D1641A"/>
    <w:rsid w:val="00EA58D3"/>
    <w:rsid w:val="00FA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"/>
    <w:link w:val="HTML0"/>
    <w:uiPriority w:val="99"/>
    <w:semiHidden/>
    <w:locked/>
    <w:rsid w:val="00FA33DA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uiPriority w:val="99"/>
    <w:semiHidden/>
    <w:unhideWhenUsed/>
    <w:rsid w:val="00FA33D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FA33DA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"/>
    <w:link w:val="HTML0"/>
    <w:uiPriority w:val="99"/>
    <w:semiHidden/>
    <w:locked/>
    <w:rsid w:val="00FA33DA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uiPriority w:val="99"/>
    <w:semiHidden/>
    <w:unhideWhenUsed/>
    <w:rsid w:val="00FA33D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FA33DA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7</TotalTime>
  <Pages>1</Pages>
  <Words>291</Words>
  <Characters>1665</Characters>
  <Application>Microsoft Office Word</Application>
  <DocSecurity>0</DocSecurity>
  <Lines>13</Lines>
  <Paragraphs>3</Paragraphs>
  <ScaleCrop>false</ScaleCrop>
  <Company>Microsoft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dcterms:created xsi:type="dcterms:W3CDTF">2021-03-18T06:15:00Z</dcterms:created>
  <dcterms:modified xsi:type="dcterms:W3CDTF">2021-03-18T06:25:00Z</dcterms:modified>
</cp:coreProperties>
</file>