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63" w:rsidRPr="00744026" w:rsidRDefault="00717E63" w:rsidP="00717E6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E63" w:rsidRDefault="00717E63" w:rsidP="00717E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7E63" w:rsidRDefault="00717E63" w:rsidP="00717E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7E63" w:rsidRDefault="00717E63" w:rsidP="00717E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17E63" w:rsidRDefault="00717E63" w:rsidP="0071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7E63" w:rsidRDefault="00717E63" w:rsidP="0071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№28</w:t>
      </w:r>
    </w:p>
    <w:p w:rsidR="00717E63" w:rsidRPr="00186FBA" w:rsidRDefault="00717E63" w:rsidP="00717E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7E63" w:rsidRPr="00CF04D8" w:rsidRDefault="00717E63" w:rsidP="00717E6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717E63" w:rsidRPr="00F06D3E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D2F4C">
        <w:rPr>
          <w:rFonts w:ascii="Times New Roman" w:eastAsia="Calibri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0,3800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</w:t>
      </w:r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7E63" w:rsidRPr="00CF04D8" w:rsidRDefault="00717E63" w:rsidP="00717E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17E63" w:rsidRPr="00CF04D8" w:rsidRDefault="00717E63" w:rsidP="00717E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E63" w:rsidRPr="00CF04D8" w:rsidRDefault="00717E63" w:rsidP="00717E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E63" w:rsidRPr="00CF04D8" w:rsidRDefault="00717E63" w:rsidP="00717E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36B0F" w:rsidRDefault="00136B0F"/>
    <w:sectPr w:rsidR="00136B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63"/>
    <w:rsid w:val="00136B0F"/>
    <w:rsid w:val="00171A2E"/>
    <w:rsid w:val="001D2F4C"/>
    <w:rsid w:val="00304C90"/>
    <w:rsid w:val="00505B6D"/>
    <w:rsid w:val="006D3977"/>
    <w:rsid w:val="00717E63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17E6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17E6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17E6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17E6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17E6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17E63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2021-03-02T14:00:00Z</dcterms:created>
  <dcterms:modified xsi:type="dcterms:W3CDTF">2021-03-02T14:30:00Z</dcterms:modified>
</cp:coreProperties>
</file>