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675" w:rsidRPr="00DE6ED3" w:rsidRDefault="00031675" w:rsidP="00031675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DE6ED3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031675" w:rsidRPr="00DE6ED3" w:rsidRDefault="00031675" w:rsidP="00031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31675" w:rsidRPr="00DE6ED3" w:rsidRDefault="00031675" w:rsidP="000316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увати 9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1675" w:rsidRDefault="00031675" w:rsidP="00031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1675" w:rsidRDefault="00031675" w:rsidP="00031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1675" w:rsidRDefault="00031675" w:rsidP="00031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1675" w:rsidRDefault="00031675" w:rsidP="00031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1675" w:rsidRDefault="00031675" w:rsidP="00031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1675" w:rsidRDefault="00031675" w:rsidP="00031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1675" w:rsidRDefault="00031675" w:rsidP="00031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1675" w:rsidRDefault="00031675" w:rsidP="00031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1675" w:rsidRDefault="00031675" w:rsidP="00031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1675" w:rsidRDefault="00031675" w:rsidP="00031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1675" w:rsidRDefault="00031675" w:rsidP="00031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1675" w:rsidRDefault="00031675" w:rsidP="00031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1675" w:rsidRDefault="00031675" w:rsidP="00031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1675" w:rsidRDefault="00031675" w:rsidP="00031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1675" w:rsidRDefault="00031675" w:rsidP="00031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1675" w:rsidRDefault="00031675" w:rsidP="00031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1675" w:rsidRDefault="00031675" w:rsidP="00031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1675" w:rsidRDefault="00031675" w:rsidP="00031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1675" w:rsidRDefault="00031675" w:rsidP="00031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1675" w:rsidRDefault="00031675" w:rsidP="00031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1675" w:rsidRDefault="00031675" w:rsidP="00031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1675" w:rsidRDefault="00031675" w:rsidP="00031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1675" w:rsidRDefault="00031675" w:rsidP="00031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1675" w:rsidRDefault="00031675" w:rsidP="00031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1675" w:rsidRDefault="00031675" w:rsidP="00031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1675" w:rsidRDefault="00031675" w:rsidP="00031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1675" w:rsidRDefault="00031675" w:rsidP="00031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1675" w:rsidRDefault="00031675" w:rsidP="00031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1675" w:rsidRDefault="00031675" w:rsidP="00031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1675" w:rsidRDefault="00031675" w:rsidP="0003167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31675" w:rsidRDefault="00031675" w:rsidP="00031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31675" w:rsidRDefault="00031675" w:rsidP="00031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31675" w:rsidRDefault="00031675" w:rsidP="00031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31675" w:rsidRDefault="00031675" w:rsidP="00031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31675" w:rsidRDefault="00031675" w:rsidP="00031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31675" w:rsidRDefault="00031675" w:rsidP="00031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31675" w:rsidRDefault="00031675" w:rsidP="00031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31675" w:rsidRDefault="00031675" w:rsidP="00031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31675" w:rsidRDefault="00031675" w:rsidP="00031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31675" w:rsidRDefault="00031675" w:rsidP="00031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31675" w:rsidRDefault="00031675" w:rsidP="00031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31675" w:rsidRDefault="00031675" w:rsidP="00031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31675" w:rsidRDefault="00031675" w:rsidP="00031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31675" w:rsidRDefault="00031675" w:rsidP="00031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31675" w:rsidRDefault="00031675" w:rsidP="00031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31675" w:rsidRDefault="00031675" w:rsidP="00031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31675" w:rsidRDefault="00031675" w:rsidP="00031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31675" w:rsidRDefault="00031675" w:rsidP="00031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31675" w:rsidRDefault="00031675" w:rsidP="00031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31675" w:rsidRDefault="00031675" w:rsidP="00031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031675" w:rsidRDefault="00031675" w:rsidP="00031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31675" w:rsidRDefault="00031675" w:rsidP="00031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31675" w:rsidRDefault="00031675" w:rsidP="00031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31675" w:rsidRDefault="00031675" w:rsidP="00031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31675" w:rsidRDefault="00031675" w:rsidP="00031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31675" w:rsidRDefault="00031675" w:rsidP="00031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31675" w:rsidRDefault="00031675" w:rsidP="00031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031675" w:rsidRDefault="00031675" w:rsidP="00031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31675" w:rsidRDefault="00031675" w:rsidP="00031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31675" w:rsidRDefault="00031675" w:rsidP="0003167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31675" w:rsidRPr="00DE6ED3" w:rsidRDefault="00031675" w:rsidP="0003167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031675" w:rsidRPr="00DE6ED3" w:rsidRDefault="00031675" w:rsidP="00031675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031675" w:rsidRPr="00DE6ED3" w:rsidRDefault="00031675" w:rsidP="0003167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031675" w:rsidRPr="00DE6ED3" w:rsidRDefault="00031675" w:rsidP="0003167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  <w:t>УКРАЇНА</w:t>
      </w:r>
    </w:p>
    <w:p w:rsidR="00031675" w:rsidRPr="00DE6ED3" w:rsidRDefault="00031675" w:rsidP="0003167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КРУПЕЦЬКА СІЛЬСЬКА РАДА</w:t>
      </w:r>
    </w:p>
    <w:p w:rsidR="00031675" w:rsidRPr="00DE6ED3" w:rsidRDefault="00031675" w:rsidP="0003167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СЛАВУТСЬКОГО РАЙОНУ</w:t>
      </w:r>
    </w:p>
    <w:p w:rsidR="00031675" w:rsidRPr="00DE6ED3" w:rsidRDefault="00031675" w:rsidP="0003167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ХМЕЛЬНИЦЬКОЇ ОБЛАСТІ</w:t>
      </w:r>
    </w:p>
    <w:p w:rsidR="00031675" w:rsidRPr="00DE6ED3" w:rsidRDefault="00031675" w:rsidP="0003167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031675" w:rsidRPr="00DE6ED3" w:rsidRDefault="00031675" w:rsidP="0003167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 xml:space="preserve"> РІШЕННЯ</w:t>
      </w:r>
    </w:p>
    <w:p w:rsidR="00031675" w:rsidRPr="00DE6ED3" w:rsidRDefault="00031675" w:rsidP="0003167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031675" w:rsidRPr="00DE6ED3" w:rsidRDefault="00031675" w:rsidP="0003167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IX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</w:t>
      </w:r>
      <w:proofErr w:type="gram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IX</w:t>
      </w:r>
      <w:proofErr w:type="gram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скликання</w:t>
      </w:r>
    </w:p>
    <w:p w:rsidR="00031675" w:rsidRPr="00DE6ED3" w:rsidRDefault="00031675" w:rsidP="0003167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</w:p>
    <w:p w:rsidR="00031675" w:rsidRPr="00DE6ED3" w:rsidRDefault="00031675" w:rsidP="0003167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  25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.03.2021 року                                            Крупець                                                 №___</w:t>
      </w:r>
    </w:p>
    <w:p w:rsidR="00031675" w:rsidRPr="00DE6ED3" w:rsidRDefault="00031675" w:rsidP="00031675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031675" w:rsidRPr="00DE6ED3" w:rsidRDefault="00031675" w:rsidP="00031675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031675" w:rsidRPr="00DE6ED3" w:rsidRDefault="00031675" w:rsidP="0003167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затвердження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проєкту</w:t>
      </w:r>
      <w:proofErr w:type="spellEnd"/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землеустрою</w:t>
      </w:r>
    </w:p>
    <w:p w:rsidR="00031675" w:rsidRPr="00DE6ED3" w:rsidRDefault="00031675" w:rsidP="0003167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 відведення земельної ділянки  та</w:t>
      </w:r>
    </w:p>
    <w:p w:rsidR="00031675" w:rsidRPr="00DE6ED3" w:rsidRDefault="00031675" w:rsidP="0003167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передачі  її у власність  </w:t>
      </w: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Шпак К.М.</w:t>
      </w:r>
    </w:p>
    <w:p w:rsidR="00031675" w:rsidRPr="00DE6ED3" w:rsidRDefault="00031675" w:rsidP="0003167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031675" w:rsidRPr="00DE6ED3" w:rsidRDefault="00031675" w:rsidP="0003167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031675" w:rsidRPr="00DE6ED3" w:rsidRDefault="00031675" w:rsidP="0003167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</w:t>
      </w:r>
      <w:r w:rsidRPr="00DE6ED3">
        <w:rPr>
          <w:rFonts w:ascii="Times New Roman" w:eastAsia="Times New Roman" w:hAnsi="Times New Roman" w:cs="Times New Roman"/>
          <w:sz w:val="24"/>
          <w:lang w:val="uk-UA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розглянувши заяву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Шпака К.М.,  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сільська  рада</w:t>
      </w:r>
    </w:p>
    <w:p w:rsidR="00031675" w:rsidRPr="00DE6ED3" w:rsidRDefault="00031675" w:rsidP="0003167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ВИРІШИЛА:</w:t>
      </w:r>
    </w:p>
    <w:p w:rsidR="00031675" w:rsidRPr="00DE6ED3" w:rsidRDefault="00031675" w:rsidP="0003167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031675" w:rsidRPr="00DE6ED3" w:rsidRDefault="00031675" w:rsidP="0003167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1.Затвердити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Шпаку Костянтину Миколайовичу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проєкт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землеустрою щодо відведення земельної ділянки, для ведення особистого селянського господарства, площею 0,2248га, яка розташована Хмельницька область,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Славутський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район, 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с.Колом’є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031675" w:rsidRPr="00DE6ED3" w:rsidRDefault="00031675" w:rsidP="000316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2.Передати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Шпаку Костянтину Миколайовичу, </w:t>
      </w:r>
      <w:r w:rsidRPr="00DE6ED3">
        <w:rPr>
          <w:rFonts w:ascii="Times New Roman" w:eastAsia="Calibri" w:hAnsi="Times New Roman" w:cs="Times New Roman"/>
          <w:sz w:val="24"/>
          <w:lang w:val="uk-UA"/>
        </w:rPr>
        <w:t xml:space="preserve"> який  зареєстрований за адресою: </w:t>
      </w:r>
      <w:r w:rsidR="000203A3" w:rsidRPr="000203A3">
        <w:rPr>
          <w:rFonts w:ascii="Times New Roman" w:eastAsia="Calibri" w:hAnsi="Times New Roman" w:cs="Times New Roman"/>
          <w:sz w:val="24"/>
        </w:rPr>
        <w:t>_____________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DE6ED3">
        <w:rPr>
          <w:rFonts w:ascii="Times New Roman" w:eastAsia="Calibri" w:hAnsi="Times New Roman" w:cs="Times New Roman"/>
          <w:sz w:val="24"/>
          <w:lang w:val="uk-UA"/>
        </w:rPr>
        <w:t xml:space="preserve">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ідентифікаційний номер </w:t>
      </w:r>
      <w:r w:rsidR="000203A3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</w:t>
      </w:r>
      <w:bookmarkStart w:id="0" w:name="_GoBack"/>
      <w:bookmarkEnd w:id="0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власність земельну ділянку, площею 0,2248 га, кадастровий номер: 6823986800:02:001:0002, для ведення особистого селянського господарства, яка розташована Хмельницька область,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Славутський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район,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с.Колом’є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031675" w:rsidRPr="00DE6ED3" w:rsidRDefault="00031675" w:rsidP="000316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3.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Шпаку К.М.,</w:t>
      </w:r>
      <w:r w:rsidRPr="00DE6ED3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031675" w:rsidRPr="00DE6ED3" w:rsidRDefault="00031675" w:rsidP="000316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DE6ED3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031675" w:rsidRPr="00031675" w:rsidRDefault="00031675" w:rsidP="0003167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0D7D85" w:rsidRPr="00031675" w:rsidRDefault="00031675" w:rsidP="0003167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sectPr w:rsidR="000D7D85" w:rsidRPr="0003167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675"/>
    <w:rsid w:val="000203A3"/>
    <w:rsid w:val="00031675"/>
    <w:rsid w:val="000D7D85"/>
    <w:rsid w:val="00171A2E"/>
    <w:rsid w:val="00304C90"/>
    <w:rsid w:val="00505B6D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Tmp\&#1089;&#1077;&#1089;\Default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262</Words>
  <Characters>1496</Characters>
  <Application>Microsoft Office Word</Application>
  <DocSecurity>0</DocSecurity>
  <Lines>12</Lines>
  <Paragraphs>3</Paragraphs>
  <ScaleCrop>false</ScaleCrop>
  <Company>Microsoft</Company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dcterms:created xsi:type="dcterms:W3CDTF">2021-03-17T09:29:00Z</dcterms:created>
  <dcterms:modified xsi:type="dcterms:W3CDTF">2021-03-17T09:38:00Z</dcterms:modified>
</cp:coreProperties>
</file>