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C20" w:rsidRPr="0081108E" w:rsidRDefault="00EF7C20" w:rsidP="00EF7C2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EF7C20" w:rsidRPr="0081108E" w:rsidRDefault="00EF7C20" w:rsidP="00EF7C2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F7C20" w:rsidRPr="0081108E" w:rsidRDefault="005413D0" w:rsidP="00EF7C2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056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bfcIA&#10;AADeAAAADwAAAGRycy9kb3ducmV2LnhtbERPS4vCMBC+C/sfwix400TFB91GEXHFgyDqeh+a6QOb&#10;SWmy2v33G0HwNh/fc9JVZ2txp9ZXjjWMhgoEceZMxYWGn8v3YAHCB2SDtWPS8EceVsuPXoqJcQ8+&#10;0f0cChFD2CeooQyhSaT0WUkW/dA1xJHLXWsxRNgW0rT4iOG2lmOlZtJixbGhxIY2JWW386/V4Ca7&#10;/eFajE+TLc8Dr4+L/NodtO5/dusvEIG68Ba/3HsT5ys1ncPznXiD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Q9t9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j9rMgA&#10;AADeAAAADwAAAGRycy9kb3ducmV2LnhtbESPT0sDMRDF74LfIYzgpdhEwWrXpkUK67+D0FrwOmzG&#10;zepmsiSxXfvpnYPgbYb35r3fLFZj6NWeUu4iW7icGlDETXQdtxZ2b/XFLahckB32kcnCD2VYLU9P&#10;Fli5eOAN7belVRLCuUILvpSh0jo3ngLmaRyIRfuIKWCRNbXaJTxIeOj1lTEzHbBjafA40NpT87X9&#10;DhY+61f/vr45PqTJfEPHSf3y2D/PrD0/G+/vQBUay7/57/rJCb4x18Ir78gMevk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GP2syAAAAN4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f8NsYA&#10;AADeAAAADwAAAGRycy9kb3ducmV2LnhtbESP3WoCMRCF7wu+Q5iCN0UTLRW7NYqIFvFm8ecBhs24&#10;WbqZLJvorm/fFITezXDOnO/MYtW7WtypDZVnDZOxAkFceFNxqeFy3o3mIEJENlh7Jg0PCrBaDl4W&#10;mBnf8ZHup1iKFMIhQw02xiaTMhSWHIaxb4iTdvWtw5jWtpSmxS6Fu1pOlZpJhxUngsWGNpaKn9PN&#10;JUj+jvnh2p133z12uD1YflsftR6+9usvEJH6+G9+Xu9Nqq/Uxyf8vZNm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f8N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WKLMUA&#10;AADeAAAADwAAAGRycy9kb3ducmV2LnhtbESPQUsDQQyF74L/YYjgzc5atMraaZGqIIKHVqH0FnbS&#10;3cWdzDATu+u/NwfB2wvv5Uvecj2FwZwolz6yg+tZBYa4ib7n1sHnx8vVPZgiyB6HyOTghwqsV+dn&#10;S6x9HHlLp520RiFcanTQiaTa2tJ0FLDMYiJW7xhzQNExt9ZnHBUeBjuvqoUN2LNe6DDRpqPma/cd&#10;HLyPz+ntbnF7TId8M7flyct+I85dXkyPD2CEJvkP/22/en1fiVpA66gGu/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lYo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06jcQA&#10;AADeAAAADwAAAGRycy9kb3ducmV2LnhtbESP3WrCQBCF7wt9h2UK3hTdqFAkdRURLeKN+PMAQ3bM&#10;hmZnQ3Zr4ts7gtC7M8yZ78yZL3tfqxu1sQpsYDzKQBEXwVZcGrict8MZqJiQLdaBycCdIiwX729z&#10;zG3o+Ei3UyqVQDjmaMCl1ORax8KRxzgKDbHsrqH1mGRsS21b7ATuaz3Jsi/tsWJJcNjQ2lHxe/rz&#10;EnKY4mF/7c7bnx473Owdf66Oxgw++tU3qER9+je/rndW3hfiGJ51RI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dOo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xwMYA&#10;AADeAAAADwAAAGRycy9kb3ducmV2LnhtbESPQUsDMRCF74L/IYzgzWZdtJa1aZHagggebAvF27CZ&#10;7i5uJiGZdrf/3giCtxnee9+8mS9H16szxdR5NnA/KUAR19523BjY7zZ3M1BJkC32nsnAhRIsF9dX&#10;c6ysH/iTzltpVIZwqtBAKxIqrVPdksM08YE4a0cfHUpeY6NtxCHDXa/Lophqhx3nCy0GWrVUf29P&#10;zsDHsA7vT9PHY/iKD6VOr1YOKzHm9mZ8eQYlNMq/+S/9ZnP9TCzh9508g1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uxw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IJssYA&#10;AADeAAAADwAAAGRycy9kb3ducmV2LnhtbESPQWsCMRCF7wX/QxjBi9SsilJWo6gQWrBQqoVeh824&#10;u7iZLEl0t/++EQq9zfDe++bNetvbRtzJh9qxgukkA0FcOFNzqeDrrJ9fQISIbLBxTAp+KMB2M3ha&#10;Y25cx590P8VSJAiHHBVUMba5lKGoyGKYuJY4aRfnLca0+lIaj12C20bOsmwpLdacLlTY0qGi4nq6&#10;WQX7j66c+3Gx793x8vq90Nrod63UaNjvViAi9fHf/Jd+M6l+Is7h8U6aQW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IJs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vbOcUA&#10;AADeAAAADwAAAGRycy9kb3ducmV2LnhtbESPwWrDMBBE74H+g9hCb7Gc4BbjRAmhxVBCL3X7AYu1&#10;sZxYKyMpjvv3VaDQ2y4z83Z2u5/tICbyoXesYJXlIIhbp3vuFHx/1csSRIjIGgfHpOCHAux3D4st&#10;Vtrd+JOmJnYiQThUqMDEOFZShtaQxZC5kThpJ+ctxrT6TmqPtwS3g1zn+Yu02HO6YHCkV0Ptpbla&#10;BfVx/TFdrtrX7jAXlp7NuXwzSj09zocNiEhz/Df/pd91qp+IBdzfSTP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m9s5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c0XcYA&#10;AADeAAAADwAAAGRycy9kb3ducmV2LnhtbESPQWsCMRCF74L/IYzQi9RsK5ayGqUWgoJCqS30OmzG&#10;3cXNZElSd/33RhC8zfDe++bNYtXbRpzJh9qxgpdJBoK4cKbmUsHvj35+BxEissHGMSm4UIDVcjhY&#10;YG5cx990PsRSJAiHHBVUMba5lKGoyGKYuJY4aUfnLca0+lIaj12C20a+ZtmbtFhzulBhS58VFafD&#10;v1Ww/urKqR8X697tjpu/mdZG77VST6P+Yw4iUh8f5nt6a1L9RJzB7Z00g1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c0X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Xg1cUA&#10;AADeAAAADwAAAGRycy9kb3ducmV2LnhtbESPwWrDMBBE74H+g9hCb7Gc0BrjRAmhxVBKL3XyAYu1&#10;sZxYKyMpjvv3VaHQ2y4z83Z2u5/tICbyoXesYJXlIIhbp3vuFJyO9bIEESKyxsExKfimAPvdw2KL&#10;lXZ3/qKpiZ1IEA4VKjAxjpWUoTVkMWRuJE7a2XmLMa2+k9rjPcHtINd5XkiLPacLBkd6NdRem5tV&#10;UH+sP6frTfvaHeZnSy/mUr4ZpZ4e58MGRKQ5/pv/0u861U/EAn7fSTP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eD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fbpsIA&#10;AADeAAAADwAAAGRycy9kb3ducmV2LnhtbESP3YrCMBCF7wXfIYzgnaauv1RjWQQXvbT6AEMztsVm&#10;UpvY1rffLCx4N8M555szu6Q3lWipcaVlBbNpBII4s7rkXMHtepxsQDiPrLGyTAre5CDZDwc7jLXt&#10;+EJt6nMRIOxiVFB4X8dSuqwgg25qa+Kg3W1j0Ie1yaVusAtwU8mvKFpJgyWHCwXWdCgoe6Qvo2Dx&#10;7n6e6fIRHbWh2Xlen9lnS6XGo/57C8JT7z/m//RJh/qBuIa/d8IM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h9u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pZe8UA&#10;AADeAAAADwAAAGRycy9kb3ducmV2LnhtbESPQW/CMAyF75P4D5GRdhspHNDWEapqCDRx2grsbDWm&#10;rdY4VRPa8u/xYdJuz/Lz5/c22eRaNVAfGs8GlosEFHHpbcOVgfNp//IKKkRki61nMnCnANl29rTB&#10;1PqRv2koYqUEwiFFA3WMXap1KGtyGBa+I5bd1fcOo4x9pW2Po8Bdq1dJstYOG5YPNXb0UVP5W9yc&#10;gdv6Z3Xm69F+Fbv74W23z4O+VMY8z6f8HVSkKf6b/64/rcQXouSVOqJBb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Gll7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lM/cgA&#10;AADeAAAADwAAAGRycy9kb3ducmV2LnhtbESPQWvCQBCF70L/wzIFb7pplaBpNqKFQvWgaOvB2zQ7&#10;TdJmZ9PsVuO/dwXB2wzvvW/epLPO1OJIrassK3gaRiCIc6srLhR8frwNJiCcR9ZYWyYFZ3Iwyx56&#10;KSbannhLx50vRICwS1BB6X2TSOnykgy6oW2Ig/ZtW4M+rG0hdYunADe1fI6iWBqsOFwosaHXkvLf&#10;3b9RsN9M4ulmsRz/rNZfODL676CrWKn+Yzd/AeGp83fzLf2uQ/1AnML1nTCDzC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OUz9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PkKcYA&#10;AADeAAAADwAAAGRycy9kb3ducmV2LnhtbESPQW/CMAyF70j8h8hI3EYCQwx1BARMsIkTY5N2tRqv&#10;rdY4VROg7NfPh0ncbPn5vfctVp2v1YXaWAW2MB4ZUMR5cBUXFj4/dg9zUDEhO6wDk4UbRVgt+70F&#10;Zi5c+Z0up1QoMeGYoYUypSbTOuYleYyj0BDL7Tu0HpOsbaFdi1cx97WeGDPTHiuWhBIb2paU/5zO&#10;3sLv7AuP8XWyeXl0iW7T+T4cjntrh4Nu/QwqUZfu4v/vNyf1jXkSAMGRG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PkK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YoHMMA&#10;AADeAAAADwAAAGRycy9kb3ducmV2LnhtbERPzWoCMRC+C75DmEJvmiha69YoUix4s659gGEzZhc3&#10;k3WT6rZPbwTB23x8v7NYda4WF2pD5VnDaKhAEBfeVGw1/By+Bu8gQkQ2WHsmDX8UYLXs9xaYGX/l&#10;PV3yaEUK4ZChhjLGJpMyFCU5DEPfECfu6FuHMcHWStPiNYW7Wo6VepMOK04NJTb0WVJxyn+dhrMf&#10;T02Xb3B32sy/K2sn5//9ROvXl279ASJSF5/ih3tr0nylZiO4v5Nu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YoH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QgMQA&#10;AADeAAAADwAAAGRycy9kb3ducmV2LnhtbERPyW7CMBC9V+IfrEHqrdhQsTSNg9pKlbiyHHqc2kMS&#10;iMchdiHl6zFSpd7m6a2TL3vXiDN1ofasYTxSIIiNtzWXGnbbz6cFiBCRLTaeScMvBVgWg4ccM+sv&#10;vKbzJpYihXDIUEMVY5tJGUxFDsPIt8SJ2/vOYUywK6Xt8JLCXSMnSs2kw5pTQ4UtfVRkjpsfp2FV&#10;f9N0ZvYvbvFu1l/XU3yeH6zWj8P+7RVEpD7+i//cK5vmKzWfwP2ddIMs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40I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WMzMYA&#10;AADeAAAADwAAAGRycy9kb3ducmV2LnhtbERPXWsCMRB8F/wPYQXfNKlCW69GqYVCix9QFfu6XLaX&#10;o5fNcUnP898boeDb7M7OzM582blKtNSE0rOGh7ECQZx7U3Kh4Xh4Hz2DCBHZYOWZNFwowHLR780x&#10;M/7MX9TuYyGSCYcMNdgY60zKkFtyGMa+Jk7cj28cxjQ2hTQNnpO5q+REqUfpsOSUYLGmN0v57/7P&#10;aWhxd1HfdrWdfZabfLJbndYm7fVw0L2+gIjUxfvxv/rDpPeVeprCrU7C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WMz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LIsIA&#10;AADeAAAADwAAAGRycy9kb3ducmV2LnhtbERPTUsDMRC9C/6HMII3m7iIytq0FKHiUdcePI6b6Wbb&#10;zcySxO7qrzeC4G0e73OW6zkM6kQx9cIWrhcGFHErrufOwu5te3UPKmVkh4MwWfiiBOvV+dkSaycT&#10;v9KpyZ0qIZxqtOBzHmutU+spYFrISFy4vcSAucDYaRdxKuFh0JUxtzpgz6XB40iPntpj8xksTE/t&#10;x6Havzv/HUfZNi9yqAax9vJi3jyAyjTnf/Gf+9mV+cbc3c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scsi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V+rsQA&#10;AADeAAAADwAAAGRycy9kb3ducmV2LnhtbERP22oCMRB9L/gPYQTfalLBC1ujeAWRStG279PNdHc1&#10;mSybqNu/bwqFvs3hXGc6b50VN2pC5VnDU1+BIM69qbjQ8P62fZyACBHZoPVMGr4pwHzWeZhiZvyd&#10;j3Q7xUKkEA4ZaihjrDMpQ16Sw9D3NXHivnzjMCbYFNI0eE/hzsqBUiPpsOLUUGJNq5Lyy+nqNGxf&#10;1/Y8OBwXHzKuNuNPO9kv1y9a97rt4hlEpDb+i//cO5PmKzUewu876QY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Ffq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E9TcUA&#10;AADeAAAADwAAAGRycy9kb3ducmV2LnhtbERP22rCQBB9F/yHZYS+SN2tpVbSbEQKokIL3qCvY3ZM&#10;gtnZkN3G9O/dQqFvczjXSRe9rUVHra8ca3iaKBDEuTMVFxpOx9XjHIQPyAZrx6ThhzwssuEgxcS4&#10;G++pO4RCxBD2CWooQ2gSKX1ekkU/cQ1x5C6utRgibAtpWrzFcFvLqVIzabHi2FBiQ+8l5dfDt9XQ&#10;7T7OxabzzfY6H/uX5/N6/Wm+tH4Y9cs3EIH68C/+c29MnK/U6wx+34k3y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T1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Hmy8UA&#10;AADeAAAADwAAAGRycy9kb3ducmV2LnhtbERPS2sCMRC+F/ofwgi91URpq26NUoVCL0J9HPQ2bqa7&#10;i5vJmqS6+uuNUOhtPr7njKetrcWJfKgca+h1FQji3JmKCw2b9efzEESIyAZrx6ThQgGmk8eHMWbG&#10;nXlJp1UsRArhkKGGMsYmkzLkJVkMXdcQJ+7HeYsxQV9I4/Gcwm0t+0q9SYsVp4YSG5qXlB9Wv1bD&#10;bDScHb9feHFd7ne02+4Pr32vtH7qtB/vICK18V/85/4yab5SgwHc30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AebLxQAAAN4AAAAPAAAAAAAAAAAAAAAAAJgCAABkcnMv&#10;ZG93bnJldi54bWxQSwUGAAAAAAQABAD1AAAAigMAAAAA&#10;" fillcolor="black" stroked="f"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18uckA&#10;AADeAAAADwAAAGRycy9kb3ducmV2LnhtbESPS08DMQyE70j9D5ErcaMJlSjVtmlFeUhIlEMfhx7N&#10;xuxGu3FWm9Au/Hp8QOJma8Yzn5frIbTqTH3ykS3cTgwo4jI6z5WF4+HlZg4qZWSHbWSy8E0J1qvR&#10;1RILFy+8o/M+V0pCOBVooc65K7ROZU0B0yR2xKJ9xj5glrWvtOvxIuGh1VNjZjqgZ2mosaPHmspm&#10;/xUsnN5mfr7zNP3Y/mye3fau2bw/NdZej4eHBahMQ/43/12/OsE35l545R2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F18uckAAADeAAAADwAAAAAAAAAAAAAAAACYAgAA&#10;ZHJzL2Rvd25yZXYueG1sUEsFBgAAAAAEAAQA9QAAAI4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0EMQA&#10;AADeAAAADwAAAGRycy9kb3ducmV2LnhtbERPTU8CMRC9m/gfmjHhBq0eEBcKIRojFw6AxutkO2zX&#10;3U7XtsDCr7ckJN7m5X3ObNG7VhwpxNqzhseRAkFcelNzpeFz9z6cgIgJ2WDrmTScKcJifn83w8L4&#10;E2/ouE2VyCEcC9RgU+oKKWNpyWEc+Y44c3sfHKYMQyVNwFMOd618UmosHdacGyx29GqpbLYHpyEs&#10;v9+aCx++GnVZn+PHT/87Qav14KFfTkEk6tO/+OZemTxfqecXuL6Tb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DtB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3b4cYA&#10;AADeAAAADwAAAGRycy9kb3ducmV2LnhtbESPQUsDQQyF70L/wxDBi7Qz9qB17bQUQRAsQmt/QLoT&#10;dxdnMstObLf+enMQvCXk5b33LddjiuZEQ+kye7ibOTDEdQ4dNx4OHy/TBZgiyAFjZvJwoQLr1eRq&#10;iVXIZ97RaS+NURMuFXpoRfrK2lK3lLDMck+st888JBRdh8aGAc9qnqKdO3dvE3asCS329NxS/bX/&#10;Th7i/Bgf3x7KVi4Hu3U/SXa378H7m+tx8wRGaJR/8d/3a9D6zi0UQHF0Brv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3b4cYAAADe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E/IMMA&#10;AADeAAAADwAAAGRycy9kb3ducmV2LnhtbERPTWsCMRC9C/0PYQq9aaKHIlujVEXYi4duFa/jZrpZ&#10;mkyWTdRtf30jCL3N433OYjV4J67UxzawhulEgSCug2m50XD43I3nIGJCNugCk4YfirBaPo0WWJhw&#10;4w+6VqkROYRjgRpsSl0hZawteYyT0BFn7iv0HlOGfSNNj7cc7p2cKfUqPbacGyx2tLFUf1cXr2Fb&#10;dW52KO06no7789mVvzs6bbV+eR7e30AkGtK/+OEuTZ6v1HwK93fyDX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kE/IMMAAADe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5YTYcMA&#10;AADeAAAADwAAAGRycy9kb3ducmV2LnhtbERPTWvCQBC9F/wPywi91V1zSCV1FREDQk+Neuht2J0m&#10;qdnZkF1N+u+7hYK3ebzPWW8n14k7DaH1rGG5UCCIjbct1xrOp/JlBSJEZIudZ9LwQwG2m9nTGgvr&#10;R/6gexVrkUI4FKihibEvpAymIYdh4XvixH35wWFMcKilHXBM4a6TmVK5dNhyamiwp31D5lrdnIbv&#10;Ur57o9BczpfxaF8/Dzl1Suvn+bR7AxFpig/xv/to03ylVhn8vZNu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5YTY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JFncQA&#10;AADeAAAADwAAAGRycy9kb3ducmV2LnhtbERPS2sCMRC+C/6HMEJvmlRBlq1RrCCUFg8+KD1ON+Pu&#10;spvJkkTd/vtGELzNx/ecxaq3rbiSD7VjDa8TBYK4cKbmUsPpuB1nIEJENtg6Jg1/FGC1HA4WmBt3&#10;4z1dD7EUKYRDjhqqGLtcylBUZDFMXEecuLPzFmOCvpTG4y2F21ZOlZpLizWnhgo72lRUNIeL1fBz&#10;+eLzbva59u/x2/XH0Ex/s0brl1G/fgMRqY9P8cP9YdJ8pbIZ3N9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yRZ3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Im8UA&#10;AADeAAAADwAAAGRycy9kb3ducmV2LnhtbERPTWsCMRC9F/wPYQq91aSiZV2NooVCL4LaHvQ2bsbd&#10;xc1km6S6+usbodDbPN7nTOedbcSZfKgda3jpKxDEhTM1lxq+Pt+fMxAhIhtsHJOGKwWYz3oPU8yN&#10;u/CGzttYihTCIUcNVYxtLmUoKrIY+q4lTtzReYsxQV9K4/GSwm0jB0q9Sos1p4YKW3qrqDhtf6yG&#10;5Thbfq+HvLptDnva7w6n0cArrZ8eu8UERKQu/ov/3B8mzVcqG8L9nXSDn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gibxQAAAN4AAAAPAAAAAAAAAAAAAAAAAJgCAABkcnMv&#10;ZG93bnJldi54bWxQSwUGAAAAAAQABAD1AAAAigMAAAAA&#10;" fillcolor="black" stroked="f"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ymqsIA&#10;AADeAAAADwAAAGRycy9kb3ducmV2LnhtbERPS0sDMRC+C/0PYQRvNlFRytq0LIWieNq+8DrdjJvF&#10;zWRJYrr+eyMI3ubje85yPblBZAqx96zhbq5AELfe9NxpOB62twsQMSEbHDyThm+KsF7NrpZYGX/h&#10;HeV96kQJ4VihBpvSWEkZW0sO49yPxIX78MFhKjB00gS8lHA3yHulnqTDnkuDxZE2ltrP/ZfTkM+b&#10;pn7I79nu3kLdBd+8nM6N1jfXU/0MItGU/sV/7ldT5iu1eITfd8oNcv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/KaqwgAAAN4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J81MUA&#10;AADeAAAADwAAAGRycy9kb3ducmV2LnhtbERPTWsCMRC9C/0PYYTeNNHDYrdGKVJL68W6FtrjsJlu&#10;FjeTZZOuW3+9KRS8zeN9znI9uEb01IXas4bZVIEgLr2pudLwcdxOFiBCRDbYeCYNvxRgvbobLTE3&#10;/swH6otYiRTCIUcNNsY2lzKUlhyGqW+JE/ftO4cxwa6SpsNzCneNnCuVSYc1pwaLLW0slafix2kI&#10;s83z585dHvqvF8v74s1m75XV+n48PD2CiDTEm/jf/WrSfKUWGfy9k26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gnzU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F7C20" w:rsidRPr="0081108E" w:rsidRDefault="00EF7C20" w:rsidP="00EF7C2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F7C20" w:rsidRPr="0081108E" w:rsidRDefault="00EF7C20" w:rsidP="00EF7C2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F7C20" w:rsidRPr="0081108E" w:rsidRDefault="00EF7C20" w:rsidP="00EF7C2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F7C20" w:rsidRPr="0081108E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EF7C20" w:rsidRPr="0081108E" w:rsidRDefault="00EF7C20" w:rsidP="00EF7C2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EF7C20" w:rsidRPr="0081108E" w:rsidRDefault="00EF7C20" w:rsidP="00EF7C2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EF7C20" w:rsidRPr="0081108E" w:rsidRDefault="00EF7C20" w:rsidP="00EF7C20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EF7C20" w:rsidRPr="0081108E" w:rsidRDefault="00EF7C20" w:rsidP="00EF7C2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EF7C20" w:rsidRPr="0081108E" w:rsidRDefault="00EF7C20" w:rsidP="00EF7C2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EF7C20" w:rsidRPr="0081108E" w:rsidRDefault="00EF7C20" w:rsidP="00EF7C2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5413D0">
        <w:rPr>
          <w:noProof/>
        </w:rPr>
        <w:pict>
          <v:group id="Группа 10087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a5tgHYAAHhZBAAOAAAAZHJzL2Uyb0RvYy54bWzsfW1uJjmS3n8DvsML/RygWsn8zkLXLGa6&#10;ugYGxvYA+/oAKklVEizpLUvqrlovFjDgI/givoGvsHsjP0EGmaQqIyKnumfQhtkDdGpaoUgyIsgk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xjSMUA&#10;AADeAAAADwAAAGRycy9kb3ducmV2LnhtbESPQWvCQBCF7wX/wzIFb3W3CjakriKi4kEo2nofsmMS&#10;mp0N2VXjv3cOgrcZ3pv3vpktet+oK3WxDmzhc2RAERfB1Vxa+PvdfGSgYkJ22AQmC3eKsJgP3maY&#10;u3DjA12PqVQSwjFHC1VKba51LCryGEehJRbtHDqPSdau1K7Dm4T7Ro+NmWqPNUtDhS2tKir+jxdv&#10;IUy2u/2pHB8ma/5KvPzJzqd+b+3wvV9+g0rUp5f5eb1zgm9MJrzyjsy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vGNI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R0cMYA&#10;AADeAAAADwAAAGRycy9kb3ducmV2LnhtbERPTWsCMRC9F/ofwhS8SE30YHVrFBHW1h4K2kKvw2a6&#10;2XYzWZKoq7++KRR6m8f7nMWqd604UYiNZw3jkQJBXHnTcK3h/a28n4GICdlg65k0XCjCanl7s8DC&#10;+DPv6XRItcghHAvUYFPqCiljZclhHPmOOHOfPjhMGYZamoDnHO5aOVFqKh02nBssdrSxVH0fjk7D&#10;V/lqPzYP120Yzvd0HZYvT+1uqvXgrl8/gkjUp3/xn/vZ5PlKzebw+06+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R0c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TvMcUA&#10;AADeAAAADwAAAGRycy9kb3ducmV2LnhtbESPQWsCMRCF74X+hzCFXkpNWkHa1ShSVIoXUfsDhs24&#10;WdxMlk1013/fOQjeZpj33jdvthhCo67UpTqyhY+RAUVcRldzZeHvuH7/ApUyssMmMlm4UYLF/Plp&#10;hoWLPe/pesiVkhBOBVrwObeF1qn0FDCNYksst1PsAmZZu0q7DnsJD43+NGaiA9YsBI8t/Xgqz4dL&#10;EMhujLvtqT+uNwP2uNp6flvurX19GZZTUJmG/BDf3b9O3jfmWwpIHZlB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xO8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xfkMQA&#10;AADeAAAADwAAAGRycy9kb3ducmV2LnhtbERPTUsDMRC9C/0PYQRvNmnRqtumpVQFETxYBelt2Ex3&#10;FzeTkIzd9d8bQfA2j/c5q83oe3WilLvAFmZTA4q4Dq7jxsL72+PlLagsyA77wGThmzJs1pOzFVYu&#10;DPxKp700qoRwrtBCKxIrrXPdksc8DZG4cMeQPEqBqdEu4VDCfa/nxiy0x45LQ4uRdi3Vn/svb+Fl&#10;eIjPN4vrYzykq7nO904+dmLtxfm4XYISGuVf/Od+cmW+MXcz+H2n3K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MX5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rU3cUA&#10;AADeAAAADwAAAGRycy9kb3ducmV2LnhtbESP3YrCMBCF74V9hzALeyNrsgriVqPIoiLeiD8PMDRj&#10;U2wmpYm2+/ZGELyb4Zw535nZonOVuFMTSs8afgYKBHHuTcmFhvNp/T0BESKywcozafinAIv5R2+G&#10;mfEtH+h+jIVIIRwy1GBjrDMpQ27JYRj4mjhpF984jGltCmkabFO4q+RQqbF0WHIiWKzpz1J+Pd5c&#10;guxHuN9d2tN602GLq53l/vKg9ddnt5yCiNTFt/l1vTWpvlK/Q3i+k2a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tT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JkfMQA&#10;AADeAAAADwAAAGRycy9kb3ducmV2LnhtbERPTUsDMRC9C/6HMAVvNmnVqmvTIlVBBA9WofQ2bKa7&#10;i5tJSMbu+u+NIHibx/uc5Xr0vTpSyl1gC7OpAUVcB9dxY+Hj/en8BlQWZId9YLLwTRnWq9OTJVYu&#10;DPxGx600qoRwrtBCKxIrrXPdksc8DZG4cIeQPEqBqdEu4VDCfa/nxiy0x45LQ4uRNi3Vn9svb+F1&#10;eIwv14urQ9yny7nOD052G7H2bDLe34ESGuVf/Od+dmW+MbcX8PtOuU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SZH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7h4cUA&#10;AADeAAAADwAAAGRycy9kb3ducmV2LnhtbERPTUsDMRC9C/6HMIIXaRNbLbo2LW0htFBBrILXYTPd&#10;XdxMliR2t/++EQRv83ifM18OrhUnCrHxrOF+rEAQl942XGn4/DCjJxAxIVtsPZOGM0VYLq6v5lhY&#10;3/M7nQ6pEjmEY4Ea6pS6QspY1uQwjn1HnLmjDw5ThqGSNmCfw10rJ0rNpMOGc0ONHW1qKr8PP07D&#10;+q2vpuGuXA9+f9x+PRpjzavR+vZmWL2ASDSkf/Gfe2fzfKWeH+D3nXyD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fuH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IOhcIA&#10;AADeAAAADwAAAGRycy9kb3ducmV2LnhtbERPzWoCMRC+F/oOYQreaqJosVujSMuCFC/VPsCwmW5W&#10;N5Mliev69o0geJuP73eW68G1oqcQG88aJmMFgrjypuFaw++hfF2AiAnZYOuZNFwpwnr1/LTEwvgL&#10;/1C/T7XIIRwL1GBT6gopY2XJYRz7jjhzfz44TBmGWpqAlxzuWjlV6k06bDg3WOzo01J12p+dhvJ7&#10;uutPZxNKvxlmjub2uPiyWo9ehs0HiERDeojv7q3J85V6n8PtnXyD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Ag6F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DaDcUA&#10;AADeAAAADwAAAGRycy9kb3ducmV2LnhtbERPTUsDMRC9C/6HMEIv0iZaLO3atFghVLAgtoVeh810&#10;d3EzWZK0u/57Iwje5vE+Z7keXCuuFGLjWcPDRIEgLr1tuNJwPJjxHERMyBZbz6ThmyKsV7c3Syys&#10;7/mTrvtUiRzCsUANdUpdIWUsa3IYJ74jztzZB4cpw1BJG7DP4a6Vj0rNpMOGc0ONHb3WVH7tL07D&#10;5qOvpuG+3Az+/bw9PRljzc5oPbobXp5BJBrSv/jP/WbzfKUWM/h9J9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4No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w1acMA&#10;AADeAAAADwAAAGRycy9kb3ducmV2LnhtbERPzWoCMRC+F/oOYQq91aRSq12NIi0LIr2ofYBhM262&#10;biZLEtf17Y1Q6G0+vt9ZrAbXip5CbDxreB0pEMSVNw3XGn4O5csMREzIBlvPpOFKEVbLx4cFFsZf&#10;eEf9PtUih3AsUINNqSukjJUlh3HkO+LMHX1wmDIMtTQBLznctXKs1Lt02HBusNjRp6XqtD87DeV2&#10;/N2fziaUfj28OZrY39mX1fr5aVjPQSQa0r/4z70xeb5SH1O4v5N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w1a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0/88QA&#10;AADeAAAADwAAAGRycy9kb3ducmV2LnhtbESPzW7CQAyE75V4h5WReiu7lB+1KQtCSFTlSOABrKyb&#10;RGS9Ibsl4e3rAxI3WzOe+bzaDL5RN+piHdjCdGJAERfB1VxaOJ/2bx+gYkJ22AQmC3eKsFmPXlaY&#10;udDzkW55KpWEcMzQQpVSm2kdi4o8xkloiUX7DZ3HJGtXatdhL+G+0e/GLLXHmqWhwpZ2FRWX/M9b&#10;mN/772u+uJi98zQ9zNoDp2Jh7et42H6BSjSkp/lx/eME35hP4ZV3ZAa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NP/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Mx8IA&#10;AADeAAAADwAAAGRycy9kb3ducmV2LnhtbERPTYvCMBC9L/gfwgje1kQPsq1GEUURT7u1eh6asS02&#10;k9JErf/eLCzsbR7vcxar3jbiQZ2vHWuYjBUI4sKZmksN+Wn3+QXCB2SDjWPS8CIPq+XgY4GpcU/+&#10;oUcWShFD2KeooQqhTaX0RUUW/di1xJG7us5iiLArpenwGcNtI6dKzaTFmmNDhS1tKipu2d1quM8u&#10;05yvR/OdbV/7ZLtbe3kutR4N+/UcRKA+/Iv/3AcT5yuVJPD7TrxB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g4zH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0PXckA&#10;AADeAAAADwAAAGRycy9kb3ducmV2LnhtbESPT0/DMAzF70h8h8hI3FiyMVVbt2yCSUiMAxP7c9jN&#10;NKYtNE5pwla+/XxA4mbLz++933zZ+0adqIt1YAvDgQFFXARXc2lhv3u6m4CKCdlhE5gs/FKE5eL6&#10;ao65C2d+o9M2lUpMOOZooUqpzbWORUUe4yC0xHL7CJ3HJGtXatfhWcx9o0fGZNpjzZJQYUurioqv&#10;7Y+3cNhMsunmcT3+fHl9x3vvvo+uzqy9vekfZqAS9elf/Pf97KS+GRoBEByZQS8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T0PX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g9UsQA&#10;AADeAAAADwAAAGRycy9kb3ducmV2LnhtbERPXYvCMBB8F/wPYQ980/RURKppOZVTuSe/wNelWdty&#10;zaY0Oa3+eiMcyLzsMjszO/O0NZW4UuNKywo+BxEI4szqknMFp+N3fwrCeWSNlWVScCcHadLtzDHW&#10;9sZ7uh58LoIJuxgVFN7XsZQuK8igG9iaOHAX2xj0YW1yqRu8BXNTyWEUTaTBkkNCgTUtC8p+D39G&#10;wWNyxp3bDBerkfZ0H0/X9me3Vqr30X7NQHhq/fv4X73V4f0oAF51wgwy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IPV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PKi8MA&#10;AADeAAAADwAAAGRycy9kb3ducmV2LnhtbERP3WrCMBS+F/YO4Qy808TiZOtMRcSBd5vdHuDQnKWl&#10;zUltMq0+/TIYeHc+vt+z3oyuE2caQuNZw2KuQBBX3jRsNXx9vs2eQYSIbLDzTBquFGBTPEzWmBt/&#10;4SOdy2hFCuGQo4Y6xj6XMlQ1OQxz3xMn7tsPDmOCg5VmwEsKd53MlFpJhw2nhhp72tVUteWP03Dy&#10;2ZMZyz2+t/uXj8ba5el2XGo9fRy3ryAijfEu/ncfTJqvFiqDv3fSD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PKi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MJ+8MA&#10;AADeAAAADwAAAGRycy9kb3ducmV2LnhtbERPS2sCMRC+F/ofwhS8aaKitduNokLBq49Dj9Nk9tFu&#10;JttN1K2/vikIvc3H95x81btGXKgLtWcN45ECQWy8rbnUcDq+DRcgQkS22HgmDT8UYLV8fMgxs/7K&#10;e7ocYilSCIcMNVQxtpmUwVTkMIx8S5y4wncOY4JdKW2H1xTuGjlRai4d1pwaKmxpW5H5Opydhl39&#10;QbO5KV7cYmP277fvOH3+tFoPnvr1K4hIffwX3907m+arsZrC3zvpBr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ZMJ+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oWMUA&#10;AADeAAAADwAAAGRycy9kb3ducmV2LnhtbERPXWsCMRB8L/gfwgp9q4lSpJ5GUaHQYiv4gb4ul/Vy&#10;eNkcl/Q8/31TKPg2u7MzszNbdK4SLTWh9KxhOFAgiHNvSi40HA/vL28gQkQ2WHkmDXcKsJj3nmaY&#10;GX/jHbX7WIhkwiFDDTbGOpMy5JYchoGviRN38Y3DmMamkKbBWzJ3lRwpNZYOS04JFmtaW8qv+x+n&#10;ocXtXZ3t6nvyWX7lo+3qtDFpr5/73XIKIlIXH8f/6g+T3ldD9Qp/dRI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2h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oSWcIA&#10;AADeAAAADwAAAGRycy9kb3ducmV2LnhtbERPTUsDMRC9C/6HMII3m3RBkbVpKULFo64eehw30822&#10;m5klid3VX28Ewds83uesNnMY1Jli6oUtLBcGFHErrufOwvvb7uYeVMrIDgdhsvBFCTbry4sV1k4m&#10;fqVzkztVQjjVaMHnPNZap9ZTwLSQkbhwB4kBc4Gx0y7iVMLDoCtj7nTAnkuDx5EePbWn5jNYmJ7a&#10;j2N12Dv/HUfZNS9yrAax9vpq3j6AyjTnf/Gf+9mV+WZpbuH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hJ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CcOcQA&#10;AADeAAAADwAAAGRycy9kb3ducmV2LnhtbERPTWsCMRC9C/6HMIXeNNGDytYoVisUqcja9j7dTHe3&#10;JpNlk+r23xtB6G0e73Pmy85ZcaY21J41jIYKBHHhTc2lho/37WAGIkRkg9YzafijAMtFvzfHzPgL&#10;53Q+xlKkEA4ZaqhibDIpQ1GRwzD0DXHivn3rMCbYltK0eEnhzsqxUhPpsObUUGFD64qK0/HXadge&#10;NvZnvM9XnzKuX6ZfdrZ73rxp/fjQrZ5AROriv/jufjVpvhqpC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wnDn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rkNsYA&#10;AADeAAAADwAAAGRycy9kb3ducmV2LnhtbERP22rCQBB9F/yHZYS+lLpri1bSbEQKRQsW6gX6OmbH&#10;JJidDdltTP/eFQq+zeFcJ130thYdtb5yrGEyViCIc2cqLjQc9h9PcxA+IBusHZOGP/KwyIaDFBPj&#10;LrylbhcKEUPYJ6ihDKFJpPR5SRb92DXEkTu51mKIsC2kafESw20tn5WaSYsVx4YSG3ovKT/vfq2G&#10;7ntzLNadbz7P80c/fTmuVl/mR+uHUb98AxGoD3fxv3tt4nw1Ua9weyfe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4rkN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kOWcgA&#10;AADeAAAADwAAAGRycy9kb3ducmV2LnhtbESPT08CMRDF7yZ+h2ZMvEkLUYMLhYCJiRcT+XOQ27Ad&#10;djdsp0tbYfXTOwcTbjN5b977zXTe+1adKaYmsIXhwIAiLoNruLKw3bw9jEGljOywDUwWfijBfHZ7&#10;M8XChQuv6LzOlZIQTgVaqHPuCq1TWZPHNAgdsWiHED1mWWOlXcSLhPtWj4x51h4bloYaO3qtqTyu&#10;v72F5ct4efp85I/f1X5Hu6/98WkUjbX3d/1iAipTn6/m/+t3J/hmaIRX3pEZ9O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eQ5ZyAAAAN4AAAAPAAAAAAAAAAAAAAAAAJgCAABk&#10;cnMvZG93bnJldi54bWxQSwUGAAAAAAQABAD1AAAAjQMAAAAA&#10;" fillcolor="black" stroked="f"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alwsUA&#10;AADeAAAADwAAAGRycy9kb3ducmV2LnhtbERPS2sCMRC+F/ofwhR6q4lCxa5G0T6goB60HjyOm3E3&#10;7GaybFLd9tcbQfA2H99zJrPO1eJEbbCeNfR7CgRx7o3lQsPu5+tlBCJEZIO1Z9LwRwFm08eHCWbG&#10;n3lDp20sRArhkKGGMsYmkzLkJTkMPd8QJ+7oW4cxwbaQpsVzCne1HCg1lA4tp4YSG3ovKa+2v07D&#10;fjm0o42lwWH1v/g0q9dqsf6otH5+6uZjEJG6eBff3N8mzVd99QbXd9INcn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9qXCxQAAAN4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f3sMYA&#10;AADeAAAADwAAAGRycy9kb3ducmV2LnhtbESPQU/DMAyF70j8h8hI3FhSDmgqy6ZpE4ILBwYTV6sx&#10;TWnjlCTbuv16fEDiZsvP771vsZrCoI6UchfZQjUzoIib6DpuLXy8P93NQeWC7HCITBbOlGG1vL5a&#10;YO3iid/ouCutEhPONVrwpYy11rnxFDDP4kgst6+YAhZZU6tdwpOYh0HfG/OgA3YsCR5H2nhq+t0h&#10;WEjrz21/4cO+N5fXc37+nn7m6K29vZnWj6AKTeVf/Pf94qS+qSoBEBy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f3sM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rkYMQA&#10;AADeAAAADwAAAGRycy9kb3ducmV2LnhtbERP22oCMRB9L/gPYQRfSk3Wh1a3RpFCoaAUvHzAdDPd&#10;XUwmy2aqa7++KRT6NodzneV6CF5dqE9tZAvF1IAirqJrubZwOr4+zEElQXboI5OFGyVYr0Z3Syxd&#10;vPKeLgepVQ7hVKKFRqQrtU5VQwHTNHbEmfuMfUDJsK+16/Gaw4PXM2MedcCWc0ODHb00VJ0PX8GC&#10;n334xfYp7eR20jvzHWR//+6snYyHzTMooUH+xX/uN5fnm6Io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65GD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7TcQA&#10;AADeAAAADwAAAGRycy9kb3ducmV2LnhtbERPO2vDMBDeC/0P4gLdGtkeSnGjhDwIeOlQJyXrxbpY&#10;JtLJWGri9tdXgUC2+/ieN1uMzooLDaHzrCCfZiCIG687bhXsd9vXdxAhImu0nknBLwVYzJ+fZlhq&#10;f+UvutSxFSmEQ4kKTIx9KWVoDDkMU98TJ+7kB4cxwaGVesBrCndWFln2Jh12nBoM9rQ21JzrH6dg&#10;U/e22FdmFQ7fn8ejrf62dNgo9TIZlx8gIo3xIb67K53mZ3lewO2ddIO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4O03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Es4MMA&#10;AADeAAAADwAAAGRycy9kb3ducmV2LnhtbERPyWrDMBC9B/oPYgq9JZJTSIoTxZQSQ6CnbIfeBmli&#10;O7FGxlJj9++rQKG3ebx11sXoWnGnPjSeNWQzBYLYeNtwpeF0LKdvIEJEtth6Jg0/FKDYPE3WmFs/&#10;8J7uh1iJFMIhRw11jF0uZTA1OQwz3xEn7uJ7hzHBvpK2xyGFu1bOlVpIhw2nhho7+qjJ3A7fTsO1&#10;lJ/eKDTn03nY2eXXdkGt0vrleXxfgYg0xn/xn3tn03yVZa/weCfd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jEs4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BH88QA&#10;AADeAAAADwAAAGRycy9kb3ducmV2LnhtbERPTWvCQBC9F/wPywje6iZaikQ3QYVCafFQLeJxzI5J&#10;SHY27K6a/nu3UOhtHu9zVsVgOnEj5xvLCtJpAoK4tLrhSsH34e15AcIHZI2dZVLwQx6KfPS0wkzb&#10;O3/RbR8qEUPYZ6igDqHPpPRlTQb91PbEkbtYZzBE6CqpHd5juOnkLElepcGGY0ONPW1rKtv91Sg4&#10;XT/5spt/rN0mHO1w8O3svGiVmoyH9RJEoCH8i//c7zrOT9L0BX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wR/P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E3GsUA&#10;AADeAAAADwAAAGRycy9kb3ducmV2LnhtbERPTWsCMRC9F/ofwgjearKiRVej1ILQS0FtD/U2bsbd&#10;xc1km0Td9tc3gtDbPN7nzJedbcSFfKgda8gGCgRx4UzNpYbPj/XTBESIyAYbx6ThhwIsF48Pc8yN&#10;u/KWLrtYihTCIUcNVYxtLmUoKrIYBq4lTtzReYsxQV9K4/Gawm0jh0o9S4s1p4YKW3qtqDjtzlbD&#10;ajpZfW9G/P67Pexp/3U4jYdead3vdS8zEJG6+C++u99Mmq+ybAy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oTcaxQAAAN4AAAAPAAAAAAAAAAAAAAAAAJgCAABkcnMv&#10;ZG93bnJldi54bWxQSwUGAAAAAAQABAD1AAAAigMAAAAA&#10;" fillcolor="black" stroked="f"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Wix8MA&#10;AADeAAAADwAAAGRycy9kb3ducmV2LnhtbERP30vDMBB+F/Y/hBv45tIqDKnLRhkMxaduTny9NWdT&#10;1lxKErP63xthsLf7+H7eajPZQSTyoXesoFwUIIhbp3vuFBw/dg/PIEJE1jg4JgW/FGCznt2tsNLu&#10;wntKh9iJHMKhQgUmxrGSMrSGLIaFG4kz9+28xZih76T2eMnhdpCPRbGUFnvODQZH2hpqz4cfqyCd&#10;tk39lL6S2b/7uvOuef08NUrdz6f6BUSkKd7EV/ebzvOLslzC/zv5B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8Wix8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VDVcUA&#10;AADeAAAADwAAAGRycy9kb3ducmV2LnhtbERPTWvCQBC9C/0PyxR60016sDa6SpEq2os2CvY4ZKfZ&#10;0OxsyG5j2l/vCoK3ebzPmS16W4uOWl85VpCOEhDEhdMVlwqOh9VwAsIHZI21Y1LwRx4W84fBDDPt&#10;zvxJXR5KEUPYZ6jAhNBkUvrCkEU/cg1x5L5dazFE2JZSt3iO4baWz0kylhYrjg0GG1oaKn7yX6vA&#10;p8v304f9f+2+1oZ3+daM96VR6umxf5uCCNSHu/jm3ug4P0nTF7i+E2+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JUNV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F7C20" w:rsidRDefault="00EF7C20" w:rsidP="00EF7C2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F7C20" w:rsidRPr="0081108E" w:rsidRDefault="00EF7C20" w:rsidP="00EF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EF7C20" w:rsidRPr="0081108E" w:rsidRDefault="00EF7C20" w:rsidP="00EF7C2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EF7C20" w:rsidRPr="0081108E" w:rsidRDefault="00EF7C20" w:rsidP="00EF7C2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EF7C20" w:rsidRPr="0081108E" w:rsidRDefault="00EF7C20" w:rsidP="00EF7C2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EF7C20" w:rsidRPr="0081108E" w:rsidRDefault="00EF7C20" w:rsidP="00EF7C20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EF7C20" w:rsidRPr="00A73CEF" w:rsidRDefault="00EF7C20" w:rsidP="00EF7C20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технічної документації</w:t>
      </w: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із землеустрою щодо встановлення </w:t>
      </w: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(відновлення)  меж земельної ділянки</w:t>
      </w: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натурі (на місцевості)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Поємчук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Л.І.</w:t>
      </w: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Times New Roman" w:hAnsi="Times New Roman" w:cs="Times New Roman"/>
          <w:sz w:val="24"/>
          <w:lang w:val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Поємчук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Л.І.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сільська  рада </w:t>
      </w: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 Затв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Поємчук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Любові Іванівні,  яка зареєстрована за адресою: </w:t>
      </w:r>
      <w:r w:rsidR="005413D0">
        <w:rPr>
          <w:rFonts w:ascii="Times New Roman" w:eastAsia="Calibri" w:hAnsi="Times New Roman" w:cs="Times New Roman"/>
          <w:sz w:val="24"/>
          <w:szCs w:val="24"/>
          <w:lang w:val="en-US"/>
        </w:rPr>
        <w:t>______________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дентифікаційний номер </w:t>
      </w:r>
      <w:r w:rsidR="005413D0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щею 2,8235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га, (кадастровий номер: 6823984700:05:002:0028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), для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ведення товарного сільськогосподарського виробництва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Поємчук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Л.І.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якій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</w:t>
      </w:r>
    </w:p>
    <w:p w:rsidR="00EF7C20" w:rsidRPr="00A73CEF" w:rsidRDefault="00EF7C20" w:rsidP="00EF7C2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F7C20" w:rsidRPr="00EF7C20" w:rsidRDefault="00EF7C20" w:rsidP="00EF7C2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EF7C20" w:rsidRPr="00A73CEF" w:rsidRDefault="00EF7C20" w:rsidP="00EF7C2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70B7C" w:rsidRPr="00EF7C20" w:rsidRDefault="00EF7C20" w:rsidP="00EF7C2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Сільський  голова                                                                        </w:t>
      </w:r>
      <w:r w:rsidRPr="00A73CEF">
        <w:rPr>
          <w:rFonts w:ascii="Times New Roman" w:eastAsia="Arial Unicode MS" w:hAnsi="Times New Roman" w:cs="Times New Roman"/>
          <w:color w:val="333333"/>
          <w:sz w:val="24"/>
          <w:szCs w:val="24"/>
          <w:lang w:val="uk-UA" w:eastAsia="uk-UA"/>
        </w:rPr>
        <w:t>Валерій   МИХАЛЮК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</w:p>
    <w:sectPr w:rsidR="00470B7C" w:rsidRPr="00EF7C2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F7C20"/>
    <w:rsid w:val="00171A2E"/>
    <w:rsid w:val="00304C90"/>
    <w:rsid w:val="00470B7C"/>
    <w:rsid w:val="00505B6D"/>
    <w:rsid w:val="005413D0"/>
    <w:rsid w:val="006D3977"/>
    <w:rsid w:val="007D6C18"/>
    <w:rsid w:val="00D1641A"/>
    <w:rsid w:val="00EF7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7C20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2020-12-10T13:11:00Z</dcterms:created>
  <dcterms:modified xsi:type="dcterms:W3CDTF">2020-12-11T07:18:00Z</dcterms:modified>
</cp:coreProperties>
</file>