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01D" w:rsidRDefault="007D101D" w:rsidP="007D101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01D" w:rsidRDefault="007D101D" w:rsidP="007D1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D101D" w:rsidRDefault="007D101D" w:rsidP="007D1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D101D" w:rsidRDefault="007D101D" w:rsidP="007D10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101D" w:rsidRDefault="007D101D" w:rsidP="007D10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101D" w:rsidRDefault="007D101D" w:rsidP="007D10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101D" w:rsidRDefault="007D101D" w:rsidP="007D10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D101D" w:rsidRDefault="007D101D" w:rsidP="007D101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D101D" w:rsidRDefault="007D101D" w:rsidP="007D10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D101D" w:rsidRDefault="007D101D" w:rsidP="007D10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D101D" w:rsidRDefault="007D101D" w:rsidP="007D10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101D" w:rsidRDefault="007D101D" w:rsidP="007D10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D101D" w:rsidRDefault="007D101D" w:rsidP="007D10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101D" w:rsidRDefault="007D101D" w:rsidP="007D10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D101D" w:rsidRDefault="007D101D" w:rsidP="007D10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D101D" w:rsidRDefault="007D101D" w:rsidP="007D10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№8</w:t>
      </w:r>
    </w:p>
    <w:p w:rsidR="007D101D" w:rsidRDefault="007D101D" w:rsidP="007D101D">
      <w:pPr>
        <w:spacing w:after="0"/>
        <w:rPr>
          <w:rFonts w:ascii="Times New Roman" w:eastAsia="Calibri" w:hAnsi="Times New Roman" w:cs="Times New Roman"/>
          <w:sz w:val="24"/>
        </w:rPr>
      </w:pPr>
    </w:p>
    <w:p w:rsidR="007D101D" w:rsidRDefault="007D101D" w:rsidP="007D101D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7D101D" w:rsidRDefault="007D101D" w:rsidP="007D101D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7D101D" w:rsidRDefault="007D101D" w:rsidP="007D101D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7D101D" w:rsidRDefault="007D101D" w:rsidP="007D101D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7D101D" w:rsidRDefault="007D101D" w:rsidP="007D101D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Бєлоглазову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Д.І.,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Бєлоглазову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О.І.</w:t>
      </w:r>
    </w:p>
    <w:p w:rsidR="007D101D" w:rsidRDefault="007D101D" w:rsidP="007D101D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7D101D" w:rsidRDefault="007D101D" w:rsidP="007D101D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Бєлоглазова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Д.І.,  </w:t>
      </w:r>
      <w:proofErr w:type="spellStart"/>
      <w:r>
        <w:rPr>
          <w:rFonts w:ascii="Times New Roman" w:eastAsia="Calibri" w:hAnsi="Times New Roman" w:cs="Times New Roman"/>
          <w:sz w:val="24"/>
        </w:rPr>
        <w:t>Бєлоглазова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О.І., сільська рада</w:t>
      </w:r>
    </w:p>
    <w:p w:rsidR="007D101D" w:rsidRDefault="007D101D" w:rsidP="007D101D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7D101D" w:rsidRDefault="007D101D" w:rsidP="007D101D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Бєлоглазову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Дмитру Ігоровичу, який зареєстрований за адресою: </w:t>
      </w:r>
      <w:r w:rsidR="00A033DA" w:rsidRPr="00A033DA">
        <w:rPr>
          <w:rFonts w:ascii="Times New Roman" w:eastAsia="Calibri" w:hAnsi="Times New Roman" w:cs="Times New Roman"/>
          <w:sz w:val="24"/>
        </w:rPr>
        <w:t>______________</w:t>
      </w:r>
      <w:r>
        <w:rPr>
          <w:rFonts w:ascii="Times New Roman" w:eastAsia="Calibri" w:hAnsi="Times New Roman" w:cs="Times New Roman"/>
          <w:sz w:val="24"/>
        </w:rPr>
        <w:t xml:space="preserve">, та </w:t>
      </w:r>
      <w:proofErr w:type="spellStart"/>
      <w:r>
        <w:rPr>
          <w:rFonts w:ascii="Times New Roman" w:eastAsia="Calibri" w:hAnsi="Times New Roman" w:cs="Times New Roman"/>
          <w:sz w:val="24"/>
        </w:rPr>
        <w:t>Бєлоглазову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Олександру Ігоровичу, який зареєстрований за адресою:</w:t>
      </w:r>
      <w:r w:rsidR="00A033DA" w:rsidRPr="00A033DA">
        <w:rPr>
          <w:rFonts w:ascii="Times New Roman" w:eastAsia="Calibri" w:hAnsi="Times New Roman" w:cs="Times New Roman"/>
          <w:sz w:val="24"/>
        </w:rPr>
        <w:t>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с. Крупець, по вул. Незалежності, 30.</w:t>
      </w:r>
    </w:p>
    <w:p w:rsidR="007D101D" w:rsidRDefault="007D101D" w:rsidP="007D101D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</w:rPr>
        <w:t>Бєлоглазову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Д.І., </w:t>
      </w:r>
      <w:proofErr w:type="spellStart"/>
      <w:r>
        <w:rPr>
          <w:rFonts w:ascii="Times New Roman" w:eastAsia="Calibri" w:hAnsi="Times New Roman" w:cs="Times New Roman"/>
          <w:sz w:val="24"/>
        </w:rPr>
        <w:t>Бєлоглазову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О.І.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7D101D" w:rsidRDefault="007D101D" w:rsidP="007D101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7D101D" w:rsidRDefault="007D101D" w:rsidP="007D101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D101D" w:rsidRPr="007D101D" w:rsidRDefault="007D101D" w:rsidP="007D101D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130A64" w:rsidRPr="007D101D" w:rsidRDefault="007D101D" w:rsidP="007D101D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     Валерій  МИХАЛЮК</w:t>
      </w:r>
    </w:p>
    <w:sectPr w:rsidR="00130A64" w:rsidRPr="007D101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01D"/>
    <w:rsid w:val="00130A64"/>
    <w:rsid w:val="00171A2E"/>
    <w:rsid w:val="00304C90"/>
    <w:rsid w:val="00505B6D"/>
    <w:rsid w:val="006D3977"/>
    <w:rsid w:val="007D101D"/>
    <w:rsid w:val="007D6C18"/>
    <w:rsid w:val="00A033D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7D101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7D101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7D101D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7D101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7D101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7D101D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13C81-E5F0-4A99-9177-BF10D43FF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1214</Words>
  <Characters>693</Characters>
  <Application>Microsoft Office Word</Application>
  <DocSecurity>0</DocSecurity>
  <Lines>5</Lines>
  <Paragraphs>3</Paragraphs>
  <ScaleCrop>false</ScaleCrop>
  <Company>Microsoft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2021-03-30T12:43:00Z</dcterms:created>
  <dcterms:modified xsi:type="dcterms:W3CDTF">2021-03-31T05:59:00Z</dcterms:modified>
</cp:coreProperties>
</file>