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99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99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99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99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99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00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00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0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00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0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00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00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00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00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00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01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01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01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01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01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015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016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017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018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019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020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021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022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023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024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994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">
                <v:shape id="Freeform 995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96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97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998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999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000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001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02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03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004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005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006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007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008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009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010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011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012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013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014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015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016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017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018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019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020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021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022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023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024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207EE" w:rsidRDefault="003207EE" w:rsidP="0032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207EE" w:rsidRDefault="003207EE" w:rsidP="0032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207EE" w:rsidRDefault="003207EE" w:rsidP="0032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207EE" w:rsidRDefault="003207EE" w:rsidP="0032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207EE" w:rsidRDefault="003207EE" w:rsidP="003207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207EE" w:rsidRDefault="003207EE" w:rsidP="003207E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3207EE" w:rsidRDefault="003207EE" w:rsidP="003207EE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3207EE" w:rsidRDefault="003207EE" w:rsidP="003207E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3207EE" w:rsidRDefault="003207EE" w:rsidP="003207E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207EE" w:rsidRDefault="003207EE" w:rsidP="003207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3207EE" w:rsidRDefault="003207EE" w:rsidP="003207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3207EE" w:rsidRDefault="003207EE" w:rsidP="003207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0,1140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8B4F5F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B4F5F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0,1140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6823982100:01:005:0020, для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3207EE" w:rsidRDefault="003207EE" w:rsidP="00320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3207EE" w:rsidRPr="003207EE" w:rsidRDefault="003207EE" w:rsidP="003207E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E3CCF" w:rsidRPr="003207EE" w:rsidRDefault="003207EE" w:rsidP="003207E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3207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7EE"/>
    <w:rsid w:val="00171A2E"/>
    <w:rsid w:val="00304C90"/>
    <w:rsid w:val="003207EE"/>
    <w:rsid w:val="00505B6D"/>
    <w:rsid w:val="006D3977"/>
    <w:rsid w:val="007D6C18"/>
    <w:rsid w:val="007E3CCF"/>
    <w:rsid w:val="008B4F5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277</Words>
  <Characters>1582</Characters>
  <Application>Microsoft Office Word</Application>
  <DocSecurity>0</DocSecurity>
  <Lines>13</Lines>
  <Paragraphs>3</Paragraphs>
  <ScaleCrop>false</ScaleCrop>
  <Company>Microsoft</Company>
  <LinksUpToDate>false</LinksUpToDate>
  <CharactersWithSpaces>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2020-07-20T16:26:00Z</dcterms:created>
  <dcterms:modified xsi:type="dcterms:W3CDTF">2020-07-20T16:43:00Z</dcterms:modified>
</cp:coreProperties>
</file>