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98" w:rsidRPr="00D815F3" w:rsidRDefault="00C70098" w:rsidP="00C7009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C70098" w:rsidRPr="001869AA" w:rsidRDefault="00C70098" w:rsidP="00C7009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50" name="Группа 10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8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LmiuqradgAAYFkEAA4AAAAAAAAAAAAAAAAALgIAAGRy&#10;cy9lMm9Eb2MueG1sUEsBAi0AFAAGAAgAAAAhAJ7TZG3dAAAABgEAAA8AAAAAAAAAAAAAAAAANHkA&#10;AGRycy9kb3ducmV2LnhtbFBLBQYAAAAABAAEAPMAAAA+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OH7sMA&#10;AADeAAAADwAAAGRycy9kb3ducmV2LnhtbERPyWrDMBC9F/IPYgK9NXJi2gTHijGlLT4ESrb7YI0X&#10;Yo2MpcbO30eFQm/zeOuk2WQ6caPBtZYVLBcRCOLS6pZrBefT58sGhPPIGjvLpOBODrLd7CnFRNuR&#10;D3Q7+lqEEHYJKmi87xMpXdmQQbewPXHgKjsY9AEOtdQDjiHcdHIVRW/SYMuhocGe3hsqr8cfo8DG&#10;X8X+Uq8O8QevPeffm+oy7ZV6nk/5FoSnyf+L/9yFDvOj+HUJv++EG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OH7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WrOscA&#10;AADeAAAADwAAAGRycy9kb3ducmV2LnhtbERPTWsCMRC9F/wPYYReRLO11LZboxRhbe2hoBZ6HTbT&#10;zepmsiSprv56IxR6m8f7nOm8s404kA+1YwV3owwEcel0zZWCr20xfAIRIrLGxjEpOFGA+ax3M8Vc&#10;uyOv6bCJlUghHHJUYGJscylDachiGLmWOHE/zluMCfpKao/HFG4bOc6yibRYc2ow2NLCULnf/FoF&#10;u+LTfC8ez0s/eF7TeVB8vDWriVK3/e71BUSkLv6L/9zvOs3P7h/GcH0n3S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Vqz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qoMUA&#10;AADeAAAADwAAAGRycy9kb3ducmV2LnhtbESP0YrCMBBF34X9hzAL+yJruluUpRpFFhXxRap+wNCM&#10;TbGZlCba+vdGEHyb4d65585s0dta3Kj1lWMFP6MEBHHhdMWlgtNx/f0HwgdkjbVjUnAnD4v5x2CG&#10;mXYd53Q7hFLEEPYZKjAhNJmUvjBk0Y9cQxy1s2sthri2pdQtdjHc1vI3SSbSYsWRYLChf0PF5XC1&#10;EbJPcb87d8f1pscOVzvDw2Wu1Ndnv5yCCNSHt/l1vdWxfpKO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qq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cn7sUA&#10;AADeAAAADwAAAGRycy9kb3ducmV2LnhtbERPTUsDMRC9C/6HMIK3Nmtta1mbFqkVROjBKhRvw2a6&#10;u7iZhGTaXf+9EQre5vE+Z7keXKfOFFPr2cDduABFXHnbcm3g8+NltACVBNli55kM/FCC9er6aoml&#10;9T2/03kvtcohnEo00IiEUutUNeQwjX0gztzRR4eSYay1jdjncNfpSVHMtcOWc0ODgTYNVd/7kzOw&#10;67fh7WE+O4avOJ3o9GzlsBFjbm+Gp0dQQoP8iy/uV5vnF/ezK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5yf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XT8YA&#10;AADeAAAADwAAAGRycy9kb3ducmV2LnhtbESP0WrCQBBF3wv9h2WEvhTd1KCU6CqhGBFfRO0HDNkx&#10;G8zOhuw2Sf/eFQp9m+HeuefOejvaRvTU+dqxgo9ZAoK4dLrmSsH3tZh+gvABWWPjmBT8koft5vVl&#10;jZl2A5+pv4RKxBD2GSowIbSZlL40ZNHPXEsctZvrLIa4dpXUHQ4x3DZyniRLabHmSDDY0peh8n75&#10;sRFySvF0vA3XYj/igLuj4ff8rNTbZMxXIAKN4d/8d33QsX6SLhbwfCf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+XT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kcAsQA&#10;AADeAAAADwAAAGRycy9kb3ducmV2LnhtbERPTUsDMRC9C/6HMII3m7XaVbZNi1SFIniwFoq3YTPd&#10;XbqZhGTsrv++EQRv83ifs1iNrlcniqnzbOB2UoAirr3tuDGw+3y9eQSVBNli75kM/FCC1fLyYoGV&#10;9QN/0GkrjcohnCo00IqESutUt+QwTXwgztzBR4eSYWy0jTjkcNfraVGU2mHHuaHFQOuW6uP22xl4&#10;H17C20M5O4SveD/V6dnKfi3GXF+NT3NQQqP8i//cG5vnF3ez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5HA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kcMUA&#10;AADeAAAADwAAAGRycy9kb3ducmV2LnhtbERP32vCMBB+H/g/hBP2MjRVcUpnFBWCgw3GVPD1aM62&#10;rLmUJLP1v18Gg73dx/fzVpveNuJGPtSOFUzGGQjiwpmaSwXnkx4tQYSIbLBxTAruFGCzHjysMDeu&#10;40+6HWMpUgiHHBVUMba5lKGoyGIYu5Y4cVfnLcYEfSmNxy6F20ZOs+xZWqw5NVTY0r6i4uv4bRXs&#10;Prpy5p+KXe/erofLXGuj37VSj8N++wIiUh//xX/uV5PmZ7P5An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MKR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6/cYA&#10;AADeAAAADwAAAGRycy9kb3ducmV2LnhtbESPQW/CMAyF75P2HyJP2m2kYzChQkBoU6UJcYHxA6zG&#10;NIXGqZJQun8/HybtZus9v/d5tRl9pwaKqQ1s4HVSgCKug225MXD6rl4WoFJGttgFJgM/lGCzfnxY&#10;YWnDnQ80HHOjJIRTiQZczn2pdaodeUyT0BOLdg7RY5Y1NtpGvEu47/S0KN61x5alwWFPH47q6/Hm&#10;DVS76X643myswnaceZq7y+LTGfP8NG6XoDKN+d/8d/1lBb94mwu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96/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VmcUA&#10;AADeAAAADwAAAGRycy9kb3ducmV2LnhtbERP32vCMBB+H/g/hBP2MjRVcWhnFBWCgw3GVPD1aM62&#10;rLmUJLP1v18Gg73dx/fzVpveNuJGPtSOFUzGGQjiwpmaSwXnkx4tQISIbLBxTAruFGCzHjysMDeu&#10;40+6HWMpUgiHHBVUMba5lKGoyGIYu5Y4cVfnLcYEfSmNxy6F20ZOs+xZWqw5NVTY0r6i4uv4bRXs&#10;Prpy5p+KXe/erofLXGuj37VSj8N++wIiUh//xX/uV5PmZ7P5En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45W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W8RsYA&#10;AADeAAAADwAAAGRycy9kb3ducmV2LnhtbESPQW/CMAyF75P2HyJP2m2kMIZQISC0qRKadhnbD7Aa&#10;0xQap0pCKf9+PiDtZsvP771vvR19pwaKqQ1sYDopQBHXwbbcGPj9qV6WoFJGttgFJgM3SrDdPD6s&#10;sbThyt80HHKjxIRTiQZczn2pdaodeUyT0BPL7RiixyxrbLSNeBVz3+lZUSy0x5YlwWFP747q8+Hi&#10;DVSfs6/hfLGxCrtx7unNnZYfzpjnp3G3ApVpzP/i+/feSv3idSEAgi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W8R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eHNcIA&#10;AADeAAAADwAAAGRycy9kb3ducmV2LnhtbERPzWrCQBC+F/oOyxR6a3ZTq0jMKlKwmGOjDzBkxySY&#10;nY3ZrUnevisUepuP73fy3WQ7cafBt441pIkCQVw503Kt4Xw6vK1B+IBssHNMGmbysNs+P+WYGTfy&#10;N93LUIsYwj5DDU0IfSalrxqy6BPXE0fu4gaLIcKhlmbAMYbbTr4rtZIWW44NDfb02VB1LX+sho95&#10;/LqVy6s6GEtpsegLDtVS69eXab8BEWgK/+I/99HE+WqxSuHxTrxB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4c1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P7cIA&#10;AADeAAAADwAAAGRycy9kb3ducmV2LnhtbERPTYvCMBC9C/sfwgh709QKRatRZEVZ9qS1u+ehGdti&#10;MylN1PrvN4LgbR7vc5br3jTiRp2rLSuYjCMQxIXVNZcK8tNuNAPhPLLGxjIpeJCD9epjsMRU2zsf&#10;6Zb5UoQQdikqqLxvUyldUZFBN7YtceDOtjPoA+xKqTu8h3DTyDiKEmmw5tBQYUtfFRWX7GoUXJO/&#10;OOfzjz5k28d+vt1tnPwtlfoc9psFCE+9f4tf7m8d5kfTJIb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1w/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aa8UA&#10;AADeAAAADwAAAGRycy9kb3ducmV2LnhtbERPTWvCQBC9F/wPywi91Y2mBBtdRYWC7UHRtgdvY3ZM&#10;otnZmF01/vtuoeBtHu9zxtPWVOJKjSstK+j3IhDEmdUl5wq+v95fhiCcR9ZYWSYFd3IwnXSexphq&#10;e+MNXbc+FyGEXYoKCu/rVEqXFWTQ9WxNHLiDbQz6AJtc6gZvIdxUchBFiTRYcmgosKZFQdlpezEK&#10;ftbD5G09/3g9fq72GBt93ukyUeq5285GIDy1/iH+dy91mB/FSQx/74Qb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9Bpr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QVi8IA&#10;AADeAAAADwAAAGRycy9kb3ducmV2LnhtbERPS4vCMBC+C/6HMMLeNPVBkWoUH+gue/IFXodmbIvN&#10;pDRRq7/eLCx4m4/vOdN5Y0pxp9oVlhX0exEI4tTqgjMFp+OmOwbhPLLG0jIpeJKD+azdmmKi7YP3&#10;dD/4TIQQdgkqyL2vEildmpNB17MVceAutjboA6wzqWt8hHBTykEUxdJgwaEhx4pWOaXXw80oeMVn&#10;3LnvwXI91J6eo/HW/u62Sn11msUEhKfGf8T/7h8d5kfDeAR/74Qb5O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BWL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HZvsIA&#10;AADeAAAADwAAAGRycy9kb3ducmV2LnhtbERP24rCMBB9F/Yfwizsm6Ze0WqUZXHBN7X6AUMzpsVm&#10;Upuo3f16Iwi+zeFcZ7FqbSVu1PjSsYJ+LwFBnDtdslFwPPx2pyB8QNZYOSYFf+RhtfzoLDDV7s57&#10;umXBiBjCPkUFRQh1KqXPC7Loe64mjtzJNRZDhI2RusF7DLeVHCTJRFosOTYUWNNPQfk5u1oFFzcY&#10;6zZb4/a8nu1KY0aX//1Iqa/P9nsOIlAb3uKXe6Pj/GQ4GcP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dm+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8hIsMA&#10;AADeAAAADwAAAGRycy9kb3ducmV2LnhtbERPPW/CMBDdkfofrEPqBg5FpBAwqK2ExAp0YDzsIwnE&#10;5zR2IfDrMRIS2z29z5stWluJMzW+dKxg0E9AEGtnSs4V/G6XvTEIH5ANVo5JwZU8LOZvnRlmxl14&#10;TedNyEUMYZ+hgiKEOpPS64Is+r6riSN3cI3FEGGTS9PgJYbbSn4kSSotlhwbCqzppyB92vxbBaty&#10;T6NUHyZ2/K3Xu9tfGH4ejVLv3fZrCiJQG17ip3tl4vxkmKbweCf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8hI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J9bsYA&#10;AADeAAAADwAAAGRycy9kb3ducmV2LnhtbERPXWsCMRB8F/ofwgp900QLtp5GqYVCS1XwA31dLuvl&#10;6GVzXNLz/PeNUOjb7M7OzM582blKtNSE0rOG0VCBIM69KbnQcDy8D15AhIhssPJMGm4UYLl46M0x&#10;M/7KO2r3sRDJhEOGGmyMdSZlyC05DENfEyfu4huHMY1NIU2D12TuKjlWaiIdlpwSLNb0Zin/3v84&#10;DS1ub+psV5vpZ7nOx9vV6cukvX7sd68zEJG6+H/8p/4w6X31NHmGe52E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J9b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CYLMIA&#10;AADeAAAADwAAAGRycy9kb3ducmV2LnhtbERPPU/DMBDdkfofrKvERp16ABTqVgipFSMEBsYjvsYp&#10;8V1kmybw6zESEts9vc/b7OYwqDPF1AtbWK8qUMStuJ47C68v+6tbUCkjOxyEycIXJdhtFxcbrJ1M&#10;/EznJneqhHCq0YLPeay1Tq2ngGklI3HhjhID5gJjp13EqYSHQZuqutYBey4NHkd68NR+NJ/BwnRo&#10;30/m+Ob8dxxl3zzJyQxi7eVyvr8DlWnO/+I/96Mr8ytzY+D3nXKD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0Jgs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toMUA&#10;AADeAAAADwAAAGRycy9kb3ducmV2LnhtbERP22oCMRB9L/QfwhR8q1lXUFmNYrWCSEW89H26GXe3&#10;TSbLJur275uC4NscznUms9YacaXGV44V9LoJCOLc6YoLBafj6nUEwgdkjcYxKfglD7Pp89MEM+1u&#10;vKfrIRQihrDPUEEZQp1J6fOSLPquq4kjd3aNxRBhU0jd4C2GWyPTJBlIixXHhhJrWpSU/xwuVsFq&#10;tzTf6XY//5Rh8T78MqPN2/JDqc5LOx+DCNSGh/juXus4P0mHffh/J9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C2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oQMYA&#10;AADeAAAADwAAAGRycy9kb3ducmV2LnhtbERPTWvCQBC9C/0PyxS8lLqptVVSVymCRMGCxkKvY3aa&#10;BLOzIbsm6b93hYK3ebzPmS97U4mWGldaVvAyikAQZ1aXnCv4Pq6fZyCcR9ZYWSYFf+RguXgYzDHW&#10;tuMDtanPRQhhF6OCwvs6ltJlBRl0I1sTB+7XNgZ9gE0udYNdCDeVHEfRuzRYcmgosKZVQdk5vRgF&#10;7X53yjetq7fn2ZN7ez0lyZf+UWr42H9+gPDU+7v4373RYX40nk7g9k64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toQ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zxsYA&#10;AADeAAAADwAAAGRycy9kb3ducmV2LnhtbERPS2sCMRC+F/ofwhS81aSLVl2NUguFXgr1cdDbuBl3&#10;FzeTbZLqtr++EQre5uN7zmzR2UacyYfasYanvgJBXDhTc6lhu3l7HIMIEdlg45g0/FCAxfz+boa5&#10;cRde0XkdS5FCOOSooYqxzaUMRUUWQ9+1xIk7Om8xJuhLaTxeUrhtZKbUs7RYc2qosKXXiorT+ttq&#10;WE7Gy6/PAX/8rg572u8Op2Hmlda9h+5lCiJSF2/if/e7SfNVNhrC9Z10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uzxsYAAADeAAAADwAAAAAAAAAAAAAAAACYAgAAZHJz&#10;L2Rvd25yZXYueG1sUEsFBgAAAAAEAAQA9QAAAIsDAAAAAA==&#10;" fillcolor="black" stroked="f"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jscYA&#10;AADeAAAADwAAAGRycy9kb3ducmV2LnhtbERPS2vCQBC+C/6HZQq96aaBppK6Sn0UhOpB7aHHaXaa&#10;LMnOhuxWY3+9KxS8zcf3nOm8t404UeeNYwVP4wQEceG04VLB5/F9NAHhA7LGxjEpuJCH+Ww4mGKu&#10;3Zn3dDqEUsQQ9jkqqEJocyl9UZFFP3YtceR+XGcxRNiVUnd4juG2kWmSZNKi4dhQYUvLior68GsV&#10;fH1kZrI3lH5v/xZrvX2uF7tVrdTjQ//2CiJQH+7if/dGx/lJ+pLB7Z14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ojs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rGMQA&#10;AADeAAAADwAAAGRycy9kb3ducmV2LnhtbERPTWsCMRC9F/ofwhS81UQPKlujiEX04qG2pddhM27W&#10;3Uy2SdTVX98UCr3N433OfNm7VlwoxNqzhtFQgSAuvam50vDxvnmegYgJ2WDrmTTcKMJy8fgwx8L4&#10;K7/R5ZAqkUM4FqjBptQVUsbSksM49B1x5o4+OEwZhkqagNcc7lo5VmoiHdacGyx2tLZUNoez0xBW&#10;X6/Nnc+fjbrvb3F76r9naLUePPWrFxCJ+vQv/nPvTJ6vxtMp/L6Tb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U6x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JIcYA&#10;AADeAAAADwAAAGRycy9kb3ducmV2LnhtbESPQUsDQQyF74L/YYjgReyMe7C67bSIIAgWobU/IN2J&#10;u4szmWUntlt/vTkI3hLey3tfluspRXOksfSZPdzNHBjiJoeeWw/7j5fbBzBFkAPGzOThTAXWq8uL&#10;JdYhn3hLx520RkO41OihExlqa0vTUcIyywOxap95TCi6jq0NI540PEVbOXdvE/asDR0O9NxR87X7&#10;Th5idYiPb/OykfPebtxPku3Ne/D++mp6WoARmuTf/Hf9GhTfVXPl1Xd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rJI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t4MQA&#10;AADeAAAADwAAAGRycy9kb3ducmV2LnhtbERPPW/CMBDdK/U/WIfUDRwyFBowiBYhZWFooGI94iOO&#10;sM9R7ELaX19XqtTtnt7nLdeDs+JGfWg9K5hOMhDEtdctNwqOh914DiJEZI3WMyn4ogDr1ePDEgvt&#10;7/xOtyo2IoVwKFCBibErpAy1IYdh4jvixF187zAm2DdS93hP4c7KPMuepcOWU4PBjt4M1dfq0ynY&#10;Vp3Nj6V5DaeP/flsy+8dnbZKPY2GzQJEpCH+i//cpU7zs3z2A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mLe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GbMUA&#10;AADeAAAADwAAAGRycy9kb3ducmV2LnhtbESPQW/CMAyF75P4D5En7TaScQBUCGiaQELiNAYHblZi&#10;2kLjVE2g3b+fD0i72fLze+9brofQqAd1qY5s4WNsQBG76GsuLRx/tu9zUCkje2wik4VfSrBejV6W&#10;WPjY8zc9DrlUYsKpQAtVzm2hdXIVBUzj2BLL7RK7gFnWrtS+w17MQ6Mnxkx1wJolocKWvipyt8M9&#10;WLhu9T46g+50PPU7PztvptQYa99eh88FqExD/hc/v3de6pvJXAAER2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EZ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gQkMMA&#10;AADeAAAADwAAAGRycy9kb3ducmV2LnhtbERPTYvCMBC9L/gfwgje1tQKS6lGUWFhUfawKuJxbMa2&#10;tJmUJGr992ZhYW/zeJ8zX/amFXdyvrasYDJOQBAXVtdcKjgePt8zED4ga2wtk4IneVguBm9zzLV9&#10;8A/d96EUMYR9jgqqELpcSl9UZNCPbUccuat1BkOErpTa4SOGm1amSfIhDdYcGyrsaFNR0exvRsH5&#10;tuPr93S7cutwsv3BN+kla5QaDfvVDESgPvyL/9xfOs5P0mwCv+/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gQk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dblcYA&#10;AADeAAAADwAAAGRycy9kb3ducmV2LnhtbERPTWsCMRC9C/0PYQq9aeLSlnU1ShWEXgrVetDbuBl3&#10;FzeTbZLqtr++KQi9zeN9zmzR21ZcyIfGsYbxSIEgLp1puNKw+1gPcxAhIhtsHZOGbwqwmN8NZlgY&#10;d+UNXbaxEimEQ4Ea6hi7QspQ1mQxjFxHnLiT8xZjgr6SxuM1hdtWZko9S4sNp4YaO1rVVJ63X1bD&#10;cpIvP98f+e1nczzQYX88P2Veaf1w379MQUTq47/45n41ab7K8gz+3kk3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dblcYAAADeAAAADwAAAAAAAAAAAAAAAACYAgAAZHJz&#10;L2Rvd25yZXYueG1sUEsFBgAAAAAEAAQA9QAAAIsDAAAAAA==&#10;" fillcolor="black" stroked="f"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31pMMA&#10;AADeAAAADwAAAGRycy9kb3ducmV2LnhtbERPTWsCMRC9C/0PYQq9abYKRbZGWYRi6Wm1Sq/jZrpZ&#10;upksSYzbf98IQm/zeJ+z2oy2F4l86BwreJ4VIIgbpztuFRw/36ZLECEia+wdk4JfCrBZP0xWWGp3&#10;5T2lQ2xFDuFQogIT41BKGRpDFsPMDcSZ+3beYszQt1J7vOZw28t5UbxIix3nBoMDbQ01P4eLVZDO&#10;27papK9k9h++ar2rd6dzrdTT41i9gog0xn/x3f2u8/xivlzA7Z18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31p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gp2cQA&#10;AADeAAAADwAAAGRycy9kb3ducmV2LnhtbERPTWvCQBC9F/wPywje6kYpYlNXEdHSetGmhXocsmM2&#10;mJ0N2TVGf70rFHqbx/uc2aKzlWip8aVjBaNhAoI4d7rkQsHP9+Z5CsIHZI2VY1JwJQ+Lee9phql2&#10;F/6iNguFiCHsU1RgQqhTKX1uyKIfupo4ckfXWAwRNoXUDV5iuK3kOEkm0mLJscFgTStD+Sk7WwV+&#10;tFr/bu3ttT28G95ln2ayL4xSg363fAMRqAv/4j/3h47zk/H0BR7vxBv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YKdn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0098" w:rsidRPr="00D815F3" w:rsidRDefault="00C70098" w:rsidP="00C700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C70098" w:rsidRPr="001869AA" w:rsidRDefault="00C70098" w:rsidP="00C700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70098" w:rsidRPr="001869AA" w:rsidRDefault="00C70098" w:rsidP="00C700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70098" w:rsidRPr="001869AA" w:rsidRDefault="00C70098" w:rsidP="00C700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70098" w:rsidRPr="00D815F3" w:rsidRDefault="00C70098" w:rsidP="00C700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C70098" w:rsidRPr="001869AA" w:rsidRDefault="00C70098" w:rsidP="00C700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C70098" w:rsidRPr="001869AA" w:rsidRDefault="00C70098" w:rsidP="00C7009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70098" w:rsidRPr="001869AA" w:rsidRDefault="00C70098" w:rsidP="00C700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C70098" w:rsidRPr="001869AA" w:rsidRDefault="00C70098" w:rsidP="00C700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70098" w:rsidRPr="001869AA" w:rsidRDefault="00C70098" w:rsidP="00C700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098" w:rsidRDefault="00C70098" w:rsidP="00C700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19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nXeH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E2T+dd4dgAAElkE&#10;AA4AAAAAAAAAAAAAAAAALgIAAGRycy9lMm9Eb2MueG1sUEsBAi0AFAAGAAgAAAAhAN/OkDDiAAAA&#10;DQEAAA8AAAAAAAAAAAAAAAAA0ngAAGRycy9kb3ducmV2LnhtbFBLBQYAAAAABAAEAPMAAADheQ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0098" w:rsidRDefault="00C70098" w:rsidP="00C700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70098" w:rsidRDefault="00C70098" w:rsidP="00C70098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C70098" w:rsidRPr="001869AA" w:rsidRDefault="00C70098" w:rsidP="00C7009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70098" w:rsidRDefault="00C70098" w:rsidP="00C70098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C70098" w:rsidRPr="001869AA" w:rsidRDefault="00C70098" w:rsidP="00C70098">
      <w:pPr>
        <w:spacing w:after="0" w:line="240" w:lineRule="auto"/>
        <w:jc w:val="center"/>
        <w:rPr>
          <w:rFonts w:ascii="Times New Roman" w:hAnsi="Times New Roman"/>
        </w:rPr>
      </w:pPr>
    </w:p>
    <w:p w:rsidR="00C70098" w:rsidRPr="00312454" w:rsidRDefault="00C70098" w:rsidP="00C7009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C70098" w:rsidRPr="00A31AA4" w:rsidRDefault="00C70098" w:rsidP="00C700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70098" w:rsidRPr="00A31AA4" w:rsidRDefault="00C70098" w:rsidP="00C70098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C70098" w:rsidRPr="00A31AA4" w:rsidRDefault="00C70098" w:rsidP="00C70098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C70098" w:rsidRPr="00243225" w:rsidRDefault="00C70098" w:rsidP="00C700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О.В.</w:t>
      </w:r>
    </w:p>
    <w:p w:rsidR="00C70098" w:rsidRPr="00A31AA4" w:rsidRDefault="00C70098" w:rsidP="00C700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70098" w:rsidRPr="00A31AA4" w:rsidRDefault="00C70098" w:rsidP="00C7009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C70098" w:rsidRPr="00A31AA4" w:rsidRDefault="00C70098" w:rsidP="00C7009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C70098" w:rsidRPr="00A31AA4" w:rsidRDefault="00C70098" w:rsidP="00C7009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70098" w:rsidRPr="00A31AA4" w:rsidRDefault="00C70098" w:rsidP="00C7009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Валерійовичу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1,9240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с.Полянь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C70098" w:rsidRDefault="00C70098" w:rsidP="00C70098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Олександру Валерійовичу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кий зареєстрований за адресою: </w:t>
      </w:r>
      <w:r w:rsidR="00B01AD7">
        <w:rPr>
          <w:rFonts w:ascii="Times New Roman" w:eastAsia="Arial Unicode MS" w:hAnsi="Times New Roman"/>
          <w:sz w:val="24"/>
          <w:szCs w:val="24"/>
          <w:lang w:val="en-US" w:eastAsia="uk-UA"/>
        </w:rPr>
        <w:t>_____________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B01AD7">
        <w:rPr>
          <w:rFonts w:ascii="Times New Roman" w:eastAsia="Arial Unicode MS" w:hAnsi="Times New Roman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1,9240 га, кадастровий номер: 68239868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6:002:0089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с.Полянь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C70098" w:rsidRPr="00A31AA4" w:rsidRDefault="00C70098" w:rsidP="00C7009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О.В., якому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70098" w:rsidRPr="00A31AA4" w:rsidRDefault="00C70098" w:rsidP="00C7009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C70098" w:rsidRDefault="00C70098" w:rsidP="00C7009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70098" w:rsidRPr="00A31AA4" w:rsidRDefault="00C70098" w:rsidP="00C70098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70098" w:rsidRDefault="00C70098" w:rsidP="00C700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00129C" w:rsidRDefault="0000129C"/>
    <w:sectPr w:rsidR="0000129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98"/>
    <w:rsid w:val="0000129C"/>
    <w:rsid w:val="00171A2E"/>
    <w:rsid w:val="00304C90"/>
    <w:rsid w:val="00505B6D"/>
    <w:rsid w:val="006D3977"/>
    <w:rsid w:val="007D6C18"/>
    <w:rsid w:val="00B01AD7"/>
    <w:rsid w:val="00C7009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09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09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331</Words>
  <Characters>1887</Characters>
  <Application>Microsoft Office Word</Application>
  <DocSecurity>0</DocSecurity>
  <Lines>15</Lines>
  <Paragraphs>4</Paragraphs>
  <ScaleCrop>false</ScaleCrop>
  <Company>Microsoft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2020-11-17T15:24:00Z</dcterms:created>
  <dcterms:modified xsi:type="dcterms:W3CDTF">2020-11-18T06:43:00Z</dcterms:modified>
</cp:coreProperties>
</file>