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CF3" w:rsidRDefault="00AD0CF3" w:rsidP="00AD0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9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93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9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93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9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3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9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3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4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4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9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94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9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94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9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94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9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5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95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5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5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5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5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5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5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96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96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96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3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">
                <v:shape id="Freeform 93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3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3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93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93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3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3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94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94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94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94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94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94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94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94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94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94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95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95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95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95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95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95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95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95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95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95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96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96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96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D0CF3" w:rsidRDefault="00AD0CF3" w:rsidP="00AD0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0CF3" w:rsidRDefault="00AD0CF3" w:rsidP="00AD0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0CF3" w:rsidRDefault="00AD0CF3" w:rsidP="00AD0C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D0CF3" w:rsidRDefault="00AD0CF3" w:rsidP="00AD0C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D0CF3" w:rsidRDefault="00AD0CF3" w:rsidP="00AD0C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D0CF3" w:rsidRDefault="00AD0CF3" w:rsidP="00AD0C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D0CF3" w:rsidRDefault="00AD0CF3" w:rsidP="00AD0C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0CF3" w:rsidRDefault="00AD0CF3" w:rsidP="00AD0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D0CF3" w:rsidRDefault="00AD0CF3" w:rsidP="00AD0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0CF3" w:rsidRDefault="00AD0CF3" w:rsidP="00AD0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D0CF3" w:rsidRDefault="00AD0CF3" w:rsidP="00AD0CF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AD0CF3" w:rsidRDefault="00AD0CF3" w:rsidP="00AD0CF3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D0CF3" w:rsidRDefault="00AD0CF3" w:rsidP="00AD0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D0CF3" w:rsidRDefault="00AD0CF3" w:rsidP="00AD0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AD0CF3" w:rsidRDefault="00AD0CF3" w:rsidP="00AD0CF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Токман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AD0CF3" w:rsidRDefault="00AD0CF3" w:rsidP="00AD0CF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0CF3" w:rsidRDefault="00AD0CF3" w:rsidP="00AD0CF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AD0CF3" w:rsidRDefault="00AD0CF3" w:rsidP="00AD0CF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D0CF3" w:rsidRDefault="00AD0CF3" w:rsidP="00AD0CF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0,34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Нижні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0CF3" w:rsidRDefault="00AD0CF3" w:rsidP="00AD0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9F46B6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F46B6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0,3400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6823982100:02:003:0015,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.Н</w:t>
      </w:r>
      <w:proofErr w:type="gramEnd"/>
      <w:r>
        <w:rPr>
          <w:rFonts w:ascii="Times New Roman" w:hAnsi="Times New Roman" w:cs="Times New Roman"/>
          <w:sz w:val="24"/>
          <w:szCs w:val="24"/>
        </w:rPr>
        <w:t>ижні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D0CF3" w:rsidRDefault="00AD0CF3" w:rsidP="00AD0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Н.М..,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AD0CF3" w:rsidRDefault="00AD0CF3" w:rsidP="00AD0C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AD0CF3" w:rsidRPr="00AD0CF3" w:rsidRDefault="00AD0CF3" w:rsidP="00AD0CF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E3CCF" w:rsidRPr="00AD0CF3" w:rsidRDefault="00AD0CF3" w:rsidP="00AD0CF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AD0CF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CF3"/>
    <w:rsid w:val="00171A2E"/>
    <w:rsid w:val="00304C90"/>
    <w:rsid w:val="00505B6D"/>
    <w:rsid w:val="006D3977"/>
    <w:rsid w:val="007D6C18"/>
    <w:rsid w:val="007E3CCF"/>
    <w:rsid w:val="009F46B6"/>
    <w:rsid w:val="00AD0CF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276</Words>
  <Characters>1576</Characters>
  <Application>Microsoft Office Word</Application>
  <DocSecurity>0</DocSecurity>
  <Lines>13</Lines>
  <Paragraphs>3</Paragraphs>
  <ScaleCrop>false</ScaleCrop>
  <Company>Microsoft</Company>
  <LinksUpToDate>false</LinksUpToDate>
  <CharactersWithSpaces>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2020-07-20T16:25:00Z</dcterms:created>
  <dcterms:modified xsi:type="dcterms:W3CDTF">2020-07-20T16:39:00Z</dcterms:modified>
</cp:coreProperties>
</file>