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2D4" w:rsidRPr="008D31FA" w:rsidRDefault="003552D4" w:rsidP="003552D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52D4" w:rsidRDefault="003552D4" w:rsidP="003552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52D4" w:rsidRDefault="003552D4" w:rsidP="003552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52D4" w:rsidRPr="000A4F3E" w:rsidRDefault="003552D4" w:rsidP="003552D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52D4" w:rsidRPr="000A4F3E" w:rsidRDefault="003552D4" w:rsidP="003552D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552D4" w:rsidRPr="000A4F3E" w:rsidRDefault="003552D4" w:rsidP="003552D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52D4" w:rsidRDefault="003552D4" w:rsidP="003552D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№26</w:t>
      </w:r>
    </w:p>
    <w:p w:rsidR="003552D4" w:rsidRPr="000A4F3E" w:rsidRDefault="003552D4" w:rsidP="003552D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52D4" w:rsidRPr="00D02183" w:rsidRDefault="003552D4" w:rsidP="003552D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3552D4" w:rsidRPr="00D02183" w:rsidRDefault="003552D4" w:rsidP="003552D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3552D4" w:rsidRPr="00D02183" w:rsidRDefault="003552D4" w:rsidP="003552D4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</w:p>
    <w:p w:rsidR="003552D4" w:rsidRPr="00D02183" w:rsidRDefault="003552D4" w:rsidP="003552D4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В.М.</w:t>
      </w:r>
    </w:p>
    <w:p w:rsidR="003552D4" w:rsidRPr="00D02183" w:rsidRDefault="003552D4" w:rsidP="003552D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52D4" w:rsidRPr="00D02183" w:rsidRDefault="003552D4" w:rsidP="003552D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ітчука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3552D4" w:rsidRPr="00D02183" w:rsidRDefault="003552D4" w:rsidP="003552D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ВИРІШИЛА</w:t>
      </w:r>
      <w:r>
        <w:rPr>
          <w:rFonts w:ascii="Times New Roman" w:eastAsia="Arial Unicode MS" w:hAnsi="Times New Roman"/>
          <w:color w:val="000000"/>
          <w:sz w:val="24"/>
          <w:szCs w:val="24"/>
        </w:rPr>
        <w:t>:</w:t>
      </w:r>
    </w:p>
    <w:p w:rsidR="003552D4" w:rsidRPr="00D02183" w:rsidRDefault="003552D4" w:rsidP="003552D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іктору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1,9240 га,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за межами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населеного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пункту с.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Крупецької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ради.</w:t>
      </w:r>
    </w:p>
    <w:p w:rsidR="003552D4" w:rsidRPr="00D02183" w:rsidRDefault="003552D4" w:rsidP="003552D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іктору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Миколайовичу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B374F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B374F6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1,9240 га,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6823986800:06:002:0088, для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 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>,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 w:rsidRPr="00D02183">
        <w:rPr>
          <w:rFonts w:ascii="Times New Roman" w:eastAsia="Arial Unicode MS" w:hAnsi="Times New Roman"/>
          <w:sz w:val="24"/>
          <w:szCs w:val="24"/>
        </w:rPr>
        <w:t xml:space="preserve"> за межами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населеного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пункту с.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Полянь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Крупецької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sz w:val="24"/>
          <w:szCs w:val="24"/>
        </w:rPr>
        <w:t xml:space="preserve"> ради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3552D4" w:rsidRPr="00D02183" w:rsidRDefault="003552D4" w:rsidP="003552D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Нікітчуку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В.М.,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якому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3552D4" w:rsidRDefault="003552D4" w:rsidP="003552D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3552D4" w:rsidRPr="003552D4" w:rsidRDefault="003552D4" w:rsidP="003552D4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</w:p>
    <w:p w:rsidR="00386D1B" w:rsidRPr="003552D4" w:rsidRDefault="003552D4" w:rsidP="003552D4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</w:t>
      </w:r>
    </w:p>
    <w:sectPr w:rsidR="00386D1B" w:rsidRPr="003552D4" w:rsidSect="003552D4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2D4"/>
    <w:rsid w:val="00171A2E"/>
    <w:rsid w:val="00304C90"/>
    <w:rsid w:val="003552D4"/>
    <w:rsid w:val="00386D1B"/>
    <w:rsid w:val="00505B6D"/>
    <w:rsid w:val="006D3977"/>
    <w:rsid w:val="007D6C18"/>
    <w:rsid w:val="00B374F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552D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55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552D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552D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552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552D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287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2020-09-01T13:51:00Z</dcterms:created>
  <dcterms:modified xsi:type="dcterms:W3CDTF">2020-09-01T15:32:00Z</dcterms:modified>
</cp:coreProperties>
</file>