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28" w:rsidRDefault="009F5428" w:rsidP="009F5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428" w:rsidRDefault="00DD5C01" w:rsidP="009F5428">
      <w:pPr>
        <w:jc w:val="both"/>
        <w:rPr>
          <w:rFonts w:ascii="Times New Roman" w:hAnsi="Times New Roman" w:cs="Times New Roman"/>
        </w:rPr>
      </w:pPr>
      <w:r w:rsidRPr="00DD5C0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5428" w:rsidRDefault="009F5428" w:rsidP="009F54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F5428" w:rsidRDefault="009F5428" w:rsidP="009F54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F5428" w:rsidRDefault="009F5428" w:rsidP="009F54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5428" w:rsidRDefault="009F5428" w:rsidP="009F54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9F5428" w:rsidRPr="00870506" w:rsidRDefault="009F5428" w:rsidP="009F542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F5428" w:rsidRPr="00870506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F5428" w:rsidRPr="00870506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F5428" w:rsidRPr="00870506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9F5428" w:rsidRPr="00870506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Загородньої Л.Б.</w:t>
      </w:r>
    </w:p>
    <w:p w:rsidR="009F5428" w:rsidRPr="00870506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Загородньої Л.Б.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Загородній Людмилі Борисівні, яка зареєстрована за адресою: </w:t>
      </w:r>
      <w:r w:rsidR="00106700" w:rsidRPr="0010670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Pr="0087050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050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70506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70506">
        <w:rPr>
          <w:rFonts w:ascii="Times New Roman" w:hAnsi="Times New Roman" w:cs="Times New Roman"/>
          <w:sz w:val="24"/>
          <w:szCs w:val="24"/>
        </w:rPr>
        <w:t xml:space="preserve"> на території Крупецької сільської ради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Загородній Л.Б.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5428" w:rsidRPr="00870506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5428" w:rsidRPr="00106700" w:rsidRDefault="009F5428" w:rsidP="009F542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07667" w:rsidRPr="00106700" w:rsidRDefault="009F5428" w:rsidP="009F542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F07667" w:rsidRPr="00106700" w:rsidSect="00F07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F5428"/>
    <w:rsid w:val="00106700"/>
    <w:rsid w:val="00171A2E"/>
    <w:rsid w:val="002F402F"/>
    <w:rsid w:val="00304C90"/>
    <w:rsid w:val="00505B6D"/>
    <w:rsid w:val="006D3977"/>
    <w:rsid w:val="007D6C18"/>
    <w:rsid w:val="009F5428"/>
    <w:rsid w:val="00D1641A"/>
    <w:rsid w:val="00DD5C01"/>
    <w:rsid w:val="00F07667"/>
    <w:rsid w:val="00F4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2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239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2019-12-11T11:22:00Z</dcterms:created>
  <dcterms:modified xsi:type="dcterms:W3CDTF">2019-12-11T12:00:00Z</dcterms:modified>
</cp:coreProperties>
</file>